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977"/>
        <w:gridCol w:w="3402"/>
        <w:gridCol w:w="3969"/>
      </w:tblGrid>
      <w:tr w:rsidR="004330ED" w:rsidTr="00EA1CE4" w14:paraId="41DC766C" w14:textId="77777777">
        <w:tc>
          <w:tcPr>
            <w:tcW w:w="6379" w:type="dxa"/>
            <w:gridSpan w:val="2"/>
            <w:tcBorders>
              <w:top w:val="nil"/>
              <w:left w:val="nil"/>
              <w:bottom w:val="nil"/>
              <w:right w:val="nil"/>
            </w:tcBorders>
            <w:vAlign w:val="center"/>
          </w:tcPr>
          <w:p w:rsidR="004330ED" w:rsidP="00EA1CE4" w:rsidRDefault="004330ED" w14:paraId="2C88B9F5" w14:textId="77777777">
            <w:pPr>
              <w:pStyle w:val="Amendement"/>
              <w:tabs>
                <w:tab w:val="clear" w:pos="3310"/>
                <w:tab w:val="clear" w:pos="3600"/>
              </w:tabs>
              <w:rPr>
                <w:rFonts w:ascii="Times New Roman" w:hAnsi="Times New Roman"/>
                <w:spacing w:val="40"/>
                <w:sz w:val="22"/>
              </w:rPr>
            </w:pPr>
            <w:r>
              <w:rPr>
                <w:rFonts w:ascii="Times New Roman" w:hAnsi="Times New Roman"/>
                <w:spacing w:val="40"/>
                <w:sz w:val="30"/>
              </w:rPr>
              <w:t>T</w:t>
            </w:r>
            <w:r w:rsidR="0021777F">
              <w:rPr>
                <w:rFonts w:ascii="Times New Roman" w:hAnsi="Times New Roman"/>
                <w:spacing w:val="40"/>
                <w:sz w:val="22"/>
              </w:rPr>
              <w:t>WEEDE</w:t>
            </w:r>
            <w:r>
              <w:rPr>
                <w:rFonts w:ascii="Times New Roman" w:hAnsi="Times New Roman"/>
                <w:spacing w:val="40"/>
                <w:sz w:val="22"/>
              </w:rPr>
              <w:t xml:space="preserve"> </w:t>
            </w:r>
            <w:r>
              <w:rPr>
                <w:rFonts w:ascii="Times New Roman" w:hAnsi="Times New Roman"/>
                <w:spacing w:val="40"/>
                <w:sz w:val="30"/>
              </w:rPr>
              <w:t>K</w:t>
            </w:r>
            <w:r w:rsidR="0021777F">
              <w:rPr>
                <w:rFonts w:ascii="Times New Roman" w:hAnsi="Times New Roman"/>
                <w:spacing w:val="40"/>
                <w:sz w:val="22"/>
              </w:rPr>
              <w:t xml:space="preserve">AMER </w:t>
            </w:r>
            <w:r>
              <w:rPr>
                <w:rFonts w:ascii="Times New Roman" w:hAnsi="Times New Roman"/>
                <w:spacing w:val="40"/>
                <w:sz w:val="22"/>
              </w:rPr>
              <w:t>DER</w:t>
            </w:r>
            <w:r>
              <w:rPr>
                <w:rFonts w:ascii="Times New Roman" w:hAnsi="Times New Roman"/>
                <w:spacing w:val="40"/>
                <w:sz w:val="30"/>
              </w:rPr>
              <w:t xml:space="preserve"> S</w:t>
            </w:r>
            <w:r>
              <w:rPr>
                <w:rFonts w:ascii="Times New Roman" w:hAnsi="Times New Roman"/>
                <w:spacing w:val="40"/>
                <w:sz w:val="22"/>
              </w:rPr>
              <w:t>TATEN-</w:t>
            </w:r>
            <w:r>
              <w:rPr>
                <w:rFonts w:ascii="Times New Roman" w:hAnsi="Times New Roman"/>
                <w:spacing w:val="40"/>
                <w:sz w:val="30"/>
              </w:rPr>
              <w:t>G</w:t>
            </w:r>
            <w:r>
              <w:rPr>
                <w:rFonts w:ascii="Times New Roman" w:hAnsi="Times New Roman"/>
                <w:spacing w:val="40"/>
                <w:sz w:val="22"/>
              </w:rPr>
              <w:t>ENERAAL</w:t>
            </w:r>
          </w:p>
        </w:tc>
        <w:tc>
          <w:tcPr>
            <w:tcW w:w="3969" w:type="dxa"/>
            <w:tcBorders>
              <w:top w:val="nil"/>
              <w:left w:val="nil"/>
              <w:bottom w:val="nil"/>
              <w:right w:val="nil"/>
            </w:tcBorders>
          </w:tcPr>
          <w:p w:rsidR="004330ED" w:rsidP="006E0971" w:rsidRDefault="004330ED" w14:paraId="1452A6FA" w14:textId="77777777">
            <w:pPr>
              <w:pStyle w:val="Amendement"/>
              <w:tabs>
                <w:tab w:val="clear" w:pos="3310"/>
                <w:tab w:val="clear" w:pos="3600"/>
              </w:tabs>
              <w:ind w:left="-70"/>
              <w:jc w:val="right"/>
              <w:rPr>
                <w:rFonts w:ascii="Times New Roman" w:hAnsi="Times New Roman"/>
                <w:spacing w:val="40"/>
                <w:sz w:val="22"/>
              </w:rPr>
            </w:pPr>
            <w:r>
              <w:rPr>
                <w:rFonts w:ascii="Times New Roman" w:hAnsi="Times New Roman"/>
                <w:sz w:val="88"/>
              </w:rPr>
              <w:t>2</w:t>
            </w:r>
          </w:p>
        </w:tc>
      </w:tr>
      <w:tr w:rsidR="004330ED" w:rsidTr="00EA1CE4" w14:paraId="4892C547" w14:textId="77777777">
        <w:trPr>
          <w:cantSplit/>
        </w:trPr>
        <w:tc>
          <w:tcPr>
            <w:tcW w:w="10348" w:type="dxa"/>
            <w:gridSpan w:val="3"/>
            <w:tcBorders>
              <w:top w:val="single" w:color="auto" w:sz="4" w:space="0"/>
              <w:left w:val="nil"/>
              <w:bottom w:val="nil"/>
              <w:right w:val="nil"/>
            </w:tcBorders>
          </w:tcPr>
          <w:p w:rsidR="004330ED" w:rsidP="004A1E29" w:rsidRDefault="004330ED" w14:paraId="41B7F084" w14:textId="77777777">
            <w:pPr>
              <w:pStyle w:val="Amendement"/>
              <w:tabs>
                <w:tab w:val="clear" w:pos="3310"/>
                <w:tab w:val="clear" w:pos="3600"/>
              </w:tabs>
              <w:rPr>
                <w:rFonts w:ascii="Times New Roman" w:hAnsi="Times New Roman"/>
              </w:rPr>
            </w:pPr>
            <w:r>
              <w:rPr>
                <w:rFonts w:ascii="Times New Roman" w:hAnsi="Times New Roman"/>
                <w:b w:val="0"/>
              </w:rPr>
              <w:t xml:space="preserve">Vergaderjaar </w:t>
            </w:r>
            <w:r w:rsidRPr="00E908D7" w:rsidR="00E908D7">
              <w:rPr>
                <w:rFonts w:ascii="Times New Roman" w:hAnsi="Times New Roman"/>
                <w:b w:val="0"/>
              </w:rPr>
              <w:t>2024-2025</w:t>
            </w:r>
          </w:p>
        </w:tc>
      </w:tr>
      <w:tr w:rsidR="004330ED" w:rsidTr="00EA1CE4" w14:paraId="43841085" w14:textId="77777777">
        <w:trPr>
          <w:cantSplit/>
        </w:trPr>
        <w:tc>
          <w:tcPr>
            <w:tcW w:w="10348" w:type="dxa"/>
            <w:gridSpan w:val="3"/>
            <w:tcBorders>
              <w:top w:val="nil"/>
              <w:left w:val="nil"/>
              <w:bottom w:val="nil"/>
              <w:right w:val="nil"/>
            </w:tcBorders>
          </w:tcPr>
          <w:p w:rsidR="004330ED" w:rsidP="00BF623B" w:rsidRDefault="004330ED" w14:paraId="41A72004" w14:textId="77777777">
            <w:pPr>
              <w:pStyle w:val="Amendement"/>
              <w:tabs>
                <w:tab w:val="clear" w:pos="3310"/>
                <w:tab w:val="clear" w:pos="3600"/>
              </w:tabs>
              <w:rPr>
                <w:rFonts w:ascii="Times New Roman" w:hAnsi="Times New Roman"/>
                <w:b w:val="0"/>
              </w:rPr>
            </w:pPr>
          </w:p>
        </w:tc>
      </w:tr>
      <w:tr w:rsidR="004330ED" w:rsidTr="00EA1CE4" w14:paraId="468DC3CE" w14:textId="77777777">
        <w:trPr>
          <w:cantSplit/>
        </w:trPr>
        <w:tc>
          <w:tcPr>
            <w:tcW w:w="10348" w:type="dxa"/>
            <w:gridSpan w:val="3"/>
            <w:tcBorders>
              <w:top w:val="nil"/>
              <w:left w:val="nil"/>
              <w:bottom w:val="single" w:color="auto" w:sz="4" w:space="0"/>
              <w:right w:val="nil"/>
            </w:tcBorders>
          </w:tcPr>
          <w:p w:rsidR="004330ED" w:rsidP="00BF623B" w:rsidRDefault="004330ED" w14:paraId="3C7A9AB4" w14:textId="77777777">
            <w:pPr>
              <w:pStyle w:val="Amendement"/>
              <w:tabs>
                <w:tab w:val="clear" w:pos="3310"/>
                <w:tab w:val="clear" w:pos="3600"/>
              </w:tabs>
              <w:rPr>
                <w:rFonts w:ascii="Times New Roman" w:hAnsi="Times New Roman"/>
              </w:rPr>
            </w:pPr>
          </w:p>
        </w:tc>
      </w:tr>
      <w:tr w:rsidR="004330ED" w:rsidTr="00EA1CE4" w14:paraId="0DFF39E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4330ED" w:rsidP="006E0971" w:rsidRDefault="004330ED" w14:paraId="479D9C90" w14:textId="77777777">
            <w:pPr>
              <w:pStyle w:val="Amendement"/>
              <w:tabs>
                <w:tab w:val="clear" w:pos="3310"/>
                <w:tab w:val="clear" w:pos="3600"/>
              </w:tabs>
              <w:rPr>
                <w:rFonts w:ascii="Times New Roman" w:hAnsi="Times New Roman"/>
              </w:rPr>
            </w:pPr>
          </w:p>
        </w:tc>
        <w:tc>
          <w:tcPr>
            <w:tcW w:w="7371" w:type="dxa"/>
            <w:gridSpan w:val="2"/>
          </w:tcPr>
          <w:p w:rsidRPr="00783215" w:rsidR="004330ED" w:rsidP="006E0971" w:rsidRDefault="004330ED" w14:paraId="048C1B48" w14:textId="77777777">
            <w:pPr>
              <w:suppressAutoHyphens/>
              <w:ind w:left="-70"/>
              <w:rPr>
                <w:b/>
              </w:rPr>
            </w:pPr>
          </w:p>
        </w:tc>
      </w:tr>
      <w:tr w:rsidR="003C21AC" w:rsidTr="00EA1CE4" w14:paraId="1907F81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EA1CE4" w:rsidRDefault="00C75960" w14:paraId="135D14DC" w14:textId="202B3357">
            <w:pPr>
              <w:pStyle w:val="Amendement"/>
              <w:tabs>
                <w:tab w:val="clear" w:pos="3310"/>
                <w:tab w:val="clear" w:pos="3600"/>
              </w:tabs>
              <w:rPr>
                <w:rFonts w:ascii="Times New Roman" w:hAnsi="Times New Roman"/>
              </w:rPr>
            </w:pPr>
            <w:r>
              <w:rPr>
                <w:rFonts w:ascii="Times New Roman" w:hAnsi="Times New Roman"/>
              </w:rPr>
              <w:t>36 699</w:t>
            </w:r>
          </w:p>
        </w:tc>
        <w:tc>
          <w:tcPr>
            <w:tcW w:w="7371" w:type="dxa"/>
            <w:gridSpan w:val="2"/>
          </w:tcPr>
          <w:p w:rsidRPr="00C75960" w:rsidR="003C21AC" w:rsidP="00C75960" w:rsidRDefault="00C75960" w14:paraId="74F5E967" w14:textId="6C4F8D60">
            <w:pPr>
              <w:rPr>
                <w:b/>
                <w:szCs w:val="24"/>
              </w:rPr>
            </w:pPr>
            <w:r w:rsidRPr="00C75960">
              <w:rPr>
                <w:b/>
                <w:szCs w:val="24"/>
              </w:rPr>
              <w:t>Wijziging van de Wet op het primair onderwijs, de Wet op het primair onderwijs BES, de Wet op de expertisecentra, de Wet voortgezet onderwijs 2020 en de Wet op het hoger onderwijs en wetenschappelijk onderzoek in verband met de herziening van de wettelijke grondslagen van de kerndoelen met focus op lezen, schrijven en rekenen (</w:t>
            </w:r>
            <w:bookmarkStart w:name="_Hlk137809955" w:id="0"/>
            <w:r w:rsidRPr="00C75960">
              <w:rPr>
                <w:b/>
                <w:szCs w:val="24"/>
              </w:rPr>
              <w:t>Wet herziening wettelijke grondslagen kerndoelen</w:t>
            </w:r>
            <w:bookmarkEnd w:id="0"/>
            <w:r w:rsidRPr="00C75960">
              <w:rPr>
                <w:b/>
                <w:szCs w:val="24"/>
              </w:rPr>
              <w:t>)</w:t>
            </w:r>
          </w:p>
        </w:tc>
      </w:tr>
      <w:tr w:rsidR="003C21AC" w:rsidTr="00EA1CE4" w14:paraId="0A78513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6E0971" w:rsidRDefault="003C21AC" w14:paraId="61C4BADB" w14:textId="77777777">
            <w:pPr>
              <w:pStyle w:val="Amendement"/>
              <w:tabs>
                <w:tab w:val="clear" w:pos="3310"/>
                <w:tab w:val="clear" w:pos="3600"/>
              </w:tabs>
              <w:rPr>
                <w:rFonts w:ascii="Times New Roman" w:hAnsi="Times New Roman"/>
              </w:rPr>
            </w:pPr>
          </w:p>
        </w:tc>
        <w:tc>
          <w:tcPr>
            <w:tcW w:w="7371" w:type="dxa"/>
            <w:gridSpan w:val="2"/>
          </w:tcPr>
          <w:p w:rsidRPr="00783215" w:rsidR="003C21AC" w:rsidP="006E0971" w:rsidRDefault="003C21AC" w14:paraId="5341481D" w14:textId="77777777">
            <w:pPr>
              <w:pStyle w:val="Amendement"/>
              <w:tabs>
                <w:tab w:val="clear" w:pos="3310"/>
                <w:tab w:val="clear" w:pos="3600"/>
              </w:tabs>
              <w:ind w:left="-70"/>
              <w:rPr>
                <w:rFonts w:ascii="Times New Roman" w:hAnsi="Times New Roman"/>
              </w:rPr>
            </w:pPr>
          </w:p>
        </w:tc>
      </w:tr>
      <w:tr w:rsidR="003C21AC" w:rsidTr="00EA1CE4" w14:paraId="7BE3C6B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6E0971" w:rsidRDefault="003C21AC" w14:paraId="44D13653" w14:textId="77777777">
            <w:pPr>
              <w:pStyle w:val="Amendement"/>
              <w:tabs>
                <w:tab w:val="clear" w:pos="3310"/>
                <w:tab w:val="clear" w:pos="3600"/>
              </w:tabs>
              <w:rPr>
                <w:rFonts w:ascii="Times New Roman" w:hAnsi="Times New Roman"/>
              </w:rPr>
            </w:pPr>
          </w:p>
        </w:tc>
        <w:tc>
          <w:tcPr>
            <w:tcW w:w="7371" w:type="dxa"/>
            <w:gridSpan w:val="2"/>
          </w:tcPr>
          <w:p w:rsidRPr="00C035D4" w:rsidR="003C21AC" w:rsidP="006E0971" w:rsidRDefault="003C21AC" w14:paraId="291DEB97" w14:textId="77777777">
            <w:pPr>
              <w:pStyle w:val="Amendement"/>
              <w:tabs>
                <w:tab w:val="clear" w:pos="3310"/>
                <w:tab w:val="clear" w:pos="3600"/>
              </w:tabs>
              <w:ind w:left="-70"/>
              <w:rPr>
                <w:rFonts w:ascii="Times New Roman" w:hAnsi="Times New Roman"/>
              </w:rPr>
            </w:pPr>
          </w:p>
        </w:tc>
      </w:tr>
      <w:tr w:rsidR="003C21AC" w:rsidTr="00EA1CE4" w14:paraId="470128B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Pr="00C035D4" w:rsidR="003C21AC" w:rsidP="00EA1CE4" w:rsidRDefault="003C21AC" w14:paraId="6C4C140E" w14:textId="60A10EF9">
            <w:pPr>
              <w:pStyle w:val="Amendement"/>
              <w:tabs>
                <w:tab w:val="clear" w:pos="3310"/>
                <w:tab w:val="clear" w:pos="3600"/>
              </w:tabs>
              <w:rPr>
                <w:rFonts w:ascii="Times New Roman" w:hAnsi="Times New Roman"/>
              </w:rPr>
            </w:pPr>
            <w:r w:rsidRPr="00C035D4">
              <w:rPr>
                <w:rFonts w:ascii="Times New Roman" w:hAnsi="Times New Roman"/>
              </w:rPr>
              <w:t xml:space="preserve">Nr. </w:t>
            </w:r>
            <w:r w:rsidR="002E477A">
              <w:rPr>
                <w:rFonts w:ascii="Times New Roman" w:hAnsi="Times New Roman"/>
                <w:caps/>
              </w:rPr>
              <w:t>9</w:t>
            </w:r>
          </w:p>
        </w:tc>
        <w:tc>
          <w:tcPr>
            <w:tcW w:w="7371" w:type="dxa"/>
            <w:gridSpan w:val="2"/>
          </w:tcPr>
          <w:p w:rsidRPr="00C035D4" w:rsidR="003C21AC" w:rsidP="006E0971" w:rsidRDefault="003C21AC" w14:paraId="3DAA3D5F" w14:textId="682073C4">
            <w:pPr>
              <w:pStyle w:val="Amendement"/>
              <w:tabs>
                <w:tab w:val="clear" w:pos="3310"/>
                <w:tab w:val="clear" w:pos="3600"/>
              </w:tabs>
              <w:ind w:left="-70"/>
              <w:rPr>
                <w:rFonts w:ascii="Times New Roman" w:hAnsi="Times New Roman"/>
                <w:caps/>
              </w:rPr>
            </w:pPr>
            <w:r w:rsidRPr="00C035D4">
              <w:rPr>
                <w:rFonts w:ascii="Times New Roman" w:hAnsi="Times New Roman"/>
                <w:caps/>
              </w:rPr>
              <w:t xml:space="preserve">AMENDEMENT VAN HET LID </w:t>
            </w:r>
            <w:r w:rsidR="00804FDF">
              <w:rPr>
                <w:rFonts w:ascii="Times New Roman" w:hAnsi="Times New Roman"/>
                <w:caps/>
              </w:rPr>
              <w:t>Stoffer</w:t>
            </w:r>
          </w:p>
        </w:tc>
      </w:tr>
      <w:tr w:rsidR="003C21AC" w:rsidTr="00EA1CE4" w14:paraId="3DD92B1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3C21AC" w:rsidP="006E0971" w:rsidRDefault="003C21AC" w14:paraId="1284186D" w14:textId="77777777">
            <w:pPr>
              <w:pStyle w:val="Amendement"/>
              <w:tabs>
                <w:tab w:val="clear" w:pos="3310"/>
                <w:tab w:val="clear" w:pos="3600"/>
              </w:tabs>
              <w:rPr>
                <w:rFonts w:ascii="Times New Roman" w:hAnsi="Times New Roman"/>
              </w:rPr>
            </w:pPr>
          </w:p>
        </w:tc>
        <w:tc>
          <w:tcPr>
            <w:tcW w:w="7371" w:type="dxa"/>
            <w:gridSpan w:val="2"/>
          </w:tcPr>
          <w:p w:rsidR="003C21AC" w:rsidP="006E0971" w:rsidRDefault="003C21AC" w14:paraId="70A9D18E" w14:textId="3D7E54D9">
            <w:pPr>
              <w:pStyle w:val="Amendement"/>
              <w:tabs>
                <w:tab w:val="clear" w:pos="3310"/>
                <w:tab w:val="clear" w:pos="3600"/>
              </w:tabs>
              <w:ind w:left="-70"/>
              <w:rPr>
                <w:rFonts w:ascii="Times New Roman" w:hAnsi="Times New Roman"/>
              </w:rPr>
            </w:pPr>
            <w:r>
              <w:rPr>
                <w:rFonts w:ascii="Times New Roman" w:hAnsi="Times New Roman"/>
                <w:b w:val="0"/>
              </w:rPr>
              <w:t xml:space="preserve">Ontvangen </w:t>
            </w:r>
            <w:r w:rsidR="002E477A">
              <w:rPr>
                <w:rFonts w:ascii="Times New Roman" w:hAnsi="Times New Roman"/>
                <w:b w:val="0"/>
              </w:rPr>
              <w:t>13 november 2025</w:t>
            </w:r>
          </w:p>
        </w:tc>
      </w:tr>
      <w:tr w:rsidR="00B01BA6" w:rsidTr="00EA1CE4" w14:paraId="6A3F7D2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977" w:type="dxa"/>
          </w:tcPr>
          <w:p w:rsidR="00B01BA6" w:rsidP="006E0971" w:rsidRDefault="00B01BA6" w14:paraId="4F582BE3" w14:textId="77777777">
            <w:pPr>
              <w:pStyle w:val="Amendement"/>
              <w:tabs>
                <w:tab w:val="clear" w:pos="3310"/>
                <w:tab w:val="clear" w:pos="3600"/>
              </w:tabs>
              <w:rPr>
                <w:rFonts w:ascii="Times New Roman" w:hAnsi="Times New Roman"/>
              </w:rPr>
            </w:pPr>
          </w:p>
        </w:tc>
        <w:tc>
          <w:tcPr>
            <w:tcW w:w="7371" w:type="dxa"/>
            <w:gridSpan w:val="2"/>
          </w:tcPr>
          <w:p w:rsidR="00B01BA6" w:rsidP="006E0971" w:rsidRDefault="00B01BA6" w14:paraId="04988553" w14:textId="77777777">
            <w:pPr>
              <w:pStyle w:val="Amendement"/>
              <w:tabs>
                <w:tab w:val="clear" w:pos="3310"/>
                <w:tab w:val="clear" w:pos="3600"/>
              </w:tabs>
              <w:ind w:left="-70"/>
              <w:rPr>
                <w:rFonts w:ascii="Times New Roman" w:hAnsi="Times New Roman"/>
                <w:b w:val="0"/>
              </w:rPr>
            </w:pPr>
          </w:p>
        </w:tc>
      </w:tr>
      <w:tr w:rsidRPr="00EA69AC" w:rsidR="00B01BA6" w:rsidTr="00EA1CE4" w14:paraId="5F3C23D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0348" w:type="dxa"/>
            <w:gridSpan w:val="3"/>
          </w:tcPr>
          <w:p w:rsidRPr="00EA69AC" w:rsidR="00B01BA6" w:rsidP="0088452C" w:rsidRDefault="00B01BA6" w14:paraId="20B1C76B" w14:textId="77777777">
            <w:pPr>
              <w:ind w:firstLine="284"/>
            </w:pPr>
            <w:r w:rsidRPr="00EA69AC">
              <w:t>De ondergetekende stelt het volgende amendement voor:</w:t>
            </w:r>
          </w:p>
        </w:tc>
      </w:tr>
    </w:tbl>
    <w:p w:rsidRPr="00EA69AC" w:rsidR="004330ED" w:rsidP="00D774B3" w:rsidRDefault="004330ED" w14:paraId="213701DD" w14:textId="77777777"/>
    <w:p w:rsidRPr="00EA69AC" w:rsidR="004330ED" w:rsidP="00EA1CE4" w:rsidRDefault="004330ED" w14:paraId="564F3534" w14:textId="77777777">
      <w:r w:rsidRPr="00EA69AC">
        <w:t>I</w:t>
      </w:r>
    </w:p>
    <w:p w:rsidRPr="00EA69AC" w:rsidR="005B1DCC" w:rsidP="00BF623B" w:rsidRDefault="005B1DCC" w14:paraId="37B8F564" w14:textId="77777777"/>
    <w:p w:rsidR="005B1DCC" w:rsidP="0088452C" w:rsidRDefault="005849F3" w14:paraId="4DAACD93" w14:textId="7D0434B0">
      <w:pPr>
        <w:ind w:firstLine="284"/>
      </w:pPr>
      <w:r>
        <w:t xml:space="preserve">In artikel I, onderdeel B, </w:t>
      </w:r>
      <w:r w:rsidR="00560717">
        <w:t xml:space="preserve">onder 3, vervalt in het voorgestelde </w:t>
      </w:r>
      <w:r w:rsidR="00412AD0">
        <w:t>vierde</w:t>
      </w:r>
      <w:r w:rsidR="00DA1808">
        <w:t xml:space="preserve"> lid, onderdeel h, “, gezond gedrag”.</w:t>
      </w:r>
    </w:p>
    <w:p w:rsidR="00815D87" w:rsidP="0088452C" w:rsidRDefault="00815D87" w14:paraId="44EAB4AE" w14:textId="77777777">
      <w:pPr>
        <w:ind w:firstLine="284"/>
      </w:pPr>
    </w:p>
    <w:p w:rsidR="00815D87" w:rsidP="00815D87" w:rsidRDefault="00815D87" w14:paraId="6BF42F44" w14:textId="4B132624">
      <w:r>
        <w:t>II</w:t>
      </w:r>
    </w:p>
    <w:p w:rsidR="00815D87" w:rsidP="00815D87" w:rsidRDefault="00815D87" w14:paraId="136C3872" w14:textId="77777777"/>
    <w:p w:rsidR="00260C8A" w:rsidP="00260C8A" w:rsidRDefault="00260C8A" w14:paraId="4C638368" w14:textId="6E748909">
      <w:pPr>
        <w:ind w:firstLine="284"/>
      </w:pPr>
      <w:r>
        <w:t xml:space="preserve">In artikel II, onderdeel B, onder 3, vervalt in het voorgestelde vierde lid, onderdeel </w:t>
      </w:r>
      <w:r w:rsidR="002C1220">
        <w:t>i</w:t>
      </w:r>
      <w:r>
        <w:t>, “, gezond gedrag”.</w:t>
      </w:r>
    </w:p>
    <w:p w:rsidR="00FA1525" w:rsidP="00260C8A" w:rsidRDefault="00FA1525" w14:paraId="27C527E4" w14:textId="77777777">
      <w:pPr>
        <w:ind w:firstLine="284"/>
      </w:pPr>
    </w:p>
    <w:p w:rsidR="00FA1525" w:rsidP="00FA1525" w:rsidRDefault="00FA1525" w14:paraId="552A7326" w14:textId="46BF3D23">
      <w:r>
        <w:t>III</w:t>
      </w:r>
    </w:p>
    <w:p w:rsidR="00FA1525" w:rsidP="00FA1525" w:rsidRDefault="00FA1525" w14:paraId="61604024" w14:textId="77777777"/>
    <w:p w:rsidR="00046487" w:rsidP="00046487" w:rsidRDefault="00046487" w14:paraId="4EA35E50" w14:textId="342EEE52">
      <w:pPr>
        <w:ind w:firstLine="284"/>
      </w:pPr>
      <w:r>
        <w:t>In artikel II, onderdeel C, onder 3, vervalt in het voorgestelde vierde lid, onderdeel h, “, gezond gedrag”.</w:t>
      </w:r>
    </w:p>
    <w:p w:rsidR="00FA1525" w:rsidP="00FA1525" w:rsidRDefault="00FA1525" w14:paraId="6D66060B" w14:textId="77777777"/>
    <w:p w:rsidR="007167C4" w:rsidP="007167C4" w:rsidRDefault="007167C4" w14:paraId="070B8C3B" w14:textId="4439FD65">
      <w:r>
        <w:t>IV</w:t>
      </w:r>
    </w:p>
    <w:p w:rsidR="007167C4" w:rsidP="007167C4" w:rsidRDefault="007167C4" w14:paraId="610F719F" w14:textId="77777777"/>
    <w:p w:rsidR="007167C4" w:rsidP="007167C4" w:rsidRDefault="007167C4" w14:paraId="2886D7D3" w14:textId="604B3ACC">
      <w:pPr>
        <w:ind w:firstLine="284"/>
      </w:pPr>
      <w:r>
        <w:t>In artikel III, onderdeel B, onder 3, vervalt in het voorgestelde vierde lid, onderdeel h, “, gezond gedrag”.</w:t>
      </w:r>
    </w:p>
    <w:p w:rsidR="000341D9" w:rsidP="000341D9" w:rsidRDefault="000341D9" w14:paraId="7FC3323F" w14:textId="7E6B89ED"/>
    <w:p w:rsidR="000341D9" w:rsidP="000341D9" w:rsidRDefault="000341D9" w14:paraId="52A987E3" w14:textId="10755178">
      <w:r>
        <w:t>V</w:t>
      </w:r>
    </w:p>
    <w:p w:rsidR="000341D9" w:rsidP="000341D9" w:rsidRDefault="000341D9" w14:paraId="4CCEE9E7" w14:textId="77777777"/>
    <w:p w:rsidRPr="00EA69AC" w:rsidR="00815D87" w:rsidP="002E477A" w:rsidRDefault="000341D9" w14:paraId="4E9615C6" w14:textId="3289CAFF">
      <w:pPr>
        <w:ind w:firstLine="284"/>
      </w:pPr>
      <w:r>
        <w:t>In artikel IV, onderdeel A</w:t>
      </w:r>
      <w:r w:rsidR="00390DEF">
        <w:t>,</w:t>
      </w:r>
      <w:r>
        <w:t xml:space="preserve"> vervalt in het voorgestelde </w:t>
      </w:r>
      <w:r w:rsidR="00390DEF">
        <w:t>artikel 2.13</w:t>
      </w:r>
      <w:r w:rsidR="00B950DC">
        <w:t xml:space="preserve">, </w:t>
      </w:r>
      <w:r>
        <w:t xml:space="preserve">vierde lid, onderdeel </w:t>
      </w:r>
      <w:r w:rsidR="00B950DC">
        <w:t>i</w:t>
      </w:r>
      <w:r>
        <w:t>, “</w:t>
      </w:r>
      <w:r w:rsidR="00F74171">
        <w:t>en</w:t>
      </w:r>
      <w:r>
        <w:t xml:space="preserve"> gezond gedrag”.</w:t>
      </w:r>
    </w:p>
    <w:p w:rsidR="00EA1CE4" w:rsidP="00EA1CE4" w:rsidRDefault="00EA1CE4" w14:paraId="2C9D6ED9" w14:textId="77777777"/>
    <w:p w:rsidRPr="00EA69AC" w:rsidR="003C21AC" w:rsidP="00EA1CE4" w:rsidRDefault="003C21AC" w14:paraId="2EB24AA2" w14:textId="77777777">
      <w:pPr>
        <w:rPr>
          <w:b/>
        </w:rPr>
      </w:pPr>
      <w:r w:rsidRPr="00EA69AC">
        <w:rPr>
          <w:b/>
        </w:rPr>
        <w:t>Toelichting</w:t>
      </w:r>
    </w:p>
    <w:p w:rsidRPr="00EA69AC" w:rsidR="003C21AC" w:rsidP="00BF623B" w:rsidRDefault="003C21AC" w14:paraId="08E5ED7D" w14:textId="77777777"/>
    <w:p w:rsidRPr="00C75960" w:rsidR="00C75960" w:rsidP="00C75960" w:rsidRDefault="00C75960" w14:paraId="3D5CD422" w14:textId="77777777">
      <w:r w:rsidRPr="00C75960">
        <w:t xml:space="preserve">De bedoeling van het traject van curriculumherziening is van meet af aan geweest om overladenheid van het programma tegen te gaan. Ondergetekende constateert dat het wetsvoorstel, mede als gevolg van de doelstelling om te harmoniseren tussen sectoren, voor de verschillende sectoren eerder tot uitbreiding dan tot beperking van de wettelijke grondslagen van de kerndoelen leidt. Naast de keuze om ook grondslagen voor burgerschap en digitale vaardigheden te verankeren, wordt bijvoorbeeld ook gezond gedrag als opdracht geformuleerd. </w:t>
      </w:r>
    </w:p>
    <w:p w:rsidRPr="00C75960" w:rsidR="00C75960" w:rsidP="00C75960" w:rsidRDefault="00C75960" w14:paraId="2D42ECE7" w14:textId="77777777">
      <w:r w:rsidRPr="00C75960">
        <w:t xml:space="preserve">Ondergetekende constateert dat in de huidige wetgeving voor het voortgezet onderwijs geen opdracht tot het formuleren van kerndoelen inzake gezond gedrag is te vinden. Deze wetgeving beperkt zich tot </w:t>
      </w:r>
      <w:r w:rsidRPr="00C75960">
        <w:lastRenderedPageBreak/>
        <w:t>aspecten van verzorging. Ondergetekende vindt het vanuit het perspectief van overladenheid onwenselijk dat gezond gedrag voor alle sectoren in de grondslag van de kerndoelen opgenomen wordt.</w:t>
      </w:r>
    </w:p>
    <w:p w:rsidRPr="00C75960" w:rsidR="00C75960" w:rsidP="00C75960" w:rsidRDefault="00C75960" w14:paraId="7B871781" w14:textId="635AECE3">
      <w:r w:rsidRPr="00C75960">
        <w:t>Volgens ondergetekende behoort het bevorderen van gezond gedrag primair tot de verantwoordelijkheid van ouders</w:t>
      </w:r>
      <w:r w:rsidR="002E477A">
        <w:t xml:space="preserve"> en de samenleving</w:t>
      </w:r>
      <w:r w:rsidRPr="00C75960">
        <w:t xml:space="preserve">, niet van scholen. Hij constateert ook dat juist ten aanzien van gezond gedrag vanuit de samenleving geregeld initiatieven ontstaan om het onderwijs een rol te geven in de sfeer van preventie. Ondergetekende vindt dat de grondslag voor de kerndoelen geen ruimte moet bieden om op termijn nieuwe verplichtingen toe te voegen aan de kerndoelen onder de noemer gezond gedrag, hoe sympathiek deze initiatieven vaak ook zijn. De wetgever moet zoveel mogelijk doen om het risico van overladenheid te beperken. De noodzaak tot strikte afbakening van de grondslagen klemt temeer nu de </w:t>
      </w:r>
      <w:proofErr w:type="spellStart"/>
      <w:r w:rsidRPr="00C75960">
        <w:t>nahangbepaling</w:t>
      </w:r>
      <w:proofErr w:type="spellEnd"/>
      <w:r w:rsidRPr="00C75960">
        <w:t xml:space="preserve"> uit de wet wordt geschrapt en de betrokkenheid van het parlement daardoor wordt beperkt.</w:t>
      </w:r>
    </w:p>
    <w:p w:rsidRPr="008467D7" w:rsidR="00E6619B" w:rsidP="00EA1CE4" w:rsidRDefault="00C75960" w14:paraId="77D49692" w14:textId="4895EA06">
      <w:r w:rsidRPr="00C75960">
        <w:t>Dit amendement verwijdert voor alle sectoren de aanduiding ‘gezond gedrag’ uit het wetsvoorstel. Ondergetekende meent dat de verantwoordelijkheid van scholen reeds voldoende wordt geregeld door de verplichte onderdelen biologie, sociale redzaamheid, burgerschap en lichamelijke oefening.</w:t>
      </w:r>
    </w:p>
    <w:p w:rsidRPr="00EA69AC" w:rsidR="005B1DCC" w:rsidP="00BF623B" w:rsidRDefault="005B1DCC" w14:paraId="31A147CA" w14:textId="77777777"/>
    <w:p w:rsidRPr="00EA69AC" w:rsidR="00B4708A" w:rsidP="00EA1CE4" w:rsidRDefault="00C75960" w14:paraId="134BE7D4" w14:textId="4051205B">
      <w:r>
        <w:t>Stoffer</w:t>
      </w:r>
    </w:p>
    <w:sectPr w:rsidRPr="00EA69AC" w:rsidR="00B4708A" w:rsidSect="00EA1CE4">
      <w:endnotePr>
        <w:numFmt w:val="decimal"/>
      </w:endnotePr>
      <w:pgSz w:w="11906" w:h="16838"/>
      <w:pgMar w:top="360" w:right="566" w:bottom="1417" w:left="993" w:header="360"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19887" w14:textId="77777777" w:rsidR="0010398F" w:rsidRDefault="0010398F">
      <w:pPr>
        <w:spacing w:line="20" w:lineRule="exact"/>
      </w:pPr>
    </w:p>
  </w:endnote>
  <w:endnote w:type="continuationSeparator" w:id="0">
    <w:p w14:paraId="24E50BB4" w14:textId="77777777" w:rsidR="0010398F" w:rsidRDefault="0010398F">
      <w:pPr>
        <w:pStyle w:val="Amendement"/>
      </w:pPr>
      <w:r>
        <w:rPr>
          <w:b w:val="0"/>
        </w:rPr>
        <w:t xml:space="preserve"> </w:t>
      </w:r>
    </w:p>
  </w:endnote>
  <w:endnote w:type="continuationNotice" w:id="1">
    <w:p w14:paraId="27301A7B" w14:textId="77777777" w:rsidR="0010398F" w:rsidRDefault="0010398F">
      <w:pPr>
        <w:pStyle w:val="Amendement"/>
      </w:pPr>
      <w:r>
        <w:rPr>
          <w:b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C1F11" w14:textId="77777777" w:rsidR="0010398F" w:rsidRDefault="0010398F">
      <w:pPr>
        <w:pStyle w:val="Amendement"/>
      </w:pPr>
      <w:r>
        <w:rPr>
          <w:b w:val="0"/>
        </w:rPr>
        <w:separator/>
      </w:r>
    </w:p>
  </w:footnote>
  <w:footnote w:type="continuationSeparator" w:id="0">
    <w:p w14:paraId="25D7319B" w14:textId="77777777" w:rsidR="0010398F" w:rsidRDefault="001039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960"/>
    <w:rsid w:val="000341D9"/>
    <w:rsid w:val="00046487"/>
    <w:rsid w:val="0007471A"/>
    <w:rsid w:val="000D17BF"/>
    <w:rsid w:val="0010398F"/>
    <w:rsid w:val="00157CAF"/>
    <w:rsid w:val="001656EE"/>
    <w:rsid w:val="0016653D"/>
    <w:rsid w:val="00181D08"/>
    <w:rsid w:val="001D56AF"/>
    <w:rsid w:val="001E0E21"/>
    <w:rsid w:val="00212E0A"/>
    <w:rsid w:val="002153B0"/>
    <w:rsid w:val="0021777F"/>
    <w:rsid w:val="00241DD0"/>
    <w:rsid w:val="00260C8A"/>
    <w:rsid w:val="002A0713"/>
    <w:rsid w:val="002C1220"/>
    <w:rsid w:val="002E477A"/>
    <w:rsid w:val="00390DEF"/>
    <w:rsid w:val="003C21AC"/>
    <w:rsid w:val="003C5218"/>
    <w:rsid w:val="003C7876"/>
    <w:rsid w:val="003E2308"/>
    <w:rsid w:val="003E2F98"/>
    <w:rsid w:val="00410E47"/>
    <w:rsid w:val="00412AD0"/>
    <w:rsid w:val="0042574B"/>
    <w:rsid w:val="004330ED"/>
    <w:rsid w:val="00481C91"/>
    <w:rsid w:val="004911E3"/>
    <w:rsid w:val="00497D57"/>
    <w:rsid w:val="004A1E29"/>
    <w:rsid w:val="004A7DD4"/>
    <w:rsid w:val="004B50D8"/>
    <w:rsid w:val="004B5B90"/>
    <w:rsid w:val="00501109"/>
    <w:rsid w:val="005013B5"/>
    <w:rsid w:val="00560717"/>
    <w:rsid w:val="005703C9"/>
    <w:rsid w:val="005849F3"/>
    <w:rsid w:val="00597703"/>
    <w:rsid w:val="005A6097"/>
    <w:rsid w:val="005B1DCC"/>
    <w:rsid w:val="005B7323"/>
    <w:rsid w:val="005C25B9"/>
    <w:rsid w:val="006267E6"/>
    <w:rsid w:val="00637A5E"/>
    <w:rsid w:val="006558D2"/>
    <w:rsid w:val="00672D25"/>
    <w:rsid w:val="006738BC"/>
    <w:rsid w:val="006D3E69"/>
    <w:rsid w:val="006E0971"/>
    <w:rsid w:val="007167C4"/>
    <w:rsid w:val="007709F6"/>
    <w:rsid w:val="00783215"/>
    <w:rsid w:val="007965FC"/>
    <w:rsid w:val="007D2608"/>
    <w:rsid w:val="00804FDF"/>
    <w:rsid w:val="00815D87"/>
    <w:rsid w:val="008164E5"/>
    <w:rsid w:val="00830081"/>
    <w:rsid w:val="008467D7"/>
    <w:rsid w:val="00852541"/>
    <w:rsid w:val="00865D47"/>
    <w:rsid w:val="0088452C"/>
    <w:rsid w:val="008D7DCB"/>
    <w:rsid w:val="009055DB"/>
    <w:rsid w:val="00905ECB"/>
    <w:rsid w:val="0096165D"/>
    <w:rsid w:val="00993E91"/>
    <w:rsid w:val="009A409F"/>
    <w:rsid w:val="009B5845"/>
    <w:rsid w:val="009C0C1F"/>
    <w:rsid w:val="00A10505"/>
    <w:rsid w:val="00A1288B"/>
    <w:rsid w:val="00A53203"/>
    <w:rsid w:val="00A772EB"/>
    <w:rsid w:val="00B01BA6"/>
    <w:rsid w:val="00B4708A"/>
    <w:rsid w:val="00B950DC"/>
    <w:rsid w:val="00BD2312"/>
    <w:rsid w:val="00BF623B"/>
    <w:rsid w:val="00C035D4"/>
    <w:rsid w:val="00C679BF"/>
    <w:rsid w:val="00C75960"/>
    <w:rsid w:val="00C81BBD"/>
    <w:rsid w:val="00CD3132"/>
    <w:rsid w:val="00CE27CD"/>
    <w:rsid w:val="00D134F3"/>
    <w:rsid w:val="00D47D01"/>
    <w:rsid w:val="00D774B3"/>
    <w:rsid w:val="00DA1808"/>
    <w:rsid w:val="00DD35A5"/>
    <w:rsid w:val="00DE2948"/>
    <w:rsid w:val="00DF68BE"/>
    <w:rsid w:val="00DF712A"/>
    <w:rsid w:val="00E25DF4"/>
    <w:rsid w:val="00E3485D"/>
    <w:rsid w:val="00E6619B"/>
    <w:rsid w:val="00E908D7"/>
    <w:rsid w:val="00EA1CE4"/>
    <w:rsid w:val="00EA69AC"/>
    <w:rsid w:val="00EB40A1"/>
    <w:rsid w:val="00EC3112"/>
    <w:rsid w:val="00ED5E57"/>
    <w:rsid w:val="00EE1BD8"/>
    <w:rsid w:val="00F74171"/>
    <w:rsid w:val="00FA1525"/>
    <w:rsid w:val="00FA5B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58233"/>
  <w15:docId w15:val="{AA6ED9F6-F761-4D3D-BE44-842FF98E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pPr>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style>
  <w:style w:type="character" w:styleId="Eindnootmarkering">
    <w:name w:val="endnote reference"/>
    <w:semiHidden/>
    <w:rPr>
      <w:sz w:val="20"/>
      <w:vertAlign w:val="superscript"/>
    </w:rPr>
  </w:style>
  <w:style w:type="paragraph" w:styleId="Voetnoottekst">
    <w:name w:val="footnote text"/>
    <w:basedOn w:val="Standaard"/>
    <w:semiHidden/>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sz w:val="24"/>
    </w:rPr>
  </w:style>
  <w:style w:type="character" w:customStyle="1" w:styleId="Alineanummer1">
    <w:name w:val="Alineanummer 1"/>
    <w:rPr>
      <w:sz w:val="20"/>
    </w:rPr>
  </w:style>
  <w:style w:type="character" w:customStyle="1" w:styleId="Bibliografie1">
    <w:name w:val="Bibliografie1"/>
    <w:rPr>
      <w:sz w:val="20"/>
    </w:rPr>
  </w:style>
  <w:style w:type="character" w:customStyle="1" w:styleId="Dokument5">
    <w:name w:val="Dokument 5"/>
    <w:rPr>
      <w:sz w:val="20"/>
    </w:rPr>
  </w:style>
  <w:style w:type="character" w:customStyle="1" w:styleId="Dokument6">
    <w:name w:val="Dokument 6"/>
    <w:rPr>
      <w:sz w:val="20"/>
    </w:rPr>
  </w:style>
  <w:style w:type="character" w:customStyle="1" w:styleId="Dokument4">
    <w:name w:val="Dokument 4"/>
    <w:rPr>
      <w:b/>
      <w:i/>
    </w:rPr>
  </w:style>
  <w:style w:type="character" w:customStyle="1" w:styleId="Alineanummer2">
    <w:name w:val="Alineanummer 2"/>
    <w:rPr>
      <w:sz w:val="20"/>
    </w:rPr>
  </w:style>
  <w:style w:type="paragraph" w:customStyle="1" w:styleId="Dokument1">
    <w:name w:val="Dokument 1"/>
    <w:pPr>
      <w:keepNext/>
      <w:keepLines/>
      <w:widowControl w:val="0"/>
      <w:tabs>
        <w:tab w:val="left" w:pos="-720"/>
      </w:tabs>
      <w:suppressAutoHyphens/>
    </w:pPr>
    <w:rPr>
      <w:rFonts w:ascii="Courier New" w:hAnsi="Courier New"/>
      <w:sz w:val="24"/>
    </w:rPr>
  </w:style>
  <w:style w:type="character" w:customStyle="1" w:styleId="Alineanummer3">
    <w:name w:val="Alineanummer 3"/>
    <w:rPr>
      <w:sz w:val="20"/>
    </w:rPr>
  </w:style>
  <w:style w:type="character" w:customStyle="1" w:styleId="Alineanummer4">
    <w:name w:val="Alineanummer 4"/>
    <w:rPr>
      <w:sz w:val="20"/>
    </w:rPr>
  </w:style>
  <w:style w:type="character" w:customStyle="1" w:styleId="Alineanummer5">
    <w:name w:val="Alineanummer 5"/>
    <w:rPr>
      <w:sz w:val="20"/>
    </w:rPr>
  </w:style>
  <w:style w:type="character" w:customStyle="1" w:styleId="Alineanummer6">
    <w:name w:val="Alineanummer 6"/>
    <w:rPr>
      <w:sz w:val="20"/>
    </w:rPr>
  </w:style>
  <w:style w:type="character" w:customStyle="1" w:styleId="Dokument2">
    <w:name w:val="Dokument 2"/>
    <w:rPr>
      <w:rFonts w:ascii="Courier New" w:hAnsi="Courier New"/>
    </w:rPr>
  </w:style>
  <w:style w:type="character" w:customStyle="1" w:styleId="Alineanummer7">
    <w:name w:val="Alineanummer 7"/>
    <w:rPr>
      <w:sz w:val="20"/>
    </w:rPr>
  </w:style>
  <w:style w:type="character" w:customStyle="1" w:styleId="Alineanummer8">
    <w:name w:val="Alineanummer 8"/>
    <w:rPr>
      <w:sz w:val="20"/>
    </w:rPr>
  </w:style>
  <w:style w:type="character" w:customStyle="1" w:styleId="Techninit">
    <w:name w:val="Techn init"/>
    <w:rPr>
      <w:rFonts w:ascii="Courier New" w:hAnsi="Courier New"/>
    </w:rPr>
  </w:style>
  <w:style w:type="character" w:customStyle="1" w:styleId="Dokuinit">
    <w:name w:val="Doku init"/>
    <w:rPr>
      <w:sz w:val="20"/>
    </w:rPr>
  </w:style>
  <w:style w:type="character" w:customStyle="1" w:styleId="Dokument3">
    <w:name w:val="Dokument 3"/>
    <w:rPr>
      <w:rFonts w:ascii="Courier New" w:hAnsi="Courier New"/>
    </w:rPr>
  </w:style>
  <w:style w:type="character" w:customStyle="1" w:styleId="Dokument7">
    <w:name w:val="Dokument 7"/>
    <w:rPr>
      <w:sz w:val="20"/>
    </w:rPr>
  </w:style>
  <w:style w:type="character" w:customStyle="1" w:styleId="Dokument8">
    <w:name w:val="Dokument 8"/>
    <w:rPr>
      <w:sz w:val="20"/>
    </w:rPr>
  </w:style>
  <w:style w:type="character" w:customStyle="1" w:styleId="Technisch1">
    <w:name w:val="Technisch 1"/>
    <w:rPr>
      <w:rFonts w:ascii="Courier New" w:hAnsi="Courier New"/>
    </w:rPr>
  </w:style>
  <w:style w:type="character" w:customStyle="1" w:styleId="Technisch2">
    <w:name w:val="Technisch 2"/>
    <w:rPr>
      <w:rFonts w:ascii="Courier New" w:hAnsi="Courier New"/>
    </w:rPr>
  </w:style>
  <w:style w:type="character" w:customStyle="1" w:styleId="Technisch3">
    <w:name w:val="Technisch 3"/>
    <w:rPr>
      <w:rFonts w:ascii="Courier New" w:hAnsi="Courier New"/>
    </w:rPr>
  </w:style>
  <w:style w:type="character" w:customStyle="1" w:styleId="Technisch5">
    <w:name w:val="Technisch 5"/>
    <w:rPr>
      <w:sz w:val="20"/>
    </w:rPr>
  </w:style>
  <w:style w:type="character" w:customStyle="1" w:styleId="Technisch6">
    <w:name w:val="Technisch 6"/>
    <w:rPr>
      <w:sz w:val="20"/>
    </w:rPr>
  </w:style>
  <w:style w:type="character" w:customStyle="1" w:styleId="Technisch7">
    <w:name w:val="Technisch 7"/>
    <w:rPr>
      <w:sz w:val="20"/>
    </w:rPr>
  </w:style>
  <w:style w:type="character" w:customStyle="1" w:styleId="Technisch4">
    <w:name w:val="Technisch 4"/>
    <w:rPr>
      <w:sz w:val="20"/>
    </w:rPr>
  </w:style>
  <w:style w:type="character" w:customStyle="1" w:styleId="Technisch8">
    <w:name w:val="Technisch 8"/>
    <w:rPr>
      <w:sz w:val="20"/>
    </w:rPr>
  </w:style>
  <w:style w:type="paragraph" w:customStyle="1" w:styleId="Amendement">
    <w:name w:val="Amendement"/>
    <w:pPr>
      <w:widowControl w:val="0"/>
      <w:tabs>
        <w:tab w:val="left" w:pos="3310"/>
        <w:tab w:val="left" w:pos="3600"/>
      </w:tabs>
      <w:suppressAutoHyphens/>
    </w:pPr>
    <w:rPr>
      <w:rFonts w:ascii="Courier New" w:hAnsi="Courier New"/>
      <w:b/>
      <w:sz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semiHidden/>
    <w:pPr>
      <w:tabs>
        <w:tab w:val="right" w:leader="dot" w:pos="9360"/>
      </w:tabs>
      <w:suppressAutoHyphens/>
      <w:ind w:left="1440" w:right="720" w:hanging="1440"/>
    </w:pPr>
  </w:style>
  <w:style w:type="paragraph" w:styleId="Index2">
    <w:name w:val="index 2"/>
    <w:basedOn w:val="Standaard"/>
    <w:next w:val="Standaard"/>
    <w:semiHidden/>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link w:val="BallontekstChar"/>
    <w:rsid w:val="006267E6"/>
    <w:rPr>
      <w:rFonts w:ascii="Tahoma" w:hAnsi="Tahoma" w:cs="Tahoma"/>
      <w:sz w:val="16"/>
      <w:szCs w:val="16"/>
    </w:rPr>
  </w:style>
  <w:style w:type="character" w:customStyle="1" w:styleId="BallontekstChar">
    <w:name w:val="Ballontekst Char"/>
    <w:link w:val="Ballontekst"/>
    <w:rsid w:val="006267E6"/>
    <w:rPr>
      <w:rFonts w:ascii="Tahoma" w:hAnsi="Tahoma" w:cs="Tahoma"/>
      <w:sz w:val="16"/>
      <w:szCs w:val="16"/>
    </w:rPr>
  </w:style>
  <w:style w:type="paragraph" w:styleId="Revisie">
    <w:name w:val="Revision"/>
    <w:hidden/>
    <w:uiPriority w:val="99"/>
    <w:semiHidden/>
    <w:rsid w:val="00F74171"/>
    <w:rPr>
      <w:sz w:val="24"/>
    </w:rPr>
  </w:style>
  <w:style w:type="character" w:styleId="Verwijzingopmerking">
    <w:name w:val="annotation reference"/>
    <w:basedOn w:val="Standaardalinea-lettertype"/>
    <w:semiHidden/>
    <w:unhideWhenUsed/>
    <w:rsid w:val="00F74171"/>
    <w:rPr>
      <w:sz w:val="16"/>
      <w:szCs w:val="16"/>
    </w:rPr>
  </w:style>
  <w:style w:type="paragraph" w:styleId="Tekstopmerking">
    <w:name w:val="annotation text"/>
    <w:basedOn w:val="Standaard"/>
    <w:link w:val="TekstopmerkingChar"/>
    <w:unhideWhenUsed/>
    <w:rsid w:val="00F74171"/>
    <w:rPr>
      <w:sz w:val="20"/>
    </w:rPr>
  </w:style>
  <w:style w:type="character" w:customStyle="1" w:styleId="TekstopmerkingChar">
    <w:name w:val="Tekst opmerking Char"/>
    <w:basedOn w:val="Standaardalinea-lettertype"/>
    <w:link w:val="Tekstopmerking"/>
    <w:rsid w:val="00F74171"/>
  </w:style>
  <w:style w:type="paragraph" w:styleId="Onderwerpvanopmerking">
    <w:name w:val="annotation subject"/>
    <w:basedOn w:val="Tekstopmerking"/>
    <w:next w:val="Tekstopmerking"/>
    <w:link w:val="OnderwerpvanopmerkingChar"/>
    <w:semiHidden/>
    <w:unhideWhenUsed/>
    <w:rsid w:val="00F74171"/>
    <w:rPr>
      <w:b/>
      <w:bCs/>
    </w:rPr>
  </w:style>
  <w:style w:type="character" w:customStyle="1" w:styleId="OnderwerpvanopmerkingChar">
    <w:name w:val="Onderwerp van opmerking Char"/>
    <w:basedOn w:val="TekstopmerkingChar"/>
    <w:link w:val="Onderwerpvanopmerking"/>
    <w:semiHidden/>
    <w:rsid w:val="00F741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notes" Target="footnotes.xml" Id="rId7"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am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2</ap:Pages>
  <ap:Words>493</ap:Words>
  <ap:Characters>2714</ap:Characters>
  <ap:DocSecurity>4</ap:DocSecurity>
  <ap:Lines>22</ap:Lines>
  <ap:Paragraphs>6</ap:Paragraphs>
  <ap:ScaleCrop>false</ap:ScaleCrop>
  <ap:HeadingPairs>
    <vt:vector baseType="variant" size="2">
      <vt:variant>
        <vt:lpstr>Titel</vt:lpstr>
      </vt:variant>
      <vt:variant>
        <vt:i4>1</vt:i4>
      </vt:variant>
    </vt:vector>
  </ap:HeadingPairs>
  <ap:TitlesOfParts>
    <vt:vector baseType="lpstr" size="1">
      <vt:lpstr>amt</vt:lpstr>
    </vt:vector>
  </ap:TitlesOfParts>
  <ap:LinksUpToDate>false</ap:LinksUpToDate>
  <ap:CharactersWithSpaces>3201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2005-08-22T11:50:00.0000000Z</lastPrinted>
  <dcterms:created xsi:type="dcterms:W3CDTF">2025-11-13T14:49:00.0000000Z</dcterms:created>
  <dcterms:modified xsi:type="dcterms:W3CDTF">2025-11-13T14:49:00.0000000Z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