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6590"/>
      </w:tblGrid>
      <w:tr w:rsidRPr="00A069BD" w:rsidR="00CB3578" w:rsidTr="00F13442" w14:paraId="642A6EBE" w14:textId="77777777">
        <w:trPr>
          <w:cantSplit/>
        </w:trPr>
        <w:tc>
          <w:tcPr>
            <w:tcW w:w="91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A069BD" w:rsidR="00CB3578" w:rsidP="006B0B64" w:rsidRDefault="00497A1C" w14:paraId="0B3750FB" w14:textId="66A7CE68">
            <w:pPr>
              <w:pStyle w:val="Amendemen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Pr="00A069BD" w:rsidR="00CB3578" w:rsidTr="00A11E73" w14:paraId="69DB0D05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Pr="00A069BD" w:rsidR="00CB3578" w:rsidRDefault="00CB3578" w14:paraId="4AE76CC1" w14:textId="77777777">
            <w:pPr>
              <w:pStyle w:val="Amendement"/>
              <w:rPr>
                <w:rFonts w:ascii="Times New Roman" w:hAnsi="Times New Roman" w:cs="Times New Roman"/>
              </w:rPr>
            </w:pPr>
          </w:p>
        </w:tc>
        <w:tc>
          <w:tcPr>
            <w:tcW w:w="6590" w:type="dxa"/>
            <w:tcBorders>
              <w:top w:val="nil"/>
              <w:left w:val="nil"/>
              <w:bottom w:val="nil"/>
              <w:right w:val="nil"/>
            </w:tcBorders>
          </w:tcPr>
          <w:p w:rsidRPr="00A069BD" w:rsidR="00CB3578" w:rsidRDefault="00CB3578" w14:paraId="2B43FA03" w14:textId="77777777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Pr="00A069BD" w:rsidR="002A727C" w:rsidTr="00A11E73" w14:paraId="2989E5CA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Pr="00A069BD" w:rsidR="002A727C" w:rsidP="00F13442" w:rsidRDefault="007C76CB" w14:paraId="138F610B" w14:textId="359291C7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36 84</w:t>
            </w:r>
            <w:r w:rsidR="008D1DB8"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6590" w:type="dxa"/>
            <w:tcBorders>
              <w:top w:val="nil"/>
              <w:left w:val="nil"/>
              <w:bottom w:val="nil"/>
              <w:right w:val="nil"/>
            </w:tcBorders>
          </w:tcPr>
          <w:p w:rsidRPr="00A069BD" w:rsidR="002A727C" w:rsidRDefault="00333185" w14:paraId="7E8AAFDE" w14:textId="5D968C13">
            <w:pPr>
              <w:rPr>
                <w:rFonts w:ascii="Times New Roman" w:hAnsi="Times New Roman"/>
                <w:b/>
                <w:sz w:val="24"/>
              </w:rPr>
            </w:pPr>
            <w:bookmarkStart w:name="_Hlk169509805" w:id="0"/>
            <w:bookmarkStart w:name="_Hlk165456341" w:id="1"/>
            <w:r w:rsidRPr="00A069BD">
              <w:rPr>
                <w:rFonts w:ascii="Times New Roman" w:hAnsi="Times New Roman"/>
                <w:b/>
                <w:bCs/>
                <w:sz w:val="24"/>
              </w:rPr>
              <w:t xml:space="preserve">Voorstel van wet van </w:t>
            </w:r>
            <w:r w:rsidR="00B5503D">
              <w:rPr>
                <w:rFonts w:ascii="Times New Roman" w:hAnsi="Times New Roman"/>
                <w:b/>
                <w:bCs/>
                <w:sz w:val="24"/>
              </w:rPr>
              <w:t>de leden</w:t>
            </w:r>
            <w:r w:rsidRPr="00A069BD">
              <w:rPr>
                <w:rFonts w:ascii="Times New Roman" w:hAnsi="Times New Roman"/>
                <w:b/>
                <w:bCs/>
                <w:sz w:val="24"/>
              </w:rPr>
              <w:t xml:space="preserve"> Holman</w:t>
            </w:r>
            <w:r w:rsidR="00B5503D">
              <w:rPr>
                <w:rFonts w:ascii="Times New Roman" w:hAnsi="Times New Roman"/>
                <w:b/>
                <w:bCs/>
                <w:sz w:val="24"/>
              </w:rPr>
              <w:t xml:space="preserve"> en Grinwis</w:t>
            </w:r>
            <w:r w:rsidRPr="00A069BD">
              <w:rPr>
                <w:rFonts w:ascii="Times New Roman" w:hAnsi="Times New Roman"/>
                <w:b/>
                <w:bCs/>
                <w:sz w:val="24"/>
              </w:rPr>
              <w:t xml:space="preserve"> tot wijziging van de Meststoffenwet, de Omgevingswet en de Wet op de economische delicten</w:t>
            </w:r>
            <w:r w:rsidRPr="00A069BD" w:rsidDel="00A32859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A069BD">
              <w:rPr>
                <w:rFonts w:ascii="Times New Roman" w:hAnsi="Times New Roman"/>
                <w:b/>
                <w:bCs/>
                <w:sz w:val="24"/>
              </w:rPr>
              <w:t xml:space="preserve">in verband met de </w:t>
            </w:r>
            <w:bookmarkEnd w:id="0"/>
            <w:r w:rsidRPr="00A069BD">
              <w:rPr>
                <w:rFonts w:ascii="Times New Roman" w:hAnsi="Times New Roman"/>
                <w:b/>
                <w:bCs/>
                <w:sz w:val="24"/>
              </w:rPr>
              <w:t xml:space="preserve">invoering van een grondgebonden melkveehouderij, de aanwijzing van maatschappelijke landbouwgebieden en een verantwoorde mestafzet </w:t>
            </w:r>
            <w:bookmarkEnd w:id="1"/>
            <w:r w:rsidRPr="00A069BD">
              <w:rPr>
                <w:rFonts w:ascii="Times New Roman" w:hAnsi="Times New Roman"/>
                <w:b/>
                <w:bCs/>
                <w:sz w:val="24"/>
              </w:rPr>
              <w:t xml:space="preserve">(Wet grondgebondenheid en verantwoorde mestafzet) </w:t>
            </w:r>
            <w:r w:rsidRPr="00A069BD">
              <w:rPr>
                <w:rFonts w:ascii="Times New Roman" w:hAnsi="Times New Roman"/>
                <w:b/>
                <w:sz w:val="24"/>
              </w:rPr>
              <w:tab/>
            </w:r>
            <w:r w:rsidRPr="00A069BD">
              <w:rPr>
                <w:rFonts w:ascii="Times New Roman" w:hAnsi="Times New Roman"/>
                <w:b/>
                <w:sz w:val="24"/>
              </w:rPr>
              <w:tab/>
            </w:r>
          </w:p>
        </w:tc>
      </w:tr>
      <w:tr w:rsidRPr="00A069BD" w:rsidR="00CB3578" w:rsidTr="00A11E73" w14:paraId="4AE77276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Pr="00A069BD" w:rsidR="00CB3578" w:rsidRDefault="00CB3578" w14:paraId="2A413FE4" w14:textId="77777777">
            <w:pPr>
              <w:pStyle w:val="Amendement"/>
              <w:rPr>
                <w:rFonts w:ascii="Times New Roman" w:hAnsi="Times New Roman" w:cs="Times New Roman"/>
              </w:rPr>
            </w:pPr>
          </w:p>
        </w:tc>
        <w:tc>
          <w:tcPr>
            <w:tcW w:w="6590" w:type="dxa"/>
            <w:tcBorders>
              <w:top w:val="nil"/>
              <w:left w:val="nil"/>
              <w:bottom w:val="nil"/>
              <w:right w:val="nil"/>
            </w:tcBorders>
          </w:tcPr>
          <w:p w:rsidRPr="00A069BD" w:rsidR="00CB3578" w:rsidRDefault="00CB3578" w14:paraId="243CC893" w14:textId="77777777">
            <w:pPr>
              <w:pStyle w:val="Amendement"/>
              <w:rPr>
                <w:rFonts w:ascii="Times New Roman" w:hAnsi="Times New Roman" w:cs="Times New Roman"/>
              </w:rPr>
            </w:pPr>
          </w:p>
        </w:tc>
      </w:tr>
      <w:tr w:rsidRPr="00A069BD" w:rsidR="00CB3578" w:rsidTr="00A11E73" w14:paraId="4B661C2B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Pr="00A069BD" w:rsidR="00CB3578" w:rsidRDefault="00CB3578" w14:paraId="2C1F0883" w14:textId="77777777">
            <w:pPr>
              <w:pStyle w:val="Amendement"/>
              <w:rPr>
                <w:rFonts w:ascii="Times New Roman" w:hAnsi="Times New Roman" w:cs="Times New Roman"/>
              </w:rPr>
            </w:pPr>
          </w:p>
        </w:tc>
        <w:tc>
          <w:tcPr>
            <w:tcW w:w="6590" w:type="dxa"/>
            <w:tcBorders>
              <w:top w:val="nil"/>
              <w:left w:val="nil"/>
              <w:bottom w:val="nil"/>
              <w:right w:val="nil"/>
            </w:tcBorders>
          </w:tcPr>
          <w:p w:rsidRPr="00A069BD" w:rsidR="00CB3578" w:rsidRDefault="00CB3578" w14:paraId="3D9655CB" w14:textId="77777777">
            <w:pPr>
              <w:pStyle w:val="Amendement"/>
              <w:rPr>
                <w:rFonts w:ascii="Times New Roman" w:hAnsi="Times New Roman" w:cs="Times New Roman"/>
              </w:rPr>
            </w:pPr>
          </w:p>
        </w:tc>
      </w:tr>
      <w:tr w:rsidRPr="00A069BD" w:rsidR="00CB3578" w:rsidTr="00A11E73" w14:paraId="2883A059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Pr="00A069BD" w:rsidR="00CB3578" w:rsidRDefault="00CB3578" w14:paraId="27538C24" w14:textId="002568CB">
            <w:pPr>
              <w:pStyle w:val="Amendement"/>
              <w:rPr>
                <w:rFonts w:ascii="Times New Roman" w:hAnsi="Times New Roman" w:cs="Times New Roman"/>
              </w:rPr>
            </w:pPr>
            <w:r w:rsidRPr="00A069BD">
              <w:rPr>
                <w:rFonts w:ascii="Times New Roman" w:hAnsi="Times New Roman" w:cs="Times New Roman"/>
              </w:rPr>
              <w:t xml:space="preserve">Nr. </w:t>
            </w:r>
            <w:r w:rsidR="00907A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90" w:type="dxa"/>
            <w:tcBorders>
              <w:top w:val="nil"/>
              <w:left w:val="nil"/>
              <w:bottom w:val="nil"/>
              <w:right w:val="nil"/>
            </w:tcBorders>
          </w:tcPr>
          <w:p w:rsidRPr="00A069BD" w:rsidR="00CB3578" w:rsidRDefault="00907A6E" w14:paraId="4B3417D8" w14:textId="767BA064">
            <w:pPr>
              <w:pStyle w:val="Amendemen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GELEIDENDE BRIEF</w:t>
            </w:r>
          </w:p>
        </w:tc>
      </w:tr>
      <w:tr w:rsidRPr="00A069BD" w:rsidR="00CB3578" w:rsidTr="00A11E73" w14:paraId="47D0576D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Pr="00A069BD" w:rsidR="00CB3578" w:rsidP="00D55648" w:rsidRDefault="00CB3578" w14:paraId="5CAB38DE" w14:textId="77777777">
            <w:pPr>
              <w:pStyle w:val="Amendement"/>
              <w:rPr>
                <w:rFonts w:ascii="Times New Roman" w:hAnsi="Times New Roman" w:cs="Times New Roman"/>
              </w:rPr>
            </w:pPr>
          </w:p>
        </w:tc>
        <w:tc>
          <w:tcPr>
            <w:tcW w:w="6590" w:type="dxa"/>
            <w:tcBorders>
              <w:top w:val="nil"/>
              <w:left w:val="nil"/>
              <w:bottom w:val="nil"/>
              <w:right w:val="nil"/>
            </w:tcBorders>
          </w:tcPr>
          <w:p w:rsidRPr="00A069BD" w:rsidR="00CB3578" w:rsidRDefault="00CB3578" w14:paraId="2FB181E1" w14:textId="77777777">
            <w:pPr>
              <w:pStyle w:val="Amendement"/>
              <w:rPr>
                <w:rFonts w:ascii="Times New Roman" w:hAnsi="Times New Roman" w:cs="Times New Roman"/>
              </w:rPr>
            </w:pPr>
          </w:p>
        </w:tc>
      </w:tr>
    </w:tbl>
    <w:p w:rsidR="00C31C9D" w:rsidP="00C31C9D" w:rsidRDefault="00C31C9D" w14:paraId="127BB53A" w14:textId="7777777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  <w:r w:rsidRPr="00472297">
        <w:rPr>
          <w:rFonts w:ascii="Times New Roman" w:hAnsi="Times New Roman"/>
          <w:sz w:val="24"/>
          <w:szCs w:val="20"/>
        </w:rPr>
        <w:t xml:space="preserve">Aan de Voorzitter van de Tweede Kamer der Staten-Generaal </w:t>
      </w:r>
    </w:p>
    <w:p w:rsidR="00C31C9D" w:rsidP="00C31C9D" w:rsidRDefault="00C31C9D" w14:paraId="2EE436C8" w14:textId="7777777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C31C9D" w:rsidP="00C31C9D" w:rsidRDefault="00C31C9D" w14:paraId="04165FCA" w14:textId="3AC136A0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  <w:r w:rsidRPr="00472297">
        <w:rPr>
          <w:rFonts w:ascii="Times New Roman" w:hAnsi="Times New Roman"/>
          <w:sz w:val="24"/>
          <w:szCs w:val="20"/>
        </w:rPr>
        <w:t xml:space="preserve">’s-Gravenhage, </w:t>
      </w:r>
      <w:r>
        <w:rPr>
          <w:rFonts w:ascii="Times New Roman" w:hAnsi="Times New Roman"/>
          <w:sz w:val="24"/>
          <w:szCs w:val="20"/>
        </w:rPr>
        <w:t>1</w:t>
      </w:r>
      <w:r w:rsidR="007C76CB">
        <w:rPr>
          <w:rFonts w:ascii="Times New Roman" w:hAnsi="Times New Roman"/>
          <w:sz w:val="24"/>
          <w:szCs w:val="20"/>
        </w:rPr>
        <w:t>1</w:t>
      </w:r>
      <w:r>
        <w:rPr>
          <w:rFonts w:ascii="Times New Roman" w:hAnsi="Times New Roman"/>
          <w:sz w:val="24"/>
          <w:szCs w:val="20"/>
        </w:rPr>
        <w:t xml:space="preserve"> november 2025</w:t>
      </w:r>
    </w:p>
    <w:p w:rsidR="00C31C9D" w:rsidP="00C31C9D" w:rsidRDefault="00C31C9D" w14:paraId="696586A5" w14:textId="7777777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C31C9D" w:rsidP="00C31C9D" w:rsidRDefault="00C31C9D" w14:paraId="76EB65F8" w14:textId="6FE13FA2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  <w:r w:rsidRPr="00472297">
        <w:rPr>
          <w:rFonts w:ascii="Times New Roman" w:hAnsi="Times New Roman"/>
          <w:sz w:val="24"/>
          <w:szCs w:val="20"/>
        </w:rPr>
        <w:t>Hierbij doe</w:t>
      </w:r>
      <w:r w:rsidR="00B1556A">
        <w:rPr>
          <w:rFonts w:ascii="Times New Roman" w:hAnsi="Times New Roman"/>
          <w:sz w:val="24"/>
          <w:szCs w:val="20"/>
        </w:rPr>
        <w:t>n</w:t>
      </w:r>
      <w:r w:rsidRPr="00472297">
        <w:rPr>
          <w:rFonts w:ascii="Times New Roman" w:hAnsi="Times New Roman"/>
          <w:sz w:val="24"/>
          <w:szCs w:val="20"/>
        </w:rPr>
        <w:t xml:space="preserve"> </w:t>
      </w:r>
      <w:r w:rsidR="00B1556A">
        <w:rPr>
          <w:rFonts w:ascii="Times New Roman" w:hAnsi="Times New Roman"/>
          <w:sz w:val="24"/>
          <w:szCs w:val="20"/>
        </w:rPr>
        <w:t>wij</w:t>
      </w:r>
      <w:r w:rsidRPr="00472297">
        <w:rPr>
          <w:rFonts w:ascii="Times New Roman" w:hAnsi="Times New Roman"/>
          <w:sz w:val="24"/>
          <w:szCs w:val="20"/>
        </w:rPr>
        <w:t xml:space="preserve"> u overeenkomstig het bepaalde in artikel </w:t>
      </w:r>
      <w:r>
        <w:rPr>
          <w:rFonts w:ascii="Times New Roman" w:hAnsi="Times New Roman"/>
          <w:sz w:val="24"/>
          <w:szCs w:val="20"/>
        </w:rPr>
        <w:t>9.21</w:t>
      </w:r>
      <w:r w:rsidRPr="00472297">
        <w:rPr>
          <w:rFonts w:ascii="Times New Roman" w:hAnsi="Times New Roman"/>
          <w:sz w:val="24"/>
          <w:szCs w:val="20"/>
        </w:rPr>
        <w:t xml:space="preserve"> van het Reglement van Orde een voorstel van wet toekomen </w:t>
      </w:r>
      <w:r w:rsidR="00974628">
        <w:rPr>
          <w:rFonts w:ascii="Times New Roman" w:hAnsi="Times New Roman"/>
          <w:sz w:val="24"/>
          <w:szCs w:val="20"/>
        </w:rPr>
        <w:t xml:space="preserve">tot </w:t>
      </w:r>
      <w:r w:rsidRPr="00974628" w:rsidR="001114E5">
        <w:rPr>
          <w:rFonts w:ascii="Times New Roman" w:hAnsi="Times New Roman"/>
          <w:sz w:val="24"/>
        </w:rPr>
        <w:t>wijziging van de Meststoffenwet, de Omgevingswet en de Wet op de economische delicten</w:t>
      </w:r>
      <w:r w:rsidRPr="00974628" w:rsidDel="00A32859" w:rsidR="001114E5">
        <w:rPr>
          <w:rFonts w:ascii="Times New Roman" w:hAnsi="Times New Roman"/>
          <w:sz w:val="24"/>
        </w:rPr>
        <w:t xml:space="preserve"> </w:t>
      </w:r>
      <w:r w:rsidRPr="00974628" w:rsidR="001114E5">
        <w:rPr>
          <w:rFonts w:ascii="Times New Roman" w:hAnsi="Times New Roman"/>
          <w:sz w:val="24"/>
        </w:rPr>
        <w:t>in verband met de invoering van een grondgebonden melkveehouderij, de aanwijzing van maatschappelijke landbouwgebieden en een verantwoorde mestafzet (Wet grondgebondenheid en verantwoorde mestafzet)</w:t>
      </w:r>
      <w:r w:rsidR="00974628">
        <w:rPr>
          <w:rFonts w:ascii="Times New Roman" w:hAnsi="Times New Roman"/>
          <w:sz w:val="24"/>
        </w:rPr>
        <w:t>.</w:t>
      </w:r>
      <w:r w:rsidRPr="00974628" w:rsidR="001114E5">
        <w:rPr>
          <w:rFonts w:ascii="Times New Roman" w:hAnsi="Times New Roman"/>
          <w:sz w:val="24"/>
        </w:rPr>
        <w:t xml:space="preserve"> </w:t>
      </w:r>
      <w:r w:rsidRPr="004E673C">
        <w:rPr>
          <w:rFonts w:ascii="Times New Roman" w:hAnsi="Times New Roman"/>
          <w:bCs/>
          <w:sz w:val="24"/>
          <w:szCs w:val="20"/>
        </w:rPr>
        <w:t>De toelichtende memorie, die het voorstel van wet vergezelt, bevat de gronden waarop het rust.</w:t>
      </w:r>
    </w:p>
    <w:p w:rsidR="00C31C9D" w:rsidP="00C31C9D" w:rsidRDefault="00C31C9D" w14:paraId="3FB3C8DD" w14:textId="77777777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</w:p>
    <w:p w:rsidR="00C31C9D" w:rsidP="00C31C9D" w:rsidRDefault="00974628" w14:paraId="6F2DA42B" w14:textId="5E9EE58A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Holman</w:t>
      </w:r>
    </w:p>
    <w:p w:rsidR="00974628" w:rsidP="00C31C9D" w:rsidRDefault="00974628" w14:paraId="6989E898" w14:textId="393C677B">
      <w:pPr>
        <w:tabs>
          <w:tab w:val="left" w:pos="284"/>
          <w:tab w:val="left" w:pos="567"/>
          <w:tab w:val="left" w:pos="851"/>
        </w:tabs>
        <w:ind w:right="-2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Grinwis</w:t>
      </w:r>
    </w:p>
    <w:p w:rsidRPr="00A069BD" w:rsidR="00CB3578" w:rsidP="00C31C9D" w:rsidRDefault="00CB3578" w14:paraId="1EB6BD67" w14:textId="5E343955">
      <w:pPr>
        <w:rPr>
          <w:rFonts w:ascii="Times New Roman" w:hAnsi="Times New Roman"/>
          <w:sz w:val="24"/>
        </w:rPr>
      </w:pPr>
    </w:p>
    <w:sectPr w:rsidRPr="00A069BD" w:rsidR="00CB3578" w:rsidSect="00B5503D">
      <w:footerReference w:type="even" r:id="rId11"/>
      <w:footerReference w:type="default" r:id="rId12"/>
      <w:footerReference w:type="first" r:id="rId13"/>
      <w:pgSz w:w="11906" w:h="16838" w:code="9"/>
      <w:pgMar w:top="1418" w:right="1418" w:bottom="1418" w:left="1418" w:header="357" w:footer="1440" w:gutter="0"/>
      <w:pgNumType w:start="1"/>
      <w:cols w:space="708"/>
      <w:noEndnote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71064" w14:textId="77777777" w:rsidR="007171A0" w:rsidRDefault="007171A0">
      <w:pPr>
        <w:spacing w:line="20" w:lineRule="exact"/>
      </w:pPr>
    </w:p>
  </w:endnote>
  <w:endnote w:type="continuationSeparator" w:id="0">
    <w:p w14:paraId="00A33A2A" w14:textId="77777777" w:rsidR="007171A0" w:rsidRDefault="007171A0">
      <w:pPr>
        <w:pStyle w:val="Amendement"/>
      </w:pPr>
      <w:r>
        <w:rPr>
          <w:b w:val="0"/>
          <w:bCs w:val="0"/>
        </w:rPr>
        <w:t xml:space="preserve"> </w:t>
      </w:r>
    </w:p>
  </w:endnote>
  <w:endnote w:type="continuationNotice" w:id="1">
    <w:p w14:paraId="0A5C125F" w14:textId="77777777" w:rsidR="007171A0" w:rsidRDefault="007171A0">
      <w:pPr>
        <w:pStyle w:val="Amendement"/>
      </w:pPr>
      <w:r>
        <w:rPr>
          <w:b w:val="0"/>
          <w:bCs w:val="0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173B1" w14:textId="68E3DEFD" w:rsidR="002168F4" w:rsidRDefault="00BB559D" w:rsidP="00826224">
    <w:pPr>
      <w:pStyle w:val="Voettekst"/>
      <w:framePr w:wrap="around" w:vAnchor="text" w:hAnchor="margin" w:xAlign="right" w:y="1"/>
      <w:rPr>
        <w:rStyle w:val="Paginanummer"/>
      </w:rPr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8EE75D1" wp14:editId="78FB365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986155" cy="345440"/>
              <wp:effectExtent l="0" t="0" r="4445" b="0"/>
              <wp:wrapNone/>
              <wp:docPr id="1240832703" name="Tekstvak 2" descr="Intern gebruik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15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B1BD00" w14:textId="1AAC56DC" w:rsidR="00BB559D" w:rsidRPr="00BB559D" w:rsidRDefault="00BB559D" w:rsidP="00BB559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BB559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Intern gebruik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EE75D1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alt="Intern gebruik" style="position:absolute;margin-left:0;margin-top:0;width:77.65pt;height:27.2pt;z-index:25165824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" filled="f" stroked="f">
              <v:textbox style="mso-fit-shape-to-text:t" inset="20pt,0,0,15pt">
                <w:txbxContent>
                  <w:p w14:paraId="01B1BD00" w14:textId="1AAC56DC" w:rsidR="00BB559D" w:rsidRPr="00BB559D" w:rsidRDefault="00BB559D" w:rsidP="00BB559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BB559D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Intern gebruik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168F4">
      <w:rPr>
        <w:rStyle w:val="Paginanummer"/>
      </w:rPr>
      <w:fldChar w:fldCharType="begin"/>
    </w:r>
    <w:r w:rsidR="002168F4">
      <w:rPr>
        <w:rStyle w:val="Paginanummer"/>
      </w:rPr>
      <w:instrText xml:space="preserve">PAGE  </w:instrText>
    </w:r>
    <w:r w:rsidR="002168F4">
      <w:rPr>
        <w:rStyle w:val="Paginanummer"/>
      </w:rPr>
      <w:fldChar w:fldCharType="end"/>
    </w:r>
  </w:p>
  <w:p w14:paraId="42302FC2" w14:textId="77777777" w:rsidR="002168F4" w:rsidRDefault="002168F4" w:rsidP="002168F4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66D91" w14:textId="6DA24313" w:rsidR="002168F4" w:rsidRPr="002168F4" w:rsidRDefault="00BB559D" w:rsidP="00826224">
    <w:pPr>
      <w:pStyle w:val="Voettekst"/>
      <w:framePr w:wrap="around" w:vAnchor="text" w:hAnchor="margin" w:xAlign="right" w:y="1"/>
      <w:rPr>
        <w:rStyle w:val="Paginanummer"/>
        <w:rFonts w:ascii="Times New Roman" w:hAnsi="Times New Roman"/>
      </w:rPr>
    </w:pPr>
    <w:r>
      <w:rPr>
        <w:rFonts w:ascii="Times New Roman" w:hAnsi="Times New Roman"/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04F432E2" wp14:editId="3C895B82">
              <wp:simplePos x="6600825" y="9629775"/>
              <wp:positionH relativeFrom="page">
                <wp:align>left</wp:align>
              </wp:positionH>
              <wp:positionV relativeFrom="page">
                <wp:align>bottom</wp:align>
              </wp:positionV>
              <wp:extent cx="986155" cy="345440"/>
              <wp:effectExtent l="0" t="0" r="4445" b="0"/>
              <wp:wrapNone/>
              <wp:docPr id="236258833" name="Tekstvak 3" descr="Intern gebruik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15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CFDBA2" w14:textId="79299264" w:rsidR="00BB559D" w:rsidRPr="00BB559D" w:rsidRDefault="00BB559D" w:rsidP="00BB559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BB559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Intern gebruik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F432E2" id="_x0000_t202" coordsize="21600,21600" o:spt="202" path="m,l,21600r21600,l21600,xe">
              <v:stroke joinstyle="miter"/>
              <v:path gradientshapeok="t" o:connecttype="rect"/>
            </v:shapetype>
            <v:shape id="Tekstvak 3" o:spid="_x0000_s1027" type="#_x0000_t202" alt="Intern gebruik" style="position:absolute;margin-left:0;margin-top:0;width:77.65pt;height:27.2pt;z-index:25165824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" filled="f" stroked="f">
              <v:textbox style="mso-fit-shape-to-text:t" inset="20pt,0,0,15pt">
                <w:txbxContent>
                  <w:p w14:paraId="18CFDBA2" w14:textId="79299264" w:rsidR="00BB559D" w:rsidRPr="00BB559D" w:rsidRDefault="00BB559D" w:rsidP="00BB559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BB559D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Intern gebruik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168F4" w:rsidRPr="002168F4">
      <w:rPr>
        <w:rStyle w:val="Paginanummer"/>
        <w:rFonts w:ascii="Times New Roman" w:hAnsi="Times New Roman"/>
      </w:rPr>
      <w:fldChar w:fldCharType="begin"/>
    </w:r>
    <w:r w:rsidR="002168F4" w:rsidRPr="002168F4">
      <w:rPr>
        <w:rStyle w:val="Paginanummer"/>
        <w:rFonts w:ascii="Times New Roman" w:hAnsi="Times New Roman"/>
      </w:rPr>
      <w:instrText xml:space="preserve">PAGE  </w:instrText>
    </w:r>
    <w:r w:rsidR="002168F4" w:rsidRPr="002168F4">
      <w:rPr>
        <w:rStyle w:val="Paginanummer"/>
        <w:rFonts w:ascii="Times New Roman" w:hAnsi="Times New Roman"/>
      </w:rPr>
      <w:fldChar w:fldCharType="separate"/>
    </w:r>
    <w:r w:rsidR="00A2521E">
      <w:rPr>
        <w:rStyle w:val="Paginanummer"/>
        <w:rFonts w:ascii="Times New Roman" w:hAnsi="Times New Roman"/>
        <w:noProof/>
      </w:rPr>
      <w:t>1</w:t>
    </w:r>
    <w:r w:rsidR="002168F4" w:rsidRPr="002168F4">
      <w:rPr>
        <w:rStyle w:val="Paginanummer"/>
        <w:rFonts w:ascii="Times New Roman" w:hAnsi="Times New Roman"/>
      </w:rPr>
      <w:fldChar w:fldCharType="end"/>
    </w:r>
  </w:p>
  <w:p w14:paraId="2DA6269F" w14:textId="77777777" w:rsidR="002168F4" w:rsidRPr="002168F4" w:rsidRDefault="002168F4" w:rsidP="002168F4">
    <w:pPr>
      <w:pStyle w:val="Voettekst"/>
      <w:ind w:right="360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C4C9F" w14:textId="20FE4786" w:rsidR="00BB559D" w:rsidRDefault="00BB559D">
    <w:pPr>
      <w:pStyle w:val="Voetteks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60AAFA1" wp14:editId="1EC529A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986155" cy="345440"/>
              <wp:effectExtent l="0" t="0" r="4445" b="0"/>
              <wp:wrapNone/>
              <wp:docPr id="665559452" name="Tekstvak 1" descr="Intern gebruik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15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986882" w14:textId="2FEE1A85" w:rsidR="00BB559D" w:rsidRPr="00BB559D" w:rsidRDefault="00BB559D" w:rsidP="00BB559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BB559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Intern gebruik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0AAFA1" id="_x0000_t202" coordsize="21600,21600" o:spt="202" path="m,l,21600r21600,l21600,xe">
              <v:stroke joinstyle="miter"/>
              <v:path gradientshapeok="t" o:connecttype="rect"/>
            </v:shapetype>
            <v:shape id="Tekstvak 1" o:spid="_x0000_s1028" type="#_x0000_t202" alt="Intern gebruik" style="position:absolute;margin-left:0;margin-top:0;width:77.65pt;height:27.2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" filled="f" stroked="f">
              <v:textbox style="mso-fit-shape-to-text:t" inset="20pt,0,0,15pt">
                <w:txbxContent>
                  <w:p w14:paraId="56986882" w14:textId="2FEE1A85" w:rsidR="00BB559D" w:rsidRPr="00BB559D" w:rsidRDefault="00BB559D" w:rsidP="00BB559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BB559D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Intern gebruik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0BA9A" w14:textId="77777777" w:rsidR="007171A0" w:rsidRDefault="007171A0">
      <w:pPr>
        <w:pStyle w:val="Amendement"/>
      </w:pPr>
      <w:r>
        <w:rPr>
          <w:b w:val="0"/>
          <w:bCs w:val="0"/>
        </w:rPr>
        <w:separator/>
      </w:r>
    </w:p>
  </w:footnote>
  <w:footnote w:type="continuationSeparator" w:id="0">
    <w:p w14:paraId="1FC9E208" w14:textId="77777777" w:rsidR="007171A0" w:rsidRDefault="00717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07811"/>
    <w:multiLevelType w:val="multilevel"/>
    <w:tmpl w:val="06B82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09021E"/>
    <w:multiLevelType w:val="hybridMultilevel"/>
    <w:tmpl w:val="1E5C0AFE"/>
    <w:lvl w:ilvl="0" w:tplc="5D085A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B7349DF"/>
    <w:multiLevelType w:val="hybridMultilevel"/>
    <w:tmpl w:val="FFFFFFFF"/>
    <w:lvl w:ilvl="0" w:tplc="041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080164"/>
    <w:multiLevelType w:val="hybridMultilevel"/>
    <w:tmpl w:val="EA5C8C16"/>
    <w:lvl w:ilvl="0" w:tplc="C130CB94">
      <w:start w:val="1"/>
      <w:numFmt w:val="decimal"/>
      <w:lvlText w:val="%1."/>
      <w:lvlJc w:val="left"/>
      <w:pPr>
        <w:ind w:left="1020" w:hanging="360"/>
      </w:pPr>
    </w:lvl>
    <w:lvl w:ilvl="1" w:tplc="952E972A">
      <w:start w:val="1"/>
      <w:numFmt w:val="decimal"/>
      <w:lvlText w:val="%2."/>
      <w:lvlJc w:val="left"/>
      <w:pPr>
        <w:ind w:left="1020" w:hanging="360"/>
      </w:pPr>
    </w:lvl>
    <w:lvl w:ilvl="2" w:tplc="D2D4A5BE">
      <w:start w:val="1"/>
      <w:numFmt w:val="decimal"/>
      <w:lvlText w:val="%3."/>
      <w:lvlJc w:val="left"/>
      <w:pPr>
        <w:ind w:left="1020" w:hanging="360"/>
      </w:pPr>
    </w:lvl>
    <w:lvl w:ilvl="3" w:tplc="E8B6108A">
      <w:start w:val="1"/>
      <w:numFmt w:val="decimal"/>
      <w:lvlText w:val="%4."/>
      <w:lvlJc w:val="left"/>
      <w:pPr>
        <w:ind w:left="1020" w:hanging="360"/>
      </w:pPr>
    </w:lvl>
    <w:lvl w:ilvl="4" w:tplc="FB1295EA">
      <w:start w:val="1"/>
      <w:numFmt w:val="decimal"/>
      <w:lvlText w:val="%5."/>
      <w:lvlJc w:val="left"/>
      <w:pPr>
        <w:ind w:left="1020" w:hanging="360"/>
      </w:pPr>
    </w:lvl>
    <w:lvl w:ilvl="5" w:tplc="C212ABB2">
      <w:start w:val="1"/>
      <w:numFmt w:val="decimal"/>
      <w:lvlText w:val="%6."/>
      <w:lvlJc w:val="left"/>
      <w:pPr>
        <w:ind w:left="1020" w:hanging="360"/>
      </w:pPr>
    </w:lvl>
    <w:lvl w:ilvl="6" w:tplc="7F101624">
      <w:start w:val="1"/>
      <w:numFmt w:val="decimal"/>
      <w:lvlText w:val="%7."/>
      <w:lvlJc w:val="left"/>
      <w:pPr>
        <w:ind w:left="1020" w:hanging="360"/>
      </w:pPr>
    </w:lvl>
    <w:lvl w:ilvl="7" w:tplc="B6EC04C4">
      <w:start w:val="1"/>
      <w:numFmt w:val="decimal"/>
      <w:lvlText w:val="%8."/>
      <w:lvlJc w:val="left"/>
      <w:pPr>
        <w:ind w:left="1020" w:hanging="360"/>
      </w:pPr>
    </w:lvl>
    <w:lvl w:ilvl="8" w:tplc="4D0C5D2A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21822C36"/>
    <w:multiLevelType w:val="multilevel"/>
    <w:tmpl w:val="374E32D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5" w15:restartNumberingAfterBreak="0">
    <w:nsid w:val="224A1D9F"/>
    <w:multiLevelType w:val="multilevel"/>
    <w:tmpl w:val="22D231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6" w15:restartNumberingAfterBreak="0">
    <w:nsid w:val="26720E78"/>
    <w:multiLevelType w:val="multilevel"/>
    <w:tmpl w:val="374E32D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7" w15:restartNumberingAfterBreak="0">
    <w:nsid w:val="33A87BF4"/>
    <w:multiLevelType w:val="multilevel"/>
    <w:tmpl w:val="FFFFFFFF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8" w15:restartNumberingAfterBreak="0">
    <w:nsid w:val="48AD658C"/>
    <w:multiLevelType w:val="multilevel"/>
    <w:tmpl w:val="FFFFFFFF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9" w15:restartNumberingAfterBreak="0">
    <w:nsid w:val="6F0E46AA"/>
    <w:multiLevelType w:val="multilevel"/>
    <w:tmpl w:val="374E32D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num w:numId="1" w16cid:durableId="289748215">
    <w:abstractNumId w:val="2"/>
  </w:num>
  <w:num w:numId="2" w16cid:durableId="18563117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9118471">
    <w:abstractNumId w:val="8"/>
  </w:num>
  <w:num w:numId="4" w16cid:durableId="1329014052">
    <w:abstractNumId w:val="6"/>
  </w:num>
  <w:num w:numId="5" w16cid:durableId="231351027">
    <w:abstractNumId w:val="7"/>
  </w:num>
  <w:num w:numId="6" w16cid:durableId="1305620697">
    <w:abstractNumId w:val="3"/>
  </w:num>
  <w:num w:numId="7" w16cid:durableId="1897548388">
    <w:abstractNumId w:val="0"/>
  </w:num>
  <w:num w:numId="8" w16cid:durableId="1143423929">
    <w:abstractNumId w:val="4"/>
  </w:num>
  <w:num w:numId="9" w16cid:durableId="440876325">
    <w:abstractNumId w:val="9"/>
  </w:num>
  <w:num w:numId="10" w16cid:durableId="2064059216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1109"/>
  <w:doNotHyphenateCaps/>
  <w:displayHorizontalDrawingGridEvery w:val="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7B3"/>
    <w:rsid w:val="000023D2"/>
    <w:rsid w:val="00003B5B"/>
    <w:rsid w:val="00005869"/>
    <w:rsid w:val="00011646"/>
    <w:rsid w:val="00012DBE"/>
    <w:rsid w:val="000143E0"/>
    <w:rsid w:val="00014CDA"/>
    <w:rsid w:val="00031517"/>
    <w:rsid w:val="00033184"/>
    <w:rsid w:val="000363F0"/>
    <w:rsid w:val="000402C3"/>
    <w:rsid w:val="00042FAD"/>
    <w:rsid w:val="000469A0"/>
    <w:rsid w:val="00050727"/>
    <w:rsid w:val="00056751"/>
    <w:rsid w:val="0006050D"/>
    <w:rsid w:val="000606DF"/>
    <w:rsid w:val="0006278B"/>
    <w:rsid w:val="00062A1E"/>
    <w:rsid w:val="00062AE6"/>
    <w:rsid w:val="00062BF3"/>
    <w:rsid w:val="00066D2C"/>
    <w:rsid w:val="000804D5"/>
    <w:rsid w:val="00080B12"/>
    <w:rsid w:val="00095D31"/>
    <w:rsid w:val="000A07A0"/>
    <w:rsid w:val="000A1D81"/>
    <w:rsid w:val="000B1875"/>
    <w:rsid w:val="000B795C"/>
    <w:rsid w:val="000C38E8"/>
    <w:rsid w:val="000C75B1"/>
    <w:rsid w:val="000C7BEF"/>
    <w:rsid w:val="000D0A5E"/>
    <w:rsid w:val="000D4029"/>
    <w:rsid w:val="000E2DDC"/>
    <w:rsid w:val="000E4EBE"/>
    <w:rsid w:val="000F16C2"/>
    <w:rsid w:val="000F1B36"/>
    <w:rsid w:val="000F64DE"/>
    <w:rsid w:val="0010071A"/>
    <w:rsid w:val="00105840"/>
    <w:rsid w:val="001114E5"/>
    <w:rsid w:val="00111ED3"/>
    <w:rsid w:val="001135E5"/>
    <w:rsid w:val="00115AB3"/>
    <w:rsid w:val="00120708"/>
    <w:rsid w:val="00120C64"/>
    <w:rsid w:val="00124043"/>
    <w:rsid w:val="00124E8E"/>
    <w:rsid w:val="00131252"/>
    <w:rsid w:val="001412A9"/>
    <w:rsid w:val="00141951"/>
    <w:rsid w:val="001436CD"/>
    <w:rsid w:val="001450C1"/>
    <w:rsid w:val="00150770"/>
    <w:rsid w:val="001520AC"/>
    <w:rsid w:val="00156139"/>
    <w:rsid w:val="0016059B"/>
    <w:rsid w:val="00160ECF"/>
    <w:rsid w:val="001709A6"/>
    <w:rsid w:val="001720FC"/>
    <w:rsid w:val="0017358C"/>
    <w:rsid w:val="00175CC0"/>
    <w:rsid w:val="00175F86"/>
    <w:rsid w:val="0017694F"/>
    <w:rsid w:val="00177385"/>
    <w:rsid w:val="00177A78"/>
    <w:rsid w:val="00184101"/>
    <w:rsid w:val="00191E66"/>
    <w:rsid w:val="001942ED"/>
    <w:rsid w:val="00196F03"/>
    <w:rsid w:val="001A476C"/>
    <w:rsid w:val="001A63A8"/>
    <w:rsid w:val="001A695B"/>
    <w:rsid w:val="001B5569"/>
    <w:rsid w:val="001B5EA7"/>
    <w:rsid w:val="001C190E"/>
    <w:rsid w:val="001C199C"/>
    <w:rsid w:val="001C3BA0"/>
    <w:rsid w:val="001D03A9"/>
    <w:rsid w:val="001D4A1D"/>
    <w:rsid w:val="001D5C06"/>
    <w:rsid w:val="001D79EC"/>
    <w:rsid w:val="001E402C"/>
    <w:rsid w:val="001E4681"/>
    <w:rsid w:val="001E4ECC"/>
    <w:rsid w:val="001F238E"/>
    <w:rsid w:val="001F4854"/>
    <w:rsid w:val="001F6AC9"/>
    <w:rsid w:val="00204F91"/>
    <w:rsid w:val="0020598D"/>
    <w:rsid w:val="00207CFF"/>
    <w:rsid w:val="00210A64"/>
    <w:rsid w:val="00211282"/>
    <w:rsid w:val="0021328B"/>
    <w:rsid w:val="00213ECD"/>
    <w:rsid w:val="0021497C"/>
    <w:rsid w:val="00215823"/>
    <w:rsid w:val="00216079"/>
    <w:rsid w:val="002168F4"/>
    <w:rsid w:val="00221084"/>
    <w:rsid w:val="002228C1"/>
    <w:rsid w:val="002274EB"/>
    <w:rsid w:val="00230005"/>
    <w:rsid w:val="00233D6E"/>
    <w:rsid w:val="00234EBC"/>
    <w:rsid w:val="00237395"/>
    <w:rsid w:val="002378A4"/>
    <w:rsid w:val="002438D4"/>
    <w:rsid w:val="0024392A"/>
    <w:rsid w:val="002451C2"/>
    <w:rsid w:val="00251A89"/>
    <w:rsid w:val="00257D2B"/>
    <w:rsid w:val="00270809"/>
    <w:rsid w:val="002710B7"/>
    <w:rsid w:val="00273790"/>
    <w:rsid w:val="00277899"/>
    <w:rsid w:val="00287851"/>
    <w:rsid w:val="00287BD0"/>
    <w:rsid w:val="002912EE"/>
    <w:rsid w:val="00291572"/>
    <w:rsid w:val="00293A7C"/>
    <w:rsid w:val="0029470C"/>
    <w:rsid w:val="002A3274"/>
    <w:rsid w:val="002A727C"/>
    <w:rsid w:val="002A7B1E"/>
    <w:rsid w:val="002A7F13"/>
    <w:rsid w:val="002B395D"/>
    <w:rsid w:val="002C0955"/>
    <w:rsid w:val="002C1D55"/>
    <w:rsid w:val="002C4C05"/>
    <w:rsid w:val="002C6B2D"/>
    <w:rsid w:val="002C6D1C"/>
    <w:rsid w:val="002D3F18"/>
    <w:rsid w:val="002E10C7"/>
    <w:rsid w:val="002F1556"/>
    <w:rsid w:val="002F1F37"/>
    <w:rsid w:val="002F27CE"/>
    <w:rsid w:val="002F49E0"/>
    <w:rsid w:val="003007CC"/>
    <w:rsid w:val="00300E08"/>
    <w:rsid w:val="003022AB"/>
    <w:rsid w:val="00306FEF"/>
    <w:rsid w:val="00307BE0"/>
    <w:rsid w:val="00311542"/>
    <w:rsid w:val="00317713"/>
    <w:rsid w:val="00322638"/>
    <w:rsid w:val="00325ABA"/>
    <w:rsid w:val="003326A9"/>
    <w:rsid w:val="00333185"/>
    <w:rsid w:val="00334E35"/>
    <w:rsid w:val="003366B5"/>
    <w:rsid w:val="003414A7"/>
    <w:rsid w:val="00351C22"/>
    <w:rsid w:val="003549E9"/>
    <w:rsid w:val="00356101"/>
    <w:rsid w:val="0035748C"/>
    <w:rsid w:val="00360E1F"/>
    <w:rsid w:val="00361E0D"/>
    <w:rsid w:val="00366793"/>
    <w:rsid w:val="0037369E"/>
    <w:rsid w:val="0037510D"/>
    <w:rsid w:val="00375616"/>
    <w:rsid w:val="00380BBA"/>
    <w:rsid w:val="003833B3"/>
    <w:rsid w:val="003851CE"/>
    <w:rsid w:val="00391F09"/>
    <w:rsid w:val="0039432C"/>
    <w:rsid w:val="0039548B"/>
    <w:rsid w:val="00397CD9"/>
    <w:rsid w:val="003A3BC6"/>
    <w:rsid w:val="003A450C"/>
    <w:rsid w:val="003A4536"/>
    <w:rsid w:val="003A4D4C"/>
    <w:rsid w:val="003B040B"/>
    <w:rsid w:val="003B0E9B"/>
    <w:rsid w:val="003B126C"/>
    <w:rsid w:val="003B49AE"/>
    <w:rsid w:val="003B6145"/>
    <w:rsid w:val="003C157A"/>
    <w:rsid w:val="003C1E75"/>
    <w:rsid w:val="003C220C"/>
    <w:rsid w:val="003C5556"/>
    <w:rsid w:val="003C5CD4"/>
    <w:rsid w:val="003C5F4C"/>
    <w:rsid w:val="003D07BC"/>
    <w:rsid w:val="003D23D6"/>
    <w:rsid w:val="003D2692"/>
    <w:rsid w:val="003D4115"/>
    <w:rsid w:val="003D781D"/>
    <w:rsid w:val="003E197B"/>
    <w:rsid w:val="003E1AE8"/>
    <w:rsid w:val="003E330D"/>
    <w:rsid w:val="003F1BF4"/>
    <w:rsid w:val="003F2DE5"/>
    <w:rsid w:val="003F3BAF"/>
    <w:rsid w:val="003F5B05"/>
    <w:rsid w:val="003F5F83"/>
    <w:rsid w:val="003F7F96"/>
    <w:rsid w:val="00400EE1"/>
    <w:rsid w:val="00400FEF"/>
    <w:rsid w:val="004013D9"/>
    <w:rsid w:val="00404C35"/>
    <w:rsid w:val="00406702"/>
    <w:rsid w:val="004127FC"/>
    <w:rsid w:val="004162FD"/>
    <w:rsid w:val="0041774C"/>
    <w:rsid w:val="00421964"/>
    <w:rsid w:val="004236D9"/>
    <w:rsid w:val="004238DE"/>
    <w:rsid w:val="004270DC"/>
    <w:rsid w:val="004274D4"/>
    <w:rsid w:val="00430B16"/>
    <w:rsid w:val="00455673"/>
    <w:rsid w:val="00456B0C"/>
    <w:rsid w:val="00456BD2"/>
    <w:rsid w:val="00456CA0"/>
    <w:rsid w:val="00457153"/>
    <w:rsid w:val="00460D49"/>
    <w:rsid w:val="00461800"/>
    <w:rsid w:val="00463200"/>
    <w:rsid w:val="00474E54"/>
    <w:rsid w:val="00481D31"/>
    <w:rsid w:val="00482314"/>
    <w:rsid w:val="00482621"/>
    <w:rsid w:val="0048533D"/>
    <w:rsid w:val="004867B4"/>
    <w:rsid w:val="00490CE2"/>
    <w:rsid w:val="0049379C"/>
    <w:rsid w:val="00497A1C"/>
    <w:rsid w:val="004A0631"/>
    <w:rsid w:val="004A70A5"/>
    <w:rsid w:val="004B4762"/>
    <w:rsid w:val="004C2AE6"/>
    <w:rsid w:val="004C38EE"/>
    <w:rsid w:val="004D396D"/>
    <w:rsid w:val="004D46B9"/>
    <w:rsid w:val="004D7978"/>
    <w:rsid w:val="004E0019"/>
    <w:rsid w:val="004F05BF"/>
    <w:rsid w:val="004F2F95"/>
    <w:rsid w:val="005019A4"/>
    <w:rsid w:val="005031C9"/>
    <w:rsid w:val="00506C75"/>
    <w:rsid w:val="00510A1D"/>
    <w:rsid w:val="005119D9"/>
    <w:rsid w:val="00516D2F"/>
    <w:rsid w:val="00520C77"/>
    <w:rsid w:val="00524D16"/>
    <w:rsid w:val="00530604"/>
    <w:rsid w:val="005369CA"/>
    <w:rsid w:val="00537758"/>
    <w:rsid w:val="0054187A"/>
    <w:rsid w:val="00543251"/>
    <w:rsid w:val="005449F4"/>
    <w:rsid w:val="00557513"/>
    <w:rsid w:val="00560745"/>
    <w:rsid w:val="00560EEA"/>
    <w:rsid w:val="00562700"/>
    <w:rsid w:val="0056280C"/>
    <w:rsid w:val="005657C2"/>
    <w:rsid w:val="005664E9"/>
    <w:rsid w:val="005702DE"/>
    <w:rsid w:val="00571D5C"/>
    <w:rsid w:val="00573756"/>
    <w:rsid w:val="005767EE"/>
    <w:rsid w:val="005807E2"/>
    <w:rsid w:val="00581116"/>
    <w:rsid w:val="005831F7"/>
    <w:rsid w:val="00592417"/>
    <w:rsid w:val="005A3D9F"/>
    <w:rsid w:val="005B4F5F"/>
    <w:rsid w:val="005C229C"/>
    <w:rsid w:val="005C2682"/>
    <w:rsid w:val="005C4722"/>
    <w:rsid w:val="005C475E"/>
    <w:rsid w:val="005C5960"/>
    <w:rsid w:val="005D2707"/>
    <w:rsid w:val="005E097D"/>
    <w:rsid w:val="005E3F5A"/>
    <w:rsid w:val="005E42A8"/>
    <w:rsid w:val="005F061C"/>
    <w:rsid w:val="005F5017"/>
    <w:rsid w:val="00606255"/>
    <w:rsid w:val="006108CF"/>
    <w:rsid w:val="0061495D"/>
    <w:rsid w:val="00616A84"/>
    <w:rsid w:val="00616B68"/>
    <w:rsid w:val="00620771"/>
    <w:rsid w:val="0062173D"/>
    <w:rsid w:val="00622244"/>
    <w:rsid w:val="00625CB9"/>
    <w:rsid w:val="006332C3"/>
    <w:rsid w:val="006334AA"/>
    <w:rsid w:val="006406FB"/>
    <w:rsid w:val="00641527"/>
    <w:rsid w:val="00647BC8"/>
    <w:rsid w:val="0065061F"/>
    <w:rsid w:val="00652042"/>
    <w:rsid w:val="006539AE"/>
    <w:rsid w:val="00664285"/>
    <w:rsid w:val="00666855"/>
    <w:rsid w:val="00667F50"/>
    <w:rsid w:val="00670948"/>
    <w:rsid w:val="00671C3C"/>
    <w:rsid w:val="00672413"/>
    <w:rsid w:val="00673B3C"/>
    <w:rsid w:val="00675047"/>
    <w:rsid w:val="00676169"/>
    <w:rsid w:val="00676B24"/>
    <w:rsid w:val="00676D73"/>
    <w:rsid w:val="00677A0F"/>
    <w:rsid w:val="00682B61"/>
    <w:rsid w:val="00687727"/>
    <w:rsid w:val="006B0B64"/>
    <w:rsid w:val="006B13F8"/>
    <w:rsid w:val="006B1FED"/>
    <w:rsid w:val="006B4825"/>
    <w:rsid w:val="006B52FF"/>
    <w:rsid w:val="006B607A"/>
    <w:rsid w:val="006C4361"/>
    <w:rsid w:val="006C7B5B"/>
    <w:rsid w:val="006C7C9E"/>
    <w:rsid w:val="006D064A"/>
    <w:rsid w:val="006D35EE"/>
    <w:rsid w:val="006D4030"/>
    <w:rsid w:val="006D521B"/>
    <w:rsid w:val="006E0613"/>
    <w:rsid w:val="006E07F3"/>
    <w:rsid w:val="006E0A70"/>
    <w:rsid w:val="006E1B0A"/>
    <w:rsid w:val="006E4A48"/>
    <w:rsid w:val="006E6121"/>
    <w:rsid w:val="006F4043"/>
    <w:rsid w:val="006F4CF8"/>
    <w:rsid w:val="006F62FB"/>
    <w:rsid w:val="006F67E1"/>
    <w:rsid w:val="00701FAE"/>
    <w:rsid w:val="00707422"/>
    <w:rsid w:val="00710F69"/>
    <w:rsid w:val="00713C91"/>
    <w:rsid w:val="007156FB"/>
    <w:rsid w:val="007171A0"/>
    <w:rsid w:val="00720AAA"/>
    <w:rsid w:val="00722DB5"/>
    <w:rsid w:val="00727F9D"/>
    <w:rsid w:val="00742A1D"/>
    <w:rsid w:val="007431FA"/>
    <w:rsid w:val="007500EB"/>
    <w:rsid w:val="00760134"/>
    <w:rsid w:val="0076490B"/>
    <w:rsid w:val="00767B99"/>
    <w:rsid w:val="00767D44"/>
    <w:rsid w:val="0077068C"/>
    <w:rsid w:val="00771B8A"/>
    <w:rsid w:val="00775D5A"/>
    <w:rsid w:val="0078043C"/>
    <w:rsid w:val="0078464C"/>
    <w:rsid w:val="00785342"/>
    <w:rsid w:val="007858C6"/>
    <w:rsid w:val="00785FEB"/>
    <w:rsid w:val="00786710"/>
    <w:rsid w:val="00790FDA"/>
    <w:rsid w:val="007919A0"/>
    <w:rsid w:val="00791A3B"/>
    <w:rsid w:val="00792AA8"/>
    <w:rsid w:val="007934CE"/>
    <w:rsid w:val="00795452"/>
    <w:rsid w:val="00796DA3"/>
    <w:rsid w:val="007A4B18"/>
    <w:rsid w:val="007A6AAF"/>
    <w:rsid w:val="007A7334"/>
    <w:rsid w:val="007B0059"/>
    <w:rsid w:val="007B6583"/>
    <w:rsid w:val="007C001A"/>
    <w:rsid w:val="007C76CB"/>
    <w:rsid w:val="007D451C"/>
    <w:rsid w:val="007D74B4"/>
    <w:rsid w:val="007E07FD"/>
    <w:rsid w:val="007E0AF5"/>
    <w:rsid w:val="007E2D07"/>
    <w:rsid w:val="007E2FE1"/>
    <w:rsid w:val="007F52D0"/>
    <w:rsid w:val="00804EB5"/>
    <w:rsid w:val="00806B07"/>
    <w:rsid w:val="00811445"/>
    <w:rsid w:val="00811D32"/>
    <w:rsid w:val="00815C2B"/>
    <w:rsid w:val="00817292"/>
    <w:rsid w:val="00817C68"/>
    <w:rsid w:val="00817D78"/>
    <w:rsid w:val="008211CF"/>
    <w:rsid w:val="008219B1"/>
    <w:rsid w:val="00823BE3"/>
    <w:rsid w:val="00824310"/>
    <w:rsid w:val="00826224"/>
    <w:rsid w:val="008320A9"/>
    <w:rsid w:val="0083506D"/>
    <w:rsid w:val="008429A4"/>
    <w:rsid w:val="00842DDC"/>
    <w:rsid w:val="00846CB0"/>
    <w:rsid w:val="008472E0"/>
    <w:rsid w:val="008478A5"/>
    <w:rsid w:val="00851DDA"/>
    <w:rsid w:val="008535E2"/>
    <w:rsid w:val="00853B69"/>
    <w:rsid w:val="00853EC9"/>
    <w:rsid w:val="00856F09"/>
    <w:rsid w:val="00867870"/>
    <w:rsid w:val="00871375"/>
    <w:rsid w:val="008746ED"/>
    <w:rsid w:val="00877951"/>
    <w:rsid w:val="00885FBF"/>
    <w:rsid w:val="00886F95"/>
    <w:rsid w:val="008901E5"/>
    <w:rsid w:val="0089174F"/>
    <w:rsid w:val="00892144"/>
    <w:rsid w:val="00895F97"/>
    <w:rsid w:val="00896C5F"/>
    <w:rsid w:val="008A07F7"/>
    <w:rsid w:val="008A16B2"/>
    <w:rsid w:val="008A733B"/>
    <w:rsid w:val="008B029A"/>
    <w:rsid w:val="008B251F"/>
    <w:rsid w:val="008B2C7A"/>
    <w:rsid w:val="008B3153"/>
    <w:rsid w:val="008B4574"/>
    <w:rsid w:val="008B5017"/>
    <w:rsid w:val="008B66B7"/>
    <w:rsid w:val="008B725E"/>
    <w:rsid w:val="008C7138"/>
    <w:rsid w:val="008D1DB8"/>
    <w:rsid w:val="008D4CC2"/>
    <w:rsid w:val="008D698B"/>
    <w:rsid w:val="008D7F7D"/>
    <w:rsid w:val="008E0A70"/>
    <w:rsid w:val="008E1549"/>
    <w:rsid w:val="008E558C"/>
    <w:rsid w:val="008E74D8"/>
    <w:rsid w:val="008F1677"/>
    <w:rsid w:val="008F712E"/>
    <w:rsid w:val="00902BE3"/>
    <w:rsid w:val="00903C9B"/>
    <w:rsid w:val="009069CB"/>
    <w:rsid w:val="00907751"/>
    <w:rsid w:val="00907A6E"/>
    <w:rsid w:val="009152F1"/>
    <w:rsid w:val="00915DDC"/>
    <w:rsid w:val="00917AA8"/>
    <w:rsid w:val="0092316B"/>
    <w:rsid w:val="0092504C"/>
    <w:rsid w:val="00925A78"/>
    <w:rsid w:val="00930A23"/>
    <w:rsid w:val="0093118D"/>
    <w:rsid w:val="00931B2B"/>
    <w:rsid w:val="00932628"/>
    <w:rsid w:val="00934ED6"/>
    <w:rsid w:val="009364F1"/>
    <w:rsid w:val="00941A2D"/>
    <w:rsid w:val="009465DE"/>
    <w:rsid w:val="009620B0"/>
    <w:rsid w:val="009643E5"/>
    <w:rsid w:val="009645CB"/>
    <w:rsid w:val="00971001"/>
    <w:rsid w:val="00974628"/>
    <w:rsid w:val="009778E6"/>
    <w:rsid w:val="00980C1D"/>
    <w:rsid w:val="00980D78"/>
    <w:rsid w:val="00981B11"/>
    <w:rsid w:val="0098615D"/>
    <w:rsid w:val="00986D72"/>
    <w:rsid w:val="00986E79"/>
    <w:rsid w:val="00991D53"/>
    <w:rsid w:val="00991E7C"/>
    <w:rsid w:val="00992B44"/>
    <w:rsid w:val="009960E0"/>
    <w:rsid w:val="009A0041"/>
    <w:rsid w:val="009A0921"/>
    <w:rsid w:val="009A1C17"/>
    <w:rsid w:val="009A4952"/>
    <w:rsid w:val="009A5C5A"/>
    <w:rsid w:val="009A75D2"/>
    <w:rsid w:val="009B4A4E"/>
    <w:rsid w:val="009C0604"/>
    <w:rsid w:val="009C1D95"/>
    <w:rsid w:val="009C39A0"/>
    <w:rsid w:val="009C7354"/>
    <w:rsid w:val="009D0DA9"/>
    <w:rsid w:val="009D1341"/>
    <w:rsid w:val="009D27C3"/>
    <w:rsid w:val="009D2F34"/>
    <w:rsid w:val="009D3B22"/>
    <w:rsid w:val="009D6865"/>
    <w:rsid w:val="009D7645"/>
    <w:rsid w:val="009E148E"/>
    <w:rsid w:val="009E1D9D"/>
    <w:rsid w:val="009E6669"/>
    <w:rsid w:val="009E6D7F"/>
    <w:rsid w:val="009E7A50"/>
    <w:rsid w:val="009F13CC"/>
    <w:rsid w:val="009F4EC8"/>
    <w:rsid w:val="009F5F5E"/>
    <w:rsid w:val="00A06244"/>
    <w:rsid w:val="00A069BD"/>
    <w:rsid w:val="00A11B6C"/>
    <w:rsid w:val="00A11E73"/>
    <w:rsid w:val="00A11E86"/>
    <w:rsid w:val="00A12EBA"/>
    <w:rsid w:val="00A24CEB"/>
    <w:rsid w:val="00A2521E"/>
    <w:rsid w:val="00A319A7"/>
    <w:rsid w:val="00A32451"/>
    <w:rsid w:val="00A35923"/>
    <w:rsid w:val="00A37347"/>
    <w:rsid w:val="00A37DA4"/>
    <w:rsid w:val="00A40E78"/>
    <w:rsid w:val="00A4105E"/>
    <w:rsid w:val="00A41A14"/>
    <w:rsid w:val="00A42B38"/>
    <w:rsid w:val="00A43D38"/>
    <w:rsid w:val="00A46490"/>
    <w:rsid w:val="00A50365"/>
    <w:rsid w:val="00A51FFD"/>
    <w:rsid w:val="00A52F77"/>
    <w:rsid w:val="00A54379"/>
    <w:rsid w:val="00A65E27"/>
    <w:rsid w:val="00A7255A"/>
    <w:rsid w:val="00A72FAA"/>
    <w:rsid w:val="00A833D8"/>
    <w:rsid w:val="00A92586"/>
    <w:rsid w:val="00A9298F"/>
    <w:rsid w:val="00A9481B"/>
    <w:rsid w:val="00A953F5"/>
    <w:rsid w:val="00A9542D"/>
    <w:rsid w:val="00AA2FF6"/>
    <w:rsid w:val="00AA775D"/>
    <w:rsid w:val="00AB5716"/>
    <w:rsid w:val="00AB64FE"/>
    <w:rsid w:val="00AC58C0"/>
    <w:rsid w:val="00AC5E6D"/>
    <w:rsid w:val="00AC74BA"/>
    <w:rsid w:val="00AD0479"/>
    <w:rsid w:val="00AD1D62"/>
    <w:rsid w:val="00AD7226"/>
    <w:rsid w:val="00AE17D3"/>
    <w:rsid w:val="00AE436A"/>
    <w:rsid w:val="00AF30DE"/>
    <w:rsid w:val="00AF315D"/>
    <w:rsid w:val="00AF331A"/>
    <w:rsid w:val="00AF49C8"/>
    <w:rsid w:val="00B00DA8"/>
    <w:rsid w:val="00B0319C"/>
    <w:rsid w:val="00B0334D"/>
    <w:rsid w:val="00B06826"/>
    <w:rsid w:val="00B06DFA"/>
    <w:rsid w:val="00B06E3D"/>
    <w:rsid w:val="00B103FE"/>
    <w:rsid w:val="00B11F3A"/>
    <w:rsid w:val="00B12A51"/>
    <w:rsid w:val="00B135F9"/>
    <w:rsid w:val="00B13E98"/>
    <w:rsid w:val="00B14C5D"/>
    <w:rsid w:val="00B1556A"/>
    <w:rsid w:val="00B161D3"/>
    <w:rsid w:val="00B21651"/>
    <w:rsid w:val="00B23068"/>
    <w:rsid w:val="00B24ACC"/>
    <w:rsid w:val="00B3019C"/>
    <w:rsid w:val="00B30967"/>
    <w:rsid w:val="00B31D73"/>
    <w:rsid w:val="00B31D76"/>
    <w:rsid w:val="00B353E8"/>
    <w:rsid w:val="00B36662"/>
    <w:rsid w:val="00B42718"/>
    <w:rsid w:val="00B4617E"/>
    <w:rsid w:val="00B54C06"/>
    <w:rsid w:val="00B5503D"/>
    <w:rsid w:val="00B566B9"/>
    <w:rsid w:val="00B5729E"/>
    <w:rsid w:val="00B60067"/>
    <w:rsid w:val="00B6282F"/>
    <w:rsid w:val="00B66897"/>
    <w:rsid w:val="00B66C39"/>
    <w:rsid w:val="00B7076F"/>
    <w:rsid w:val="00B72589"/>
    <w:rsid w:val="00B839C3"/>
    <w:rsid w:val="00B875FF"/>
    <w:rsid w:val="00B943F7"/>
    <w:rsid w:val="00BA472C"/>
    <w:rsid w:val="00BA5507"/>
    <w:rsid w:val="00BB08CB"/>
    <w:rsid w:val="00BB0AD8"/>
    <w:rsid w:val="00BB1B25"/>
    <w:rsid w:val="00BB559D"/>
    <w:rsid w:val="00BC7604"/>
    <w:rsid w:val="00BD3D94"/>
    <w:rsid w:val="00BD5A83"/>
    <w:rsid w:val="00BE44EC"/>
    <w:rsid w:val="00BE4BA5"/>
    <w:rsid w:val="00BE4CFE"/>
    <w:rsid w:val="00BE62A2"/>
    <w:rsid w:val="00BE6528"/>
    <w:rsid w:val="00BF0A1B"/>
    <w:rsid w:val="00BF0EB3"/>
    <w:rsid w:val="00C02A4B"/>
    <w:rsid w:val="00C04A9A"/>
    <w:rsid w:val="00C0515C"/>
    <w:rsid w:val="00C06C48"/>
    <w:rsid w:val="00C135B1"/>
    <w:rsid w:val="00C145D3"/>
    <w:rsid w:val="00C21939"/>
    <w:rsid w:val="00C23BAA"/>
    <w:rsid w:val="00C242F1"/>
    <w:rsid w:val="00C31080"/>
    <w:rsid w:val="00C31C9D"/>
    <w:rsid w:val="00C458DA"/>
    <w:rsid w:val="00C46B50"/>
    <w:rsid w:val="00C56109"/>
    <w:rsid w:val="00C56768"/>
    <w:rsid w:val="00C61437"/>
    <w:rsid w:val="00C62D64"/>
    <w:rsid w:val="00C669EC"/>
    <w:rsid w:val="00C70EA9"/>
    <w:rsid w:val="00C73965"/>
    <w:rsid w:val="00C75542"/>
    <w:rsid w:val="00C80C14"/>
    <w:rsid w:val="00C82FE9"/>
    <w:rsid w:val="00C867F0"/>
    <w:rsid w:val="00C90500"/>
    <w:rsid w:val="00C9094F"/>
    <w:rsid w:val="00C90EBD"/>
    <w:rsid w:val="00C92DF8"/>
    <w:rsid w:val="00C92F8E"/>
    <w:rsid w:val="00C930AD"/>
    <w:rsid w:val="00C93498"/>
    <w:rsid w:val="00C94544"/>
    <w:rsid w:val="00C9480D"/>
    <w:rsid w:val="00C96E7A"/>
    <w:rsid w:val="00CA0371"/>
    <w:rsid w:val="00CA134A"/>
    <w:rsid w:val="00CA2642"/>
    <w:rsid w:val="00CA45F9"/>
    <w:rsid w:val="00CA5D15"/>
    <w:rsid w:val="00CA680B"/>
    <w:rsid w:val="00CA7102"/>
    <w:rsid w:val="00CB0D79"/>
    <w:rsid w:val="00CB31D9"/>
    <w:rsid w:val="00CB3578"/>
    <w:rsid w:val="00CC37BE"/>
    <w:rsid w:val="00CC587A"/>
    <w:rsid w:val="00CC6E20"/>
    <w:rsid w:val="00CD2276"/>
    <w:rsid w:val="00CD25BE"/>
    <w:rsid w:val="00CD3688"/>
    <w:rsid w:val="00CD4729"/>
    <w:rsid w:val="00CE4CF5"/>
    <w:rsid w:val="00CE6B8C"/>
    <w:rsid w:val="00CF32B4"/>
    <w:rsid w:val="00D1151B"/>
    <w:rsid w:val="00D12724"/>
    <w:rsid w:val="00D146EE"/>
    <w:rsid w:val="00D16B1E"/>
    <w:rsid w:val="00D20AFA"/>
    <w:rsid w:val="00D24713"/>
    <w:rsid w:val="00D3184C"/>
    <w:rsid w:val="00D3696E"/>
    <w:rsid w:val="00D4053C"/>
    <w:rsid w:val="00D41CC0"/>
    <w:rsid w:val="00D436AA"/>
    <w:rsid w:val="00D46169"/>
    <w:rsid w:val="00D51430"/>
    <w:rsid w:val="00D55648"/>
    <w:rsid w:val="00D635D4"/>
    <w:rsid w:val="00D66325"/>
    <w:rsid w:val="00D73D3E"/>
    <w:rsid w:val="00D76F0F"/>
    <w:rsid w:val="00D77DD1"/>
    <w:rsid w:val="00D80EEE"/>
    <w:rsid w:val="00D826DC"/>
    <w:rsid w:val="00D8510B"/>
    <w:rsid w:val="00D855A7"/>
    <w:rsid w:val="00D972B6"/>
    <w:rsid w:val="00D97DA8"/>
    <w:rsid w:val="00DA742D"/>
    <w:rsid w:val="00DA7FD1"/>
    <w:rsid w:val="00DB0920"/>
    <w:rsid w:val="00DB2B76"/>
    <w:rsid w:val="00DC0A37"/>
    <w:rsid w:val="00DC3A05"/>
    <w:rsid w:val="00DC521E"/>
    <w:rsid w:val="00DC7AC2"/>
    <w:rsid w:val="00DD290C"/>
    <w:rsid w:val="00DE4662"/>
    <w:rsid w:val="00DE4BF6"/>
    <w:rsid w:val="00DF6673"/>
    <w:rsid w:val="00E00010"/>
    <w:rsid w:val="00E02CCF"/>
    <w:rsid w:val="00E044C1"/>
    <w:rsid w:val="00E07BC0"/>
    <w:rsid w:val="00E10983"/>
    <w:rsid w:val="00E11033"/>
    <w:rsid w:val="00E155E6"/>
    <w:rsid w:val="00E16443"/>
    <w:rsid w:val="00E17640"/>
    <w:rsid w:val="00E17C62"/>
    <w:rsid w:val="00E207B3"/>
    <w:rsid w:val="00E26639"/>
    <w:rsid w:val="00E267A8"/>
    <w:rsid w:val="00E3125E"/>
    <w:rsid w:val="00E315F5"/>
    <w:rsid w:val="00E34165"/>
    <w:rsid w:val="00E36EE9"/>
    <w:rsid w:val="00E37338"/>
    <w:rsid w:val="00E3751D"/>
    <w:rsid w:val="00E40844"/>
    <w:rsid w:val="00E42A2B"/>
    <w:rsid w:val="00E52941"/>
    <w:rsid w:val="00E53697"/>
    <w:rsid w:val="00E6043B"/>
    <w:rsid w:val="00E615AE"/>
    <w:rsid w:val="00E623B0"/>
    <w:rsid w:val="00E6399B"/>
    <w:rsid w:val="00E651A6"/>
    <w:rsid w:val="00E66368"/>
    <w:rsid w:val="00E66521"/>
    <w:rsid w:val="00E66747"/>
    <w:rsid w:val="00E70A66"/>
    <w:rsid w:val="00E7612A"/>
    <w:rsid w:val="00E768E9"/>
    <w:rsid w:val="00E836D0"/>
    <w:rsid w:val="00E86F5B"/>
    <w:rsid w:val="00E90F2D"/>
    <w:rsid w:val="00E935DB"/>
    <w:rsid w:val="00E97A64"/>
    <w:rsid w:val="00EA11F6"/>
    <w:rsid w:val="00EA37BA"/>
    <w:rsid w:val="00EA5FC0"/>
    <w:rsid w:val="00EB02D2"/>
    <w:rsid w:val="00EB056D"/>
    <w:rsid w:val="00EB0C0C"/>
    <w:rsid w:val="00EB2235"/>
    <w:rsid w:val="00EB2AFC"/>
    <w:rsid w:val="00EB362F"/>
    <w:rsid w:val="00EB72D5"/>
    <w:rsid w:val="00EC0549"/>
    <w:rsid w:val="00EC6F0F"/>
    <w:rsid w:val="00ED0935"/>
    <w:rsid w:val="00ED1980"/>
    <w:rsid w:val="00ED3279"/>
    <w:rsid w:val="00ED32CC"/>
    <w:rsid w:val="00ED3FB1"/>
    <w:rsid w:val="00ED6AE4"/>
    <w:rsid w:val="00ED7984"/>
    <w:rsid w:val="00EE15FA"/>
    <w:rsid w:val="00EE180C"/>
    <w:rsid w:val="00EE21DD"/>
    <w:rsid w:val="00EE60F4"/>
    <w:rsid w:val="00EF2326"/>
    <w:rsid w:val="00EF30BA"/>
    <w:rsid w:val="00EF314F"/>
    <w:rsid w:val="00EF36F2"/>
    <w:rsid w:val="00EF51FA"/>
    <w:rsid w:val="00EF662C"/>
    <w:rsid w:val="00F01DC6"/>
    <w:rsid w:val="00F02966"/>
    <w:rsid w:val="00F0549A"/>
    <w:rsid w:val="00F13442"/>
    <w:rsid w:val="00F15179"/>
    <w:rsid w:val="00F1579E"/>
    <w:rsid w:val="00F1791E"/>
    <w:rsid w:val="00F34194"/>
    <w:rsid w:val="00F34317"/>
    <w:rsid w:val="00F3755B"/>
    <w:rsid w:val="00F43827"/>
    <w:rsid w:val="00F52F59"/>
    <w:rsid w:val="00F54546"/>
    <w:rsid w:val="00F5517E"/>
    <w:rsid w:val="00F60888"/>
    <w:rsid w:val="00F6116C"/>
    <w:rsid w:val="00F70213"/>
    <w:rsid w:val="00F870B7"/>
    <w:rsid w:val="00F931CA"/>
    <w:rsid w:val="00F93CA9"/>
    <w:rsid w:val="00F956D4"/>
    <w:rsid w:val="00F96895"/>
    <w:rsid w:val="00FB030D"/>
    <w:rsid w:val="00FB397D"/>
    <w:rsid w:val="00FB6B32"/>
    <w:rsid w:val="00FC36BE"/>
    <w:rsid w:val="00FD473A"/>
    <w:rsid w:val="00FD520F"/>
    <w:rsid w:val="00FD7F78"/>
    <w:rsid w:val="00FE0E1D"/>
    <w:rsid w:val="00FE3039"/>
    <w:rsid w:val="00FE731D"/>
    <w:rsid w:val="01FFBBF5"/>
    <w:rsid w:val="0D3AFB85"/>
    <w:rsid w:val="12CE40CC"/>
    <w:rsid w:val="173DD470"/>
    <w:rsid w:val="1AFC1F05"/>
    <w:rsid w:val="20F2B845"/>
    <w:rsid w:val="215E4CF9"/>
    <w:rsid w:val="24055FB1"/>
    <w:rsid w:val="28CC1C82"/>
    <w:rsid w:val="310D5A3B"/>
    <w:rsid w:val="393E137E"/>
    <w:rsid w:val="47AE2047"/>
    <w:rsid w:val="4F2020CA"/>
    <w:rsid w:val="5118F54C"/>
    <w:rsid w:val="52698EE1"/>
    <w:rsid w:val="58EAA89E"/>
    <w:rsid w:val="63BC6BA8"/>
    <w:rsid w:val="67F72EEE"/>
    <w:rsid w:val="6BE19D82"/>
    <w:rsid w:val="74A3DC4E"/>
    <w:rsid w:val="79189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022D84"/>
  <w15:docId w15:val="{95AC0CBE-5F5C-4698-B595-FD89781D4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rFonts w:ascii="Verdana" w:hAnsi="Verdana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207B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207B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365F91" w:themeColor="accent1" w:themeShade="BF"/>
      <w:sz w:val="22"/>
      <w:szCs w:val="22"/>
      <w:lang w:eastAsia="en-US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207B3"/>
    <w:pPr>
      <w:keepNext/>
      <w:keepLines/>
      <w:spacing w:before="40" w:after="16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207B3"/>
    <w:pPr>
      <w:keepNext/>
      <w:keepLines/>
      <w:spacing w:before="40" w:after="16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207B3"/>
    <w:pPr>
      <w:keepNext/>
      <w:keepLines/>
      <w:spacing w:after="16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207B3"/>
    <w:pPr>
      <w:keepNext/>
      <w:keepLines/>
      <w:spacing w:after="16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Eindnoottekst">
    <w:name w:val="endnote text"/>
    <w:basedOn w:val="Standaard"/>
  </w:style>
  <w:style w:type="character" w:styleId="Eindnootmarkering">
    <w:name w:val="endnote reference"/>
    <w:rPr>
      <w:rFonts w:cs="Times New Roman"/>
      <w:sz w:val="20"/>
      <w:szCs w:val="20"/>
      <w:vertAlign w:val="superscript"/>
    </w:rPr>
  </w:style>
  <w:style w:type="paragraph" w:styleId="Voetnoottekst">
    <w:name w:val="footnote text"/>
    <w:basedOn w:val="Standaard"/>
    <w:link w:val="VoetnoottekstChar"/>
    <w:uiPriority w:val="99"/>
  </w:style>
  <w:style w:type="character" w:customStyle="1" w:styleId="Voetnootverwijzing">
    <w:name w:val="Voetnootverwijzing"/>
    <w:rPr>
      <w:sz w:val="20"/>
      <w:vertAlign w:val="superscript"/>
    </w:rPr>
  </w:style>
  <w:style w:type="paragraph" w:customStyle="1" w:styleId="wetsvoorstel">
    <w:name w:val="wetsvoorstel"/>
    <w:pPr>
      <w:widowControl w:val="0"/>
      <w:tabs>
        <w:tab w:val="left" w:pos="-1440"/>
        <w:tab w:val="left" w:pos="-720"/>
        <w:tab w:val="left" w:pos="0"/>
        <w:tab w:val="left" w:pos="288"/>
        <w:tab w:val="left" w:pos="720"/>
      </w:tabs>
      <w:suppressAutoHyphens/>
    </w:pPr>
    <w:rPr>
      <w:rFonts w:ascii="Courier New" w:hAnsi="Courier New" w:cs="Courier New"/>
      <w:sz w:val="24"/>
      <w:szCs w:val="24"/>
    </w:rPr>
  </w:style>
  <w:style w:type="character" w:customStyle="1" w:styleId="Alineanummer1">
    <w:name w:val="Alineanummer 1"/>
    <w:rPr>
      <w:rFonts w:cs="Times New Roman"/>
      <w:sz w:val="20"/>
      <w:szCs w:val="20"/>
    </w:rPr>
  </w:style>
  <w:style w:type="character" w:customStyle="1" w:styleId="Bibliografie1">
    <w:name w:val="Bibliografie1"/>
    <w:rPr>
      <w:rFonts w:cs="Times New Roman"/>
      <w:sz w:val="20"/>
      <w:szCs w:val="20"/>
    </w:rPr>
  </w:style>
  <w:style w:type="character" w:customStyle="1" w:styleId="Dokument5">
    <w:name w:val="Dokument 5"/>
    <w:rPr>
      <w:rFonts w:cs="Times New Roman"/>
      <w:sz w:val="20"/>
      <w:szCs w:val="20"/>
    </w:rPr>
  </w:style>
  <w:style w:type="character" w:customStyle="1" w:styleId="Dokument6">
    <w:name w:val="Dokument 6"/>
    <w:rPr>
      <w:rFonts w:cs="Times New Roman"/>
      <w:sz w:val="20"/>
      <w:szCs w:val="20"/>
    </w:rPr>
  </w:style>
  <w:style w:type="character" w:customStyle="1" w:styleId="Dokument4">
    <w:name w:val="Dokument 4"/>
    <w:rPr>
      <w:rFonts w:cs="Times New Roman"/>
      <w:b/>
      <w:bCs/>
      <w:i/>
      <w:iCs/>
    </w:rPr>
  </w:style>
  <w:style w:type="character" w:customStyle="1" w:styleId="Alineanummer2">
    <w:name w:val="Alineanummer 2"/>
    <w:rPr>
      <w:rFonts w:cs="Times New Roman"/>
      <w:sz w:val="20"/>
      <w:szCs w:val="20"/>
    </w:rPr>
  </w:style>
  <w:style w:type="paragraph" w:customStyle="1" w:styleId="Dokument1">
    <w:name w:val="Dokument 1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 w:cs="Courier New"/>
      <w:sz w:val="24"/>
      <w:szCs w:val="24"/>
    </w:rPr>
  </w:style>
  <w:style w:type="character" w:customStyle="1" w:styleId="Alineanummer3">
    <w:name w:val="Alineanummer 3"/>
    <w:rPr>
      <w:rFonts w:cs="Times New Roman"/>
      <w:sz w:val="20"/>
      <w:szCs w:val="20"/>
    </w:rPr>
  </w:style>
  <w:style w:type="character" w:customStyle="1" w:styleId="Alineanummer4">
    <w:name w:val="Alineanummer 4"/>
    <w:rPr>
      <w:rFonts w:cs="Times New Roman"/>
      <w:sz w:val="20"/>
      <w:szCs w:val="20"/>
    </w:rPr>
  </w:style>
  <w:style w:type="character" w:customStyle="1" w:styleId="Alineanummer5">
    <w:name w:val="Alineanummer 5"/>
    <w:rPr>
      <w:rFonts w:cs="Times New Roman"/>
      <w:sz w:val="20"/>
      <w:szCs w:val="20"/>
    </w:rPr>
  </w:style>
  <w:style w:type="character" w:customStyle="1" w:styleId="Alineanummer6">
    <w:name w:val="Alineanummer 6"/>
    <w:rPr>
      <w:rFonts w:cs="Times New Roman"/>
      <w:sz w:val="20"/>
      <w:szCs w:val="20"/>
    </w:rPr>
  </w:style>
  <w:style w:type="character" w:customStyle="1" w:styleId="Dokument2">
    <w:name w:val="Dokument 2"/>
    <w:rPr>
      <w:rFonts w:ascii="Courier New" w:hAnsi="Courier New" w:cs="Courier New"/>
    </w:rPr>
  </w:style>
  <w:style w:type="character" w:customStyle="1" w:styleId="Alineanummer7">
    <w:name w:val="Alineanummer 7"/>
    <w:rPr>
      <w:rFonts w:cs="Times New Roman"/>
      <w:sz w:val="20"/>
      <w:szCs w:val="20"/>
    </w:rPr>
  </w:style>
  <w:style w:type="character" w:customStyle="1" w:styleId="Alineanummer8">
    <w:name w:val="Alineanummer 8"/>
    <w:rPr>
      <w:rFonts w:cs="Times New Roman"/>
      <w:sz w:val="20"/>
      <w:szCs w:val="20"/>
    </w:rPr>
  </w:style>
  <w:style w:type="character" w:customStyle="1" w:styleId="Techninit">
    <w:name w:val="Techn init"/>
    <w:rPr>
      <w:rFonts w:ascii="Courier New" w:hAnsi="Courier New" w:cs="Courier New"/>
    </w:rPr>
  </w:style>
  <w:style w:type="character" w:customStyle="1" w:styleId="Dokuinit">
    <w:name w:val="Doku init"/>
    <w:rPr>
      <w:rFonts w:cs="Times New Roman"/>
      <w:sz w:val="20"/>
      <w:szCs w:val="20"/>
    </w:rPr>
  </w:style>
  <w:style w:type="character" w:customStyle="1" w:styleId="Dokument3">
    <w:name w:val="Dokument 3"/>
    <w:rPr>
      <w:rFonts w:ascii="Courier New" w:hAnsi="Courier New" w:cs="Courier New"/>
    </w:rPr>
  </w:style>
  <w:style w:type="character" w:customStyle="1" w:styleId="Dokument7">
    <w:name w:val="Dokument 7"/>
    <w:rPr>
      <w:rFonts w:cs="Times New Roman"/>
      <w:sz w:val="20"/>
      <w:szCs w:val="20"/>
    </w:rPr>
  </w:style>
  <w:style w:type="character" w:customStyle="1" w:styleId="Dokument8">
    <w:name w:val="Dokument 8"/>
    <w:rPr>
      <w:rFonts w:cs="Times New Roman"/>
      <w:sz w:val="20"/>
      <w:szCs w:val="20"/>
    </w:rPr>
  </w:style>
  <w:style w:type="character" w:customStyle="1" w:styleId="Technisch1">
    <w:name w:val="Technisch 1"/>
    <w:rPr>
      <w:rFonts w:ascii="Courier New" w:hAnsi="Courier New" w:cs="Courier New"/>
    </w:rPr>
  </w:style>
  <w:style w:type="character" w:customStyle="1" w:styleId="Technisch2">
    <w:name w:val="Technisch 2"/>
    <w:rPr>
      <w:rFonts w:ascii="Courier New" w:hAnsi="Courier New" w:cs="Courier New"/>
    </w:rPr>
  </w:style>
  <w:style w:type="character" w:customStyle="1" w:styleId="Technisch3">
    <w:name w:val="Technisch 3"/>
    <w:rPr>
      <w:rFonts w:ascii="Courier New" w:hAnsi="Courier New" w:cs="Courier New"/>
    </w:rPr>
  </w:style>
  <w:style w:type="character" w:customStyle="1" w:styleId="Technisch5">
    <w:name w:val="Technisch 5"/>
    <w:rPr>
      <w:rFonts w:cs="Times New Roman"/>
      <w:sz w:val="20"/>
      <w:szCs w:val="20"/>
    </w:rPr>
  </w:style>
  <w:style w:type="character" w:customStyle="1" w:styleId="Technisch6">
    <w:name w:val="Technisch 6"/>
    <w:rPr>
      <w:rFonts w:cs="Times New Roman"/>
      <w:sz w:val="20"/>
      <w:szCs w:val="20"/>
    </w:rPr>
  </w:style>
  <w:style w:type="character" w:customStyle="1" w:styleId="Technisch7">
    <w:name w:val="Technisch 7"/>
    <w:rPr>
      <w:rFonts w:cs="Times New Roman"/>
      <w:sz w:val="20"/>
      <w:szCs w:val="20"/>
    </w:rPr>
  </w:style>
  <w:style w:type="character" w:customStyle="1" w:styleId="Technisch4">
    <w:name w:val="Technisch 4"/>
    <w:rPr>
      <w:rFonts w:cs="Times New Roman"/>
      <w:sz w:val="20"/>
      <w:szCs w:val="20"/>
    </w:rPr>
  </w:style>
  <w:style w:type="character" w:customStyle="1" w:styleId="Technisch8">
    <w:name w:val="Technisch 8"/>
    <w:rPr>
      <w:rFonts w:cs="Times New Roman"/>
      <w:sz w:val="20"/>
      <w:szCs w:val="20"/>
    </w:rPr>
  </w:style>
  <w:style w:type="paragraph" w:customStyle="1" w:styleId="Amendement">
    <w:name w:val="Amendement"/>
    <w:pPr>
      <w:widowControl w:val="0"/>
      <w:tabs>
        <w:tab w:val="left" w:pos="3310"/>
        <w:tab w:val="left" w:pos="3600"/>
      </w:tabs>
      <w:suppressAutoHyphens/>
    </w:pPr>
    <w:rPr>
      <w:rFonts w:ascii="Courier New" w:hAnsi="Courier New" w:cs="Courier New"/>
      <w:b/>
      <w:bCs/>
      <w:sz w:val="24"/>
      <w:szCs w:val="24"/>
    </w:rPr>
  </w:style>
  <w:style w:type="paragraph" w:customStyle="1" w:styleId="inhopg1">
    <w:name w:val="inhopg 1"/>
    <w:basedOn w:val="Standaard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customStyle="1" w:styleId="inhopg2">
    <w:name w:val="inhopg 2"/>
    <w:basedOn w:val="Standaard"/>
    <w:pPr>
      <w:tabs>
        <w:tab w:val="right" w:leader="dot" w:pos="9360"/>
      </w:tabs>
      <w:suppressAutoHyphens/>
      <w:ind w:left="1440" w:right="720" w:hanging="720"/>
    </w:pPr>
  </w:style>
  <w:style w:type="paragraph" w:customStyle="1" w:styleId="inhopg3">
    <w:name w:val="inhopg 3"/>
    <w:basedOn w:val="Standaard"/>
    <w:pPr>
      <w:tabs>
        <w:tab w:val="right" w:leader="dot" w:pos="9360"/>
      </w:tabs>
      <w:suppressAutoHyphens/>
      <w:ind w:left="2160" w:right="720" w:hanging="720"/>
    </w:pPr>
  </w:style>
  <w:style w:type="paragraph" w:customStyle="1" w:styleId="inhopg4">
    <w:name w:val="inhopg 4"/>
    <w:basedOn w:val="Standaard"/>
    <w:pPr>
      <w:tabs>
        <w:tab w:val="right" w:leader="dot" w:pos="9360"/>
      </w:tabs>
      <w:suppressAutoHyphens/>
      <w:ind w:left="2880" w:right="720" w:hanging="720"/>
    </w:pPr>
  </w:style>
  <w:style w:type="paragraph" w:customStyle="1" w:styleId="inhopg5">
    <w:name w:val="inhopg 5"/>
    <w:basedOn w:val="Standaard"/>
    <w:pPr>
      <w:tabs>
        <w:tab w:val="right" w:leader="dot" w:pos="9360"/>
      </w:tabs>
      <w:suppressAutoHyphens/>
      <w:ind w:left="3600" w:right="720" w:hanging="720"/>
    </w:pPr>
  </w:style>
  <w:style w:type="paragraph" w:customStyle="1" w:styleId="inhopg6">
    <w:name w:val="inhopg 6"/>
    <w:basedOn w:val="Standaard"/>
    <w:pPr>
      <w:tabs>
        <w:tab w:val="right" w:pos="9360"/>
      </w:tabs>
      <w:suppressAutoHyphens/>
      <w:ind w:left="720" w:hanging="720"/>
    </w:pPr>
  </w:style>
  <w:style w:type="paragraph" w:customStyle="1" w:styleId="inhopg7">
    <w:name w:val="inhopg 7"/>
    <w:basedOn w:val="Standaard"/>
    <w:pPr>
      <w:suppressAutoHyphens/>
      <w:ind w:left="720" w:hanging="720"/>
    </w:pPr>
  </w:style>
  <w:style w:type="paragraph" w:customStyle="1" w:styleId="inhopg8">
    <w:name w:val="inhopg 8"/>
    <w:basedOn w:val="Standaard"/>
    <w:pPr>
      <w:tabs>
        <w:tab w:val="right" w:pos="9360"/>
      </w:tabs>
      <w:suppressAutoHyphens/>
      <w:ind w:left="720" w:hanging="720"/>
    </w:pPr>
  </w:style>
  <w:style w:type="paragraph" w:customStyle="1" w:styleId="inhopg9">
    <w:name w:val="inhopg 9"/>
    <w:basedOn w:val="Standaard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Standaard"/>
    <w:next w:val="Standaard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Standaard"/>
    <w:next w:val="Standaard"/>
    <w:pPr>
      <w:tabs>
        <w:tab w:val="right" w:leader="dot" w:pos="9360"/>
      </w:tabs>
      <w:suppressAutoHyphens/>
      <w:ind w:left="1440" w:right="720" w:hanging="720"/>
    </w:pPr>
  </w:style>
  <w:style w:type="paragraph" w:customStyle="1" w:styleId="bronvermelding">
    <w:name w:val="bronvermelding"/>
    <w:basedOn w:val="Standaard"/>
    <w:pPr>
      <w:tabs>
        <w:tab w:val="right" w:pos="9360"/>
      </w:tabs>
      <w:suppressAutoHyphens/>
    </w:pPr>
  </w:style>
  <w:style w:type="paragraph" w:customStyle="1" w:styleId="bijschrift">
    <w:name w:val="bijschrift"/>
    <w:basedOn w:val="Standaard"/>
  </w:style>
  <w:style w:type="character" w:customStyle="1" w:styleId="EquationCaption">
    <w:name w:val="_Equation Caption"/>
    <w:rPr>
      <w:sz w:val="20"/>
    </w:rPr>
  </w:style>
  <w:style w:type="paragraph" w:styleId="Koptekst">
    <w:name w:val="header"/>
    <w:basedOn w:val="Standaard"/>
    <w:link w:val="KoptekstChar"/>
    <w:uiPriority w:val="9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pPr>
      <w:tabs>
        <w:tab w:val="center" w:pos="4536"/>
        <w:tab w:val="right" w:pos="9072"/>
      </w:tabs>
    </w:p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  <w:szCs w:val="20"/>
    </w:rPr>
  </w:style>
  <w:style w:type="paragraph" w:customStyle="1" w:styleId="afbeelding">
    <w:name w:val="afbeelding"/>
    <w:basedOn w:val="Standaard"/>
    <w:rPr>
      <w:b/>
      <w:color w:val="FF0000"/>
    </w:rPr>
  </w:style>
  <w:style w:type="paragraph" w:customStyle="1" w:styleId="afdeling">
    <w:name w:val="afdeling"/>
    <w:basedOn w:val="Standaard"/>
    <w:rPr>
      <w:b/>
      <w:sz w:val="24"/>
    </w:rPr>
  </w:style>
  <w:style w:type="paragraph" w:customStyle="1" w:styleId="artikel">
    <w:name w:val="artikel"/>
    <w:basedOn w:val="Standaard"/>
    <w:pPr>
      <w:outlineLvl w:val="8"/>
    </w:pPr>
    <w:rPr>
      <w:b/>
      <w:sz w:val="22"/>
    </w:rPr>
  </w:style>
  <w:style w:type="paragraph" w:customStyle="1" w:styleId="afkondiging">
    <w:name w:val="afkondiging"/>
    <w:basedOn w:val="Standaard"/>
  </w:style>
  <w:style w:type="paragraph" w:customStyle="1" w:styleId="boek">
    <w:name w:val="boek"/>
    <w:basedOn w:val="Standaard"/>
    <w:rPr>
      <w:b/>
      <w:sz w:val="24"/>
    </w:rPr>
  </w:style>
  <w:style w:type="paragraph" w:customStyle="1" w:styleId="deel">
    <w:name w:val="deel"/>
    <w:basedOn w:val="Standaard"/>
    <w:rPr>
      <w:b/>
      <w:sz w:val="24"/>
    </w:rPr>
  </w:style>
  <w:style w:type="paragraph" w:customStyle="1" w:styleId="hoofdstuk">
    <w:name w:val="hoofdstuk"/>
    <w:basedOn w:val="Standaard"/>
    <w:rPr>
      <w:b/>
      <w:sz w:val="24"/>
    </w:rPr>
  </w:style>
  <w:style w:type="paragraph" w:customStyle="1" w:styleId="bijlage">
    <w:name w:val="bijlage"/>
    <w:basedOn w:val="Standaard"/>
    <w:pPr>
      <w:outlineLvl w:val="0"/>
    </w:pPr>
    <w:rPr>
      <w:b/>
      <w:sz w:val="24"/>
    </w:rPr>
  </w:style>
  <w:style w:type="character" w:customStyle="1" w:styleId="inline-afbeelding">
    <w:name w:val="inline-afbeelding"/>
    <w:rPr>
      <w:rFonts w:cs="Times New Roman"/>
      <w:b/>
      <w:color w:val="FF0000"/>
    </w:rPr>
  </w:style>
  <w:style w:type="paragraph" w:customStyle="1" w:styleId="intitule">
    <w:name w:val="intitule"/>
    <w:basedOn w:val="Standaard"/>
    <w:rPr>
      <w:b/>
    </w:rPr>
  </w:style>
  <w:style w:type="paragraph" w:customStyle="1" w:styleId="considerans">
    <w:name w:val="considerans"/>
    <w:basedOn w:val="Standaard"/>
  </w:style>
  <w:style w:type="paragraph" w:customStyle="1" w:styleId="definitie">
    <w:name w:val="definitie"/>
    <w:basedOn w:val="Standaard"/>
  </w:style>
  <w:style w:type="paragraph" w:customStyle="1" w:styleId="definitieterm">
    <w:name w:val="definitieterm"/>
    <w:basedOn w:val="Standaard"/>
  </w:style>
  <w:style w:type="paragraph" w:customStyle="1" w:styleId="lid">
    <w:name w:val="lid"/>
    <w:basedOn w:val="Standaard"/>
  </w:style>
  <w:style w:type="paragraph" w:customStyle="1" w:styleId="livervolgal">
    <w:name w:val="livervolgal"/>
    <w:basedOn w:val="Standaard"/>
  </w:style>
  <w:style w:type="paragraph" w:customStyle="1" w:styleId="ondertekening">
    <w:name w:val="ondertekening"/>
    <w:basedOn w:val="Standaard"/>
    <w:pPr>
      <w:outlineLvl w:val="0"/>
    </w:pPr>
  </w:style>
  <w:style w:type="paragraph" w:customStyle="1" w:styleId="paragraaf">
    <w:name w:val="paragraaf"/>
    <w:basedOn w:val="Standaard"/>
    <w:rPr>
      <w:b/>
      <w:sz w:val="24"/>
    </w:rPr>
  </w:style>
  <w:style w:type="paragraph" w:customStyle="1" w:styleId="slotformulering">
    <w:name w:val="slotformulering"/>
    <w:basedOn w:val="Standaard"/>
    <w:pPr>
      <w:outlineLvl w:val="0"/>
    </w:pPr>
  </w:style>
  <w:style w:type="paragraph" w:customStyle="1" w:styleId="titeldeel">
    <w:name w:val="titeldeel"/>
    <w:basedOn w:val="Standaard"/>
    <w:rPr>
      <w:b/>
      <w:sz w:val="24"/>
    </w:rPr>
  </w:style>
  <w:style w:type="paragraph" w:customStyle="1" w:styleId="artikel-na-wijzig-artikel">
    <w:name w:val="artikel-na-wijzig-artikel"/>
    <w:basedOn w:val="wijzig-artikel"/>
  </w:style>
  <w:style w:type="paragraph" w:customStyle="1" w:styleId="tussenkop">
    <w:name w:val="tussenkop"/>
    <w:basedOn w:val="Standaard"/>
    <w:rPr>
      <w:b/>
      <w:i/>
    </w:rPr>
  </w:style>
  <w:style w:type="paragraph" w:customStyle="1" w:styleId="wat">
    <w:name w:val="wat"/>
    <w:basedOn w:val="Standaard"/>
    <w:pPr>
      <w:outlineLvl w:val="8"/>
    </w:pPr>
    <w:rPr>
      <w:i/>
    </w:rPr>
  </w:style>
  <w:style w:type="paragraph" w:customStyle="1" w:styleId="wij">
    <w:name w:val="wij"/>
    <w:basedOn w:val="Standaard"/>
  </w:style>
  <w:style w:type="paragraph" w:customStyle="1" w:styleId="wijzig-lid">
    <w:name w:val="wijzig-lid"/>
    <w:basedOn w:val="Standaard"/>
    <w:pPr>
      <w:outlineLvl w:val="1"/>
    </w:pPr>
    <w:rPr>
      <w:b/>
      <w:i/>
      <w:sz w:val="24"/>
    </w:rPr>
  </w:style>
  <w:style w:type="paragraph" w:customStyle="1" w:styleId="wijzig-artikel">
    <w:name w:val="wijzig-artikel"/>
    <w:basedOn w:val="Standaard"/>
    <w:pPr>
      <w:outlineLvl w:val="0"/>
    </w:pPr>
    <w:rPr>
      <w:b/>
      <w:sz w:val="24"/>
    </w:rPr>
  </w:style>
  <w:style w:type="paragraph" w:customStyle="1" w:styleId="artikeltekst">
    <w:name w:val="artikeltekst"/>
    <w:basedOn w:val="Standaard"/>
  </w:style>
  <w:style w:type="paragraph" w:customStyle="1" w:styleId="gegeven">
    <w:name w:val="gegeven"/>
    <w:basedOn w:val="Standaard"/>
    <w:pPr>
      <w:outlineLvl w:val="0"/>
    </w:pPr>
  </w:style>
  <w:style w:type="paragraph" w:customStyle="1" w:styleId="divisie">
    <w:name w:val="divisie"/>
    <w:basedOn w:val="Standaard"/>
    <w:rPr>
      <w:b/>
      <w:sz w:val="22"/>
    </w:rPr>
  </w:style>
  <w:style w:type="paragraph" w:customStyle="1" w:styleId="tempartikeltekst">
    <w:name w:val="temp artikeltekst"/>
    <w:basedOn w:val="artikeltekst"/>
    <w:rPr>
      <w:color w:val="000080"/>
    </w:rPr>
  </w:style>
  <w:style w:type="paragraph" w:customStyle="1" w:styleId="tempwat">
    <w:name w:val="temp wat"/>
    <w:basedOn w:val="wat"/>
    <w:rPr>
      <w:color w:val="000080"/>
    </w:rPr>
  </w:style>
  <w:style w:type="paragraph" w:customStyle="1" w:styleId="tabelstijl">
    <w:name w:val="tabelstijl"/>
    <w:basedOn w:val="Standaard"/>
    <w:rPr>
      <w:b/>
    </w:rPr>
  </w:style>
  <w:style w:type="paragraph" w:customStyle="1" w:styleId="stuknr">
    <w:name w:val="stuknr"/>
    <w:basedOn w:val="Standaard"/>
    <w:rPr>
      <w:b/>
      <w:sz w:val="22"/>
    </w:rPr>
  </w:style>
  <w:style w:type="paragraph" w:customStyle="1" w:styleId="stuktitel">
    <w:name w:val="stuktitel"/>
    <w:basedOn w:val="Standaard"/>
    <w:rPr>
      <w:b/>
      <w:sz w:val="22"/>
    </w:rPr>
  </w:style>
  <w:style w:type="paragraph" w:customStyle="1" w:styleId="dossiernr">
    <w:name w:val="dossiernr"/>
    <w:basedOn w:val="Standaard"/>
    <w:rPr>
      <w:b/>
      <w:sz w:val="22"/>
    </w:rPr>
  </w:style>
  <w:style w:type="paragraph" w:customStyle="1" w:styleId="dossiertitel">
    <w:name w:val="dossiertitel"/>
    <w:basedOn w:val="Standaard"/>
    <w:rPr>
      <w:b/>
      <w:sz w:val="22"/>
    </w:rPr>
  </w:style>
  <w:style w:type="paragraph" w:customStyle="1" w:styleId="documentdatum">
    <w:name w:val="documentdatum"/>
    <w:basedOn w:val="Standaard"/>
    <w:rPr>
      <w:i/>
      <w:sz w:val="22"/>
    </w:rPr>
  </w:style>
  <w:style w:type="paragraph" w:customStyle="1" w:styleId="vergaderjaar">
    <w:name w:val="vergaderjaar"/>
    <w:basedOn w:val="Standaard"/>
  </w:style>
  <w:style w:type="character" w:styleId="Paginanummer">
    <w:name w:val="page number"/>
    <w:basedOn w:val="Standaardalinea-lettertype"/>
    <w:rsid w:val="002168F4"/>
  </w:style>
  <w:style w:type="character" w:customStyle="1" w:styleId="Kop4Char">
    <w:name w:val="Kop 4 Char"/>
    <w:basedOn w:val="Standaardalinea-lettertype"/>
    <w:link w:val="Kop4"/>
    <w:uiPriority w:val="9"/>
    <w:semiHidden/>
    <w:rsid w:val="00E207B3"/>
    <w:rPr>
      <w:rFonts w:asciiTheme="minorHAnsi" w:eastAsiaTheme="majorEastAsia" w:hAnsiTheme="min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207B3"/>
    <w:rPr>
      <w:rFonts w:asciiTheme="minorHAnsi" w:eastAsiaTheme="majorEastAsia" w:hAnsiTheme="minorHAnsi" w:cstheme="majorBidi"/>
      <w:color w:val="365F91" w:themeColor="accent1" w:themeShade="BF"/>
      <w:sz w:val="22"/>
      <w:szCs w:val="22"/>
      <w:lang w:eastAsia="en-US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207B3"/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207B3"/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207B3"/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207B3"/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customStyle="1" w:styleId="Kop1Char">
    <w:name w:val="Kop 1 Char"/>
    <w:basedOn w:val="Standaardalinea-lettertype"/>
    <w:link w:val="Kop1"/>
    <w:uiPriority w:val="9"/>
    <w:rsid w:val="00E207B3"/>
    <w:rPr>
      <w:rFonts w:ascii="Verdana" w:hAnsi="Verdana" w:cs="Arial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E207B3"/>
    <w:rPr>
      <w:rFonts w:ascii="Verdana" w:hAnsi="Verdana" w:cs="Arial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E207B3"/>
    <w:rPr>
      <w:rFonts w:ascii="Verdana" w:hAnsi="Verdana" w:cs="Arial"/>
      <w:b/>
      <w:bCs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E207B3"/>
    <w:pPr>
      <w:spacing w:after="80" w:line="259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elChar">
    <w:name w:val="Titel Char"/>
    <w:basedOn w:val="Standaardalinea-lettertype"/>
    <w:link w:val="Titel"/>
    <w:uiPriority w:val="10"/>
    <w:rsid w:val="00E207B3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207B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207B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paragraph" w:styleId="Citaat">
    <w:name w:val="Quote"/>
    <w:basedOn w:val="Standaard"/>
    <w:next w:val="Standaard"/>
    <w:link w:val="CitaatChar"/>
    <w:uiPriority w:val="29"/>
    <w:qFormat/>
    <w:rsid w:val="00E207B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itaatChar">
    <w:name w:val="Citaat Char"/>
    <w:basedOn w:val="Standaardalinea-lettertype"/>
    <w:link w:val="Citaat"/>
    <w:uiPriority w:val="29"/>
    <w:rsid w:val="00E207B3"/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E207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ntensievebenadrukking">
    <w:name w:val="Intense Emphasis"/>
    <w:basedOn w:val="Standaardalinea-lettertype"/>
    <w:uiPriority w:val="21"/>
    <w:qFormat/>
    <w:rsid w:val="00E207B3"/>
    <w:rPr>
      <w:i/>
      <w:iCs/>
      <w:color w:val="365F9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207B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207B3"/>
    <w:rPr>
      <w:rFonts w:asciiTheme="minorHAnsi" w:eastAsiaTheme="minorHAnsi" w:hAnsiTheme="minorHAnsi" w:cstheme="minorBidi"/>
      <w:i/>
      <w:iCs/>
      <w:color w:val="365F91" w:themeColor="accent1" w:themeShade="BF"/>
      <w:sz w:val="22"/>
      <w:szCs w:val="22"/>
      <w:lang w:eastAsia="en-US"/>
    </w:rPr>
  </w:style>
  <w:style w:type="character" w:styleId="Intensieveverwijzing">
    <w:name w:val="Intense Reference"/>
    <w:basedOn w:val="Standaardalinea-lettertype"/>
    <w:uiPriority w:val="32"/>
    <w:qFormat/>
    <w:rsid w:val="00E207B3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E207B3"/>
    <w:rPr>
      <w:color w:val="0000FF" w:themeColor="hyperlink"/>
      <w:u w:val="single"/>
    </w:rPr>
  </w:style>
  <w:style w:type="character" w:styleId="Verwijzingopmerking">
    <w:name w:val="annotation reference"/>
    <w:basedOn w:val="Standaardalinea-lettertype"/>
    <w:uiPriority w:val="99"/>
    <w:unhideWhenUsed/>
    <w:rsid w:val="00E207B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E207B3"/>
    <w:pPr>
      <w:spacing w:after="160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E207B3"/>
    <w:rPr>
      <w:rFonts w:asciiTheme="minorHAnsi" w:eastAsiaTheme="minorHAnsi" w:hAnsiTheme="minorHAnsi" w:cstheme="minorBidi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unhideWhenUsed/>
    <w:rsid w:val="00E207B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rsid w:val="00E207B3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fui-styledtext">
    <w:name w:val="fui-styledtext"/>
    <w:basedOn w:val="Standaardalinea-lettertype"/>
    <w:rsid w:val="00E207B3"/>
  </w:style>
  <w:style w:type="paragraph" w:styleId="Revisie">
    <w:name w:val="Revision"/>
    <w:hidden/>
    <w:uiPriority w:val="99"/>
    <w:semiHidden/>
    <w:rsid w:val="00E207B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207B3"/>
    <w:rPr>
      <w:color w:val="605E5C"/>
      <w:shd w:val="clear" w:color="auto" w:fill="E1DFDD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E207B3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Inhopg10">
    <w:name w:val="toc 1"/>
    <w:basedOn w:val="Standaard"/>
    <w:next w:val="Standaard"/>
    <w:autoRedefine/>
    <w:uiPriority w:val="39"/>
    <w:unhideWhenUsed/>
    <w:rsid w:val="00E207B3"/>
    <w:pPr>
      <w:spacing w:before="240" w:after="120" w:line="259" w:lineRule="auto"/>
    </w:pPr>
    <w:rPr>
      <w:rFonts w:asciiTheme="minorHAnsi" w:eastAsiaTheme="minorHAnsi" w:hAnsiTheme="minorHAnsi" w:cstheme="minorHAnsi"/>
      <w:b/>
      <w:bCs/>
      <w:szCs w:val="20"/>
      <w:lang w:eastAsia="en-US"/>
    </w:rPr>
  </w:style>
  <w:style w:type="paragraph" w:styleId="Inhopg20">
    <w:name w:val="toc 2"/>
    <w:basedOn w:val="Standaard"/>
    <w:next w:val="Standaard"/>
    <w:autoRedefine/>
    <w:uiPriority w:val="39"/>
    <w:unhideWhenUsed/>
    <w:rsid w:val="00E207B3"/>
    <w:pPr>
      <w:spacing w:before="120" w:line="259" w:lineRule="auto"/>
      <w:ind w:left="220"/>
    </w:pPr>
    <w:rPr>
      <w:rFonts w:asciiTheme="minorHAnsi" w:eastAsiaTheme="minorHAnsi" w:hAnsiTheme="minorHAnsi" w:cstheme="minorHAnsi"/>
      <w:i/>
      <w:iCs/>
      <w:szCs w:val="20"/>
      <w:lang w:eastAsia="en-US"/>
    </w:rPr>
  </w:style>
  <w:style w:type="paragraph" w:styleId="Inhopg30">
    <w:name w:val="toc 3"/>
    <w:basedOn w:val="Standaard"/>
    <w:next w:val="Standaard"/>
    <w:autoRedefine/>
    <w:uiPriority w:val="39"/>
    <w:unhideWhenUsed/>
    <w:rsid w:val="00E207B3"/>
    <w:pPr>
      <w:spacing w:line="259" w:lineRule="auto"/>
      <w:ind w:left="44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Inhopg40">
    <w:name w:val="toc 4"/>
    <w:basedOn w:val="Standaard"/>
    <w:next w:val="Standaard"/>
    <w:autoRedefine/>
    <w:uiPriority w:val="39"/>
    <w:unhideWhenUsed/>
    <w:rsid w:val="00E207B3"/>
    <w:pPr>
      <w:spacing w:line="259" w:lineRule="auto"/>
      <w:ind w:left="66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Inhopg50">
    <w:name w:val="toc 5"/>
    <w:basedOn w:val="Standaard"/>
    <w:next w:val="Standaard"/>
    <w:autoRedefine/>
    <w:uiPriority w:val="39"/>
    <w:unhideWhenUsed/>
    <w:rsid w:val="00E207B3"/>
    <w:pPr>
      <w:spacing w:line="259" w:lineRule="auto"/>
      <w:ind w:left="88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Inhopg60">
    <w:name w:val="toc 6"/>
    <w:basedOn w:val="Standaard"/>
    <w:next w:val="Standaard"/>
    <w:autoRedefine/>
    <w:uiPriority w:val="39"/>
    <w:unhideWhenUsed/>
    <w:rsid w:val="00E207B3"/>
    <w:pPr>
      <w:spacing w:line="259" w:lineRule="auto"/>
      <w:ind w:left="110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Inhopg70">
    <w:name w:val="toc 7"/>
    <w:basedOn w:val="Standaard"/>
    <w:next w:val="Standaard"/>
    <w:autoRedefine/>
    <w:uiPriority w:val="39"/>
    <w:unhideWhenUsed/>
    <w:rsid w:val="00E207B3"/>
    <w:pPr>
      <w:spacing w:line="259" w:lineRule="auto"/>
      <w:ind w:left="132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Inhopg80">
    <w:name w:val="toc 8"/>
    <w:basedOn w:val="Standaard"/>
    <w:next w:val="Standaard"/>
    <w:autoRedefine/>
    <w:uiPriority w:val="39"/>
    <w:unhideWhenUsed/>
    <w:rsid w:val="00E207B3"/>
    <w:pPr>
      <w:spacing w:line="259" w:lineRule="auto"/>
      <w:ind w:left="1540"/>
    </w:pPr>
    <w:rPr>
      <w:rFonts w:asciiTheme="minorHAnsi" w:eastAsiaTheme="minorHAnsi" w:hAnsiTheme="minorHAnsi" w:cstheme="minorHAnsi"/>
      <w:szCs w:val="20"/>
      <w:lang w:eastAsia="en-US"/>
    </w:rPr>
  </w:style>
  <w:style w:type="paragraph" w:styleId="Inhopg90">
    <w:name w:val="toc 9"/>
    <w:basedOn w:val="Standaard"/>
    <w:next w:val="Standaard"/>
    <w:autoRedefine/>
    <w:uiPriority w:val="39"/>
    <w:unhideWhenUsed/>
    <w:rsid w:val="00E207B3"/>
    <w:pPr>
      <w:spacing w:line="259" w:lineRule="auto"/>
      <w:ind w:left="1760"/>
    </w:pPr>
    <w:rPr>
      <w:rFonts w:asciiTheme="minorHAnsi" w:eastAsiaTheme="minorHAnsi" w:hAnsiTheme="minorHAnsi" w:cstheme="minorHAnsi"/>
      <w:szCs w:val="20"/>
      <w:lang w:eastAsia="en-US"/>
    </w:rPr>
  </w:style>
  <w:style w:type="character" w:styleId="Zwaar">
    <w:name w:val="Strong"/>
    <w:basedOn w:val="Standaardalinea-lettertype"/>
    <w:uiPriority w:val="22"/>
    <w:qFormat/>
    <w:rsid w:val="00E207B3"/>
    <w:rPr>
      <w:b/>
      <w:bCs/>
    </w:rPr>
  </w:style>
  <w:style w:type="paragraph" w:styleId="Normaalweb">
    <w:name w:val="Normal (Web)"/>
    <w:basedOn w:val="Standaard"/>
    <w:uiPriority w:val="99"/>
    <w:unhideWhenUsed/>
    <w:rsid w:val="00E207B3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relative">
    <w:name w:val="relative"/>
    <w:basedOn w:val="Standaardalinea-lettertype"/>
    <w:rsid w:val="00E207B3"/>
  </w:style>
  <w:style w:type="character" w:customStyle="1" w:styleId="ms-1">
    <w:name w:val="ms-1"/>
    <w:basedOn w:val="Standaardalinea-lettertype"/>
    <w:rsid w:val="00E207B3"/>
  </w:style>
  <w:style w:type="character" w:customStyle="1" w:styleId="max-w-full">
    <w:name w:val="max-w-full"/>
    <w:basedOn w:val="Standaardalinea-lettertype"/>
    <w:rsid w:val="00E207B3"/>
  </w:style>
  <w:style w:type="character" w:customStyle="1" w:styleId="-me-1">
    <w:name w:val="-me-1"/>
    <w:basedOn w:val="Standaardalinea-lettertype"/>
    <w:rsid w:val="00E207B3"/>
  </w:style>
  <w:style w:type="character" w:customStyle="1" w:styleId="VoetnoottekstChar">
    <w:name w:val="Voetnoottekst Char"/>
    <w:basedOn w:val="Standaardalinea-lettertype"/>
    <w:link w:val="Voetnoottekst"/>
    <w:uiPriority w:val="99"/>
    <w:rsid w:val="00E207B3"/>
    <w:rPr>
      <w:rFonts w:ascii="Verdana" w:hAnsi="Verdana"/>
      <w:szCs w:val="24"/>
    </w:rPr>
  </w:style>
  <w:style w:type="character" w:styleId="Voetnootmarkering">
    <w:name w:val="footnote reference"/>
    <w:basedOn w:val="Standaardalinea-lettertype"/>
    <w:uiPriority w:val="99"/>
    <w:unhideWhenUsed/>
    <w:rsid w:val="00E207B3"/>
    <w:rPr>
      <w:vertAlign w:val="superscript"/>
    </w:rPr>
  </w:style>
  <w:style w:type="character" w:styleId="Nadruk">
    <w:name w:val="Emphasis"/>
    <w:basedOn w:val="Standaardalinea-lettertype"/>
    <w:uiPriority w:val="20"/>
    <w:qFormat/>
    <w:rsid w:val="00E207B3"/>
    <w:rPr>
      <w:i/>
      <w:iCs/>
    </w:rPr>
  </w:style>
  <w:style w:type="character" w:customStyle="1" w:styleId="KoptekstChar">
    <w:name w:val="Koptekst Char"/>
    <w:basedOn w:val="Standaardalinea-lettertype"/>
    <w:link w:val="Koptekst"/>
    <w:uiPriority w:val="99"/>
    <w:rsid w:val="00E207B3"/>
    <w:rPr>
      <w:rFonts w:ascii="Verdana" w:hAnsi="Verdana"/>
      <w:szCs w:val="24"/>
    </w:rPr>
  </w:style>
  <w:style w:type="character" w:customStyle="1" w:styleId="VoettekstChar">
    <w:name w:val="Voettekst Char"/>
    <w:basedOn w:val="Standaardalinea-lettertype"/>
    <w:link w:val="Voettekst"/>
    <w:uiPriority w:val="99"/>
    <w:rsid w:val="00E207B3"/>
    <w:rPr>
      <w:rFonts w:ascii="Verdana" w:hAnsi="Verdana"/>
      <w:szCs w:val="24"/>
    </w:rPr>
  </w:style>
  <w:style w:type="paragraph" w:styleId="Geenafstand">
    <w:name w:val="No Spacing"/>
    <w:uiPriority w:val="1"/>
    <w:qFormat/>
    <w:rsid w:val="00E207B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GevolgdeHyperlink">
    <w:name w:val="FollowedHyperlink"/>
    <w:basedOn w:val="Standaardalinea-lettertype"/>
    <w:uiPriority w:val="99"/>
    <w:unhideWhenUsed/>
    <w:rsid w:val="00E207B3"/>
    <w:rPr>
      <w:color w:val="800080" w:themeColor="followedHyperlink"/>
      <w:u w:val="single"/>
    </w:rPr>
  </w:style>
  <w:style w:type="table" w:styleId="Tabelraster">
    <w:name w:val="Table Grid"/>
    <w:basedOn w:val="Standaardtabel"/>
    <w:rsid w:val="006B0B64"/>
    <w:rPr>
      <w:rFonts w:ascii="Verdana" w:hAnsi="Verdana"/>
      <w:lang w:val="en-US" w:eastAsia="en-US"/>
    </w:rPr>
    <w:tblPr/>
  </w:style>
  <w:style w:type="paragraph" w:customStyle="1" w:styleId="paragraph">
    <w:name w:val="paragraph"/>
    <w:basedOn w:val="Standaard"/>
    <w:rsid w:val="006B0B64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Standaardalinea-lettertype"/>
    <w:rsid w:val="006B0B64"/>
    <w:rPr>
      <w:rFonts w:cs="Times New Roman"/>
    </w:rPr>
  </w:style>
  <w:style w:type="character" w:customStyle="1" w:styleId="eop">
    <w:name w:val="eop"/>
    <w:basedOn w:val="Standaardalinea-lettertype"/>
    <w:rsid w:val="006B0B6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3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3.xml" Id="rId13" /><Relationship Type="http://schemas.openxmlformats.org/officeDocument/2006/relationships/settings" Target="settings.xml" Id="rId7" /><Relationship Type="http://schemas.openxmlformats.org/officeDocument/2006/relationships/footer" Target="footer2.xml" Id="rId12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riffieSjablonen\wet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238cb507-3f71-4afe-aaab-8382731a4345}" enabled="0" method="" siteId="{238cb507-3f71-4afe-aaab-8382731a4345}" removed="1"/>
  <clbl:label id="{681dcdd7-3e43-49fb-ac1e-2321f7e63421}" enabled="1" method="Privileged" siteId="{1321633e-f6b9-44e2-a44f-59b9d264ecb7}" removed="0"/>
</clbl:labelList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139</ap:Words>
  <ap:Characters>863</ap:Characters>
  <ap:DocSecurity>0</ap:DocSecurity>
  <ap:Lines>7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T W E E D E   K A M E R   D E R   S T A T E N - G E N E R A A L                                                        2</vt:lpstr>
    </vt:vector>
  </ap:TitlesOfParts>
  <ap:LinksUpToDate>false</ap:LinksUpToDate>
  <ap:CharactersWithSpaces>1001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lastPrinted>2025-11-06T12:12:00.0000000Z</lastPrinted>
  <dcterms:created xsi:type="dcterms:W3CDTF">2025-11-10T13:14:00.0000000Z</dcterms:created>
  <dcterms:modified xsi:type="dcterms:W3CDTF">2025-11-11T09:18:00.0000000Z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27aba19c,49f59abf,e150611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Intern gebruik</vt:lpwstr>
  </property>
  <property fmtid="{D5CDD505-2E9C-101B-9397-08002B2CF9AE}" pid="5" name="ContentTypeId">
    <vt:lpwstr>0x01010038E60350FC170647B310166F2EB204D8</vt:lpwstr>
  </property>
</Properties>
</file>