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A6C54" w:rsidR="004F3C02" w:rsidP="004F3C02" w:rsidRDefault="004F3C02" w14:paraId="79A7E42A" w14:textId="3AD45F37">
      <w:r w:rsidRPr="006A6C54">
        <w:t>Geachte voorzitter,</w:t>
      </w:r>
    </w:p>
    <w:p w:rsidRPr="006A6C54" w:rsidR="004F3C02" w:rsidP="004F3C02" w:rsidRDefault="004F3C02" w14:paraId="38E923CF" w14:textId="77777777"/>
    <w:p w:rsidR="004F3C02" w:rsidP="004F3C02" w:rsidRDefault="004F3C02" w14:paraId="630F7C1C" w14:textId="04ACB5D4">
      <w:bookmarkStart w:name="_Hlk163833627" w:id="0"/>
      <w:r w:rsidRPr="007C636A">
        <w:t>Hierbij stuur ik u de V</w:t>
      </w:r>
      <w:r>
        <w:t xml:space="preserve">oorjaarsnota 2024. U ontvangt deze op een </w:t>
      </w:r>
      <w:r w:rsidR="0088745F">
        <w:t xml:space="preserve">eerder </w:t>
      </w:r>
      <w:r>
        <w:t xml:space="preserve">moment dan wij </w:t>
      </w:r>
      <w:r w:rsidR="0088745F">
        <w:t xml:space="preserve">aanvankelijk </w:t>
      </w:r>
      <w:r>
        <w:t>van plan waren. Vanuit de informateurs is het verzoek gekomen om de voorjaarsbesluitvorming te delen. Hiertoe zijn wij bereid</w:t>
      </w:r>
      <w:r w:rsidR="002A4245">
        <w:t>. T</w:t>
      </w:r>
      <w:r>
        <w:t xml:space="preserve">egelijkertijd vindt het kabinet het </w:t>
      </w:r>
      <w:r w:rsidR="0036092E">
        <w:t>belangrijk</w:t>
      </w:r>
      <w:r>
        <w:t xml:space="preserve"> dat het parlement dan ook </w:t>
      </w:r>
      <w:r w:rsidR="002A4245">
        <w:t xml:space="preserve">over </w:t>
      </w:r>
      <w:r>
        <w:t>deze informatie beschikt. Wij sturen u daarom hierbij</w:t>
      </w:r>
      <w:r w:rsidR="00286F16">
        <w:t xml:space="preserve"> </w:t>
      </w:r>
      <w:r>
        <w:t>de Voorjaarsnota 2024.</w:t>
      </w:r>
    </w:p>
    <w:p w:rsidR="004F3C02" w:rsidP="004F3C02" w:rsidRDefault="004F3C02" w14:paraId="64193C0D" w14:textId="77777777"/>
    <w:p w:rsidR="004F3C02" w:rsidP="004F3C02" w:rsidRDefault="004F3C02" w14:paraId="37219E8F" w14:textId="16C97475">
      <w:r>
        <w:t xml:space="preserve">Dit jaar hebben wij een verdere stap genomen om de voorjaarsbesluitvorming te vervroegen en aan te sluiten bij het Europees Semester. </w:t>
      </w:r>
      <w:r w:rsidR="0088745F">
        <w:t>Het kabinet was voornemens</w:t>
      </w:r>
      <w:r w:rsidR="002A4245">
        <w:t xml:space="preserve"> de Voorjaarsnota </w:t>
      </w:r>
      <w:r>
        <w:t xml:space="preserve">tegelijkertijd </w:t>
      </w:r>
      <w:r w:rsidR="0088745F">
        <w:t xml:space="preserve">te </w:t>
      </w:r>
      <w:r w:rsidR="002A4245">
        <w:t xml:space="preserve">publiceren </w:t>
      </w:r>
      <w:r>
        <w:t xml:space="preserve">met de doorrekening van de voorjaarsbesluitvorming van het CPB, </w:t>
      </w:r>
      <w:r w:rsidR="00286F16">
        <w:t xml:space="preserve">de Voorjaarsrapportage in het kader van het begrotingstoezicht </w:t>
      </w:r>
      <w:r>
        <w:t>van de Raad van State en het Stabiliteitsprogramma (de jaarlijkse rapportage aan de Europese Commissie)</w:t>
      </w:r>
      <w:r w:rsidR="002A4245">
        <w:t>.</w:t>
      </w:r>
      <w:r>
        <w:t xml:space="preserve"> </w:t>
      </w:r>
      <w:r w:rsidR="0088745F">
        <w:t>G</w:t>
      </w:r>
      <w:r w:rsidR="00B15369">
        <w:t xml:space="preserve">ezien het verzoek van de informateurs </w:t>
      </w:r>
      <w:r w:rsidR="0088745F">
        <w:t>heeft het kabinet echter</w:t>
      </w:r>
      <w:r w:rsidR="00B15369">
        <w:t xml:space="preserve"> gekozen om de publicatie van de Voorjaarsnota te vervroegen. </w:t>
      </w:r>
    </w:p>
    <w:p w:rsidR="004F3C02" w:rsidP="004F3C02" w:rsidRDefault="004F3C02" w14:paraId="1FCC93A4" w14:textId="77777777"/>
    <w:p w:rsidR="004F3C02" w:rsidP="004F3C02" w:rsidRDefault="004F3C02" w14:paraId="0648BD31" w14:textId="203B672E">
      <w:r>
        <w:t xml:space="preserve">Tegelijkertijd blijft de ambitie om het begrotingsproces verder te verbeteren onverminderd staan. Dit jaar bevat het Stabiliteitsprogramma voor het eerst de </w:t>
      </w:r>
      <w:proofErr w:type="gramStart"/>
      <w:r>
        <w:t>voorjaarsbesluitvorming</w:t>
      </w:r>
      <w:proofErr w:type="gramEnd"/>
      <w:r>
        <w:t xml:space="preserve"> en de ex-ante doorrekening van het CPB. U ontvangt dit Stabiliteitsprogramma voor de Europese deadline van </w:t>
      </w:r>
      <w:r w:rsidR="00311FFD">
        <w:t>30</w:t>
      </w:r>
      <w:r>
        <w:t xml:space="preserve"> </w:t>
      </w:r>
      <w:r w:rsidR="00311FFD">
        <w:t>april</w:t>
      </w:r>
      <w:r>
        <w:t xml:space="preserve">. </w:t>
      </w:r>
      <w:r w:rsidR="003F7409">
        <w:t xml:space="preserve">Ook </w:t>
      </w:r>
      <w:r>
        <w:t xml:space="preserve">zal </w:t>
      </w:r>
      <w:r w:rsidR="003F7409">
        <w:t xml:space="preserve">dan </w:t>
      </w:r>
      <w:r w:rsidR="00286F16">
        <w:t>de Voorjaarsrapportage</w:t>
      </w:r>
      <w:r>
        <w:t xml:space="preserve"> van de Raad van State en de kabinetsreactie gepubliceerd worden</w:t>
      </w:r>
      <w:r w:rsidR="00B15369">
        <w:t xml:space="preserve">. De </w:t>
      </w:r>
      <w:r>
        <w:t xml:space="preserve">Raad van State </w:t>
      </w:r>
      <w:r w:rsidR="00B15369">
        <w:t xml:space="preserve">beschikt dan </w:t>
      </w:r>
      <w:r>
        <w:t xml:space="preserve">ook voor het eerst over de doorrekening van de voorjaarsbesluitvorming van het CPB. </w:t>
      </w:r>
    </w:p>
    <w:p w:rsidR="004F3C02" w:rsidP="004F3C02" w:rsidRDefault="004F3C02" w14:paraId="2F8EC6A3" w14:textId="77777777"/>
    <w:p w:rsidR="004F3C02" w:rsidP="004F3C02" w:rsidRDefault="004F3C02" w14:paraId="136719C8" w14:textId="4975F96B">
      <w:r>
        <w:t xml:space="preserve">Dit zijn waardevolle stappen, waarmee we niet alleen de aansluiting </w:t>
      </w:r>
      <w:r w:rsidR="00B15369">
        <w:t xml:space="preserve">bij </w:t>
      </w:r>
      <w:r>
        <w:t>het Europees Semester</w:t>
      </w:r>
      <w:r w:rsidR="00815201">
        <w:t xml:space="preserve"> verbeteren</w:t>
      </w:r>
      <w:r>
        <w:t xml:space="preserve">, maar </w:t>
      </w:r>
      <w:r w:rsidR="00815201">
        <w:t xml:space="preserve">er ook voor zorgen dat </w:t>
      </w:r>
      <w:r>
        <w:t xml:space="preserve">uw Kamer eerder beschikt over de voorjaarsbesluitvorming met een onafhankelijke doorrekening van het CPB. Ik ben van mening dat dit het gesprek over de Voorjaarsnota en de besluitvorming ten goede komt. Hoewel het dit jaar niet mogelijk was deze ambitie al volledig te realiseren, blijft </w:t>
      </w:r>
      <w:r w:rsidR="00286F16">
        <w:t xml:space="preserve">dit </w:t>
      </w:r>
      <w:r>
        <w:t xml:space="preserve">onze inzet </w:t>
      </w:r>
      <w:r w:rsidR="00286F16">
        <w:t>voor</w:t>
      </w:r>
      <w:r w:rsidR="0088745F">
        <w:t xml:space="preserve"> komend jaar</w:t>
      </w:r>
      <w:r w:rsidR="00286F16">
        <w:t>.</w:t>
      </w:r>
    </w:p>
    <w:p w:rsidR="004F3C02" w:rsidP="004F3C02" w:rsidRDefault="004F3C02" w14:paraId="7554DAD4" w14:textId="77777777"/>
    <w:bookmarkEnd w:id="0"/>
    <w:p w:rsidR="004F3C02" w:rsidP="004F3C02" w:rsidRDefault="004F3C02" w14:paraId="0AAC2B25" w14:textId="77777777">
      <w:r>
        <w:t>Hoogachtend,</w:t>
      </w:r>
    </w:p>
    <w:p w:rsidR="00551F07" w:rsidRDefault="00551F07" w14:paraId="051C99D4" w14:textId="77777777"/>
    <w:p w:rsidR="004F3C02" w:rsidP="004F3C02" w:rsidRDefault="00286F16" w14:paraId="54193362" w14:textId="4F3C8B35">
      <w:proofErr w:type="gramStart"/>
      <w:r>
        <w:t>d</w:t>
      </w:r>
      <w:r w:rsidR="004F3C02">
        <w:t>e</w:t>
      </w:r>
      <w:proofErr w:type="gramEnd"/>
      <w:r w:rsidR="004F3C02">
        <w:t xml:space="preserve"> minister van </w:t>
      </w:r>
      <w:r>
        <w:t>F</w:t>
      </w:r>
      <w:r w:rsidR="004F3C02">
        <w:t>inanciën</w:t>
      </w:r>
      <w:r>
        <w:br/>
      </w:r>
    </w:p>
    <w:p w:rsidR="004F3C02" w:rsidP="004F3C02" w:rsidRDefault="00286F16" w14:paraId="3A4084E7" w14:textId="284F70B7">
      <w:r>
        <w:br/>
      </w:r>
    </w:p>
    <w:p w:rsidRPr="00286F16" w:rsidR="00286F16" w:rsidP="00C03412" w:rsidRDefault="004F3C02" w14:paraId="508685C8" w14:textId="096A7E8C">
      <w:r>
        <w:t>S.P.R.A. van Weyenber</w:t>
      </w:r>
      <w:r w:rsidR="00286F16">
        <w:t>g</w:t>
      </w:r>
    </w:p>
    <w:sectPr w:rsidRPr="00286F16" w:rsidR="00286F16">
      <w:footerReference w:type="default" r:id="rId7"/>
      <w:headerReference w:type="first" r:id="rId8"/>
      <w:pgSz w:w="11905" w:h="16837"/>
      <w:pgMar w:top="3764" w:right="2777" w:bottom="1076"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1651A" w14:textId="77777777" w:rsidR="001816BC" w:rsidRDefault="001816BC">
      <w:pPr>
        <w:spacing w:line="240" w:lineRule="auto"/>
      </w:pPr>
      <w:r>
        <w:separator/>
      </w:r>
    </w:p>
  </w:endnote>
  <w:endnote w:type="continuationSeparator" w:id="0">
    <w:p w14:paraId="502F9A8A" w14:textId="77777777" w:rsidR="001816BC" w:rsidRDefault="001816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KIX Barcode">
    <w:panose1 w:val="020B7200000000000000"/>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3E234" w14:textId="77777777" w:rsidR="00551F07" w:rsidRDefault="00551F07">
    <w:pPr>
      <w:spacing w:after="1077"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9009C" w14:textId="77777777" w:rsidR="001816BC" w:rsidRDefault="001816BC">
      <w:pPr>
        <w:spacing w:line="240" w:lineRule="auto"/>
      </w:pPr>
      <w:r>
        <w:separator/>
      </w:r>
    </w:p>
  </w:footnote>
  <w:footnote w:type="continuationSeparator" w:id="0">
    <w:p w14:paraId="08DDE9E8" w14:textId="77777777" w:rsidR="001816BC" w:rsidRDefault="001816B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759FC" w14:textId="77777777" w:rsidR="00551F07" w:rsidRDefault="001404A5">
    <w:pPr>
      <w:spacing w:after="6377" w:line="14" w:lineRule="exact"/>
    </w:pPr>
    <w:r>
      <w:rPr>
        <w:noProof/>
      </w:rPr>
      <mc:AlternateContent>
        <mc:Choice Requires="wps">
          <w:drawing>
            <wp:anchor distT="0" distB="0" distL="0" distR="0" simplePos="0" relativeHeight="251656192" behindDoc="0" locked="1" layoutInCell="1" allowOverlap="1" wp14:anchorId="07831F9E" wp14:editId="4C60B5B5">
              <wp:simplePos x="0" y="0"/>
              <wp:positionH relativeFrom="page">
                <wp:posOffset>3545840</wp:posOffset>
              </wp:positionH>
              <wp:positionV relativeFrom="page">
                <wp:posOffset>0</wp:posOffset>
              </wp:positionV>
              <wp:extent cx="467995" cy="1583055"/>
              <wp:effectExtent l="0" t="0" r="0" b="0"/>
              <wp:wrapNone/>
              <wp:docPr id="5" name="8cd303e7-05ab-474b-9412-44e5272a8f7f"/>
              <wp:cNvGraphicFramePr/>
              <a:graphic xmlns:a="http://schemas.openxmlformats.org/drawingml/2006/main">
                <a:graphicData uri="http://schemas.microsoft.com/office/word/2010/wordprocessingShape">
                  <wps:wsp>
                    <wps:cNvSpPr txBox="1"/>
                    <wps:spPr>
                      <a:xfrm>
                        <a:off x="0" y="0"/>
                        <a:ext cx="467995" cy="1583055"/>
                      </a:xfrm>
                      <a:prstGeom prst="rect">
                        <a:avLst/>
                      </a:prstGeom>
                      <a:noFill/>
                    </wps:spPr>
                    <wps:txbx>
                      <w:txbxContent>
                        <w:p w14:paraId="3EE278CD" w14:textId="77777777" w:rsidR="00551F07" w:rsidRDefault="001404A5">
                          <w:pPr>
                            <w:spacing w:line="240" w:lineRule="auto"/>
                          </w:pPr>
                          <w:r>
                            <w:rPr>
                              <w:noProof/>
                            </w:rPr>
                            <w:drawing>
                              <wp:inline distT="0" distB="0" distL="0" distR="0" wp14:anchorId="70854170" wp14:editId="432C53D5">
                                <wp:extent cx="467995" cy="1583865"/>
                                <wp:effectExtent l="0" t="0" r="0" b="0"/>
                                <wp:docPr id="6" name="Logo" descr="Rijkslint, logo van de Rijksoverheid (blauw)" title="Rijkslint, logo van de Rijksoverheid (blauw)"/>
                                <wp:cNvGraphicFramePr/>
                                <a:graphic xmlns:a="http://schemas.openxmlformats.org/drawingml/2006/main">
                                  <a:graphicData uri="http://schemas.openxmlformats.org/drawingml/2006/picture">
                                    <pic:pic xmlns:pic="http://schemas.openxmlformats.org/drawingml/2006/picture">
                                      <pic:nvPicPr>
                                        <pic:cNvPr id="6" name="Logo"/>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07831F9E" id="_x0000_t202" coordsize="21600,21600" o:spt="202" path="m,l,21600r21600,l21600,xe">
              <v:stroke joinstyle="miter"/>
              <v:path gradientshapeok="t" o:connecttype="rect"/>
            </v:shapetype>
            <v:shape id="8cd303e7-05ab-474b-9412-44e5272a8f7f" o:spid="_x0000_s1026" type="#_x0000_t202" style="position:absolute;margin-left:279.2pt;margin-top:0;width:36.85pt;height:124.6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cHokQEAAA0DAAAOAAAAZHJzL2Uyb0RvYy54bWysUsFu2zAMvQ/YPwi6L3a6pWuNOAW6osOA&#10;oh3Q9QMUWYoNWKJGqrGzry+lxMnQ3opeKIqUHh8fubwaXS+2BqkDX8v5rJTCeA1N5ze1fPpz++VC&#10;CorKN6oHb2q5MySvVp8/LYdQmTNooW8MCgbxVA2hlm2MoSoK0q1ximYQjOekBXQq8hU3RYNqYHTX&#10;F2dleV4MgE1A0IaIozf7pFxlfGuNjg/WkomiryVzi9litutki9VSVRtUoe30gYZ6BwunOs9Fj1A3&#10;KirxjN0bKNdpBAIbZxpcAdZ22uQeuJt5+aqbx1YFk3thcSgcZaKPg9X328fwG0Ucr2HkASZBhkAV&#10;cTD1M1p06WSmgvMs4e4omxmj0Bz8dv798nIhhebUfHHxtVwsEkxx+h2Q4k8DTiSnlshjyWqp7R3F&#10;/dPpSSrm4bbr+xQ/UUleHNfjgd8amh3T5s1jvBbwnxQDT7GW9PdZoZGi/+VZpjTyycHJWU+O8pq/&#10;1jJKsXd/xLwaU2XWPLdx2I801P/vmd9pi1cvAAAA//8DAFBLAwQUAAYACAAAACEA7IjYZN8AAAAI&#10;AQAADwAAAGRycy9kb3ducmV2LnhtbEyPQU/CQBSE7yb+h80z8SZbCjRQuyXE6MmEWOrB47Z9tBu6&#10;b2t3gfrveZ70OJnJzDfZdrK9uODojSMF81kEAql2jaFWwWf59rQG4YOmRveOUMEPetjm93eZTht3&#10;pQIvh9AKLiGfagVdCEMqpa87tNrP3IDE3tGNVgeWYyubUV+53PYyjqJEWm2IFzo94EuH9elwtgp2&#10;X1S8mu999VEcC1OWm4jek5NSjw/T7hlEwCn8heEXn9EhZ6bKnanxolewWq2XHFXAj9hOFvEcRKUg&#10;Xm4WIPNM/j+Q3wAAAP//AwBQSwECLQAUAAYACAAAACEAtoM4kv4AAADhAQAAEwAAAAAAAAAAAAAA&#10;AAAAAAAAW0NvbnRlbnRfVHlwZXNdLnhtbFBLAQItABQABgAIAAAAIQA4/SH/1gAAAJQBAAALAAAA&#10;AAAAAAAAAAAAAC8BAABfcmVscy8ucmVsc1BLAQItABQABgAIAAAAIQDiUcHokQEAAA0DAAAOAAAA&#10;AAAAAAAAAAAAAC4CAABkcnMvZTJvRG9jLnhtbFBLAQItABQABgAIAAAAIQDsiNhk3wAAAAgBAAAP&#10;AAAAAAAAAAAAAAAAAOsDAABkcnMvZG93bnJldi54bWxQSwUGAAAAAAQABADzAAAA9wQAAAAA&#10;" filled="f" stroked="f">
              <v:textbox inset="0,0,0,0">
                <w:txbxContent>
                  <w:p w14:paraId="3EE278CD" w14:textId="77777777" w:rsidR="00551F07" w:rsidRDefault="001404A5">
                    <w:pPr>
                      <w:spacing w:line="240" w:lineRule="auto"/>
                    </w:pPr>
                    <w:r>
                      <w:rPr>
                        <w:noProof/>
                      </w:rPr>
                      <w:drawing>
                        <wp:inline distT="0" distB="0" distL="0" distR="0" wp14:anchorId="70854170" wp14:editId="432C53D5">
                          <wp:extent cx="467995" cy="1583865"/>
                          <wp:effectExtent l="0" t="0" r="0" b="0"/>
                          <wp:docPr id="6" name="Logo" descr="Rijkslint, logo van de Rijksoverheid (blauw)" title="Rijkslint, logo van de Rijksoverheid (blauw)"/>
                          <wp:cNvGraphicFramePr/>
                          <a:graphic xmlns:a="http://schemas.openxmlformats.org/drawingml/2006/main">
                            <a:graphicData uri="http://schemas.openxmlformats.org/drawingml/2006/picture">
                              <pic:pic xmlns:pic="http://schemas.openxmlformats.org/drawingml/2006/picture">
                                <pic:nvPicPr>
                                  <pic:cNvPr id="6" name="Logo"/>
                                  <pic:cNvPicPr/>
                                </pic:nvPicPr>
                                <pic:blipFill>
                                  <a:blip r:embed="rId1"/>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216" behindDoc="0" locked="1" layoutInCell="1" allowOverlap="1" wp14:anchorId="3527BB45" wp14:editId="504809BA">
              <wp:simplePos x="0" y="0"/>
              <wp:positionH relativeFrom="page">
                <wp:posOffset>3995420</wp:posOffset>
              </wp:positionH>
              <wp:positionV relativeFrom="page">
                <wp:posOffset>0</wp:posOffset>
              </wp:positionV>
              <wp:extent cx="2339975" cy="1583690"/>
              <wp:effectExtent l="0" t="0" r="0" b="0"/>
              <wp:wrapNone/>
              <wp:docPr id="7" name="583cb846-a587-474e-9efc-17a024d629a0"/>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0AAB0021" w14:textId="77777777" w:rsidR="00551F07" w:rsidRDefault="001404A5">
                          <w:pPr>
                            <w:spacing w:line="240" w:lineRule="auto"/>
                          </w:pPr>
                          <w:r>
                            <w:rPr>
                              <w:noProof/>
                            </w:rPr>
                            <w:drawing>
                              <wp:inline distT="0" distB="0" distL="0" distR="0" wp14:anchorId="1698ECD2" wp14:editId="03C1F0FC">
                                <wp:extent cx="2339975" cy="1582834"/>
                                <wp:effectExtent l="0" t="0" r="0" b="0"/>
                                <wp:docPr id="8" name="Logotype_FIN"/>
                                <wp:cNvGraphicFramePr/>
                                <a:graphic xmlns:a="http://schemas.openxmlformats.org/drawingml/2006/main">
                                  <a:graphicData uri="http://schemas.openxmlformats.org/drawingml/2006/picture">
                                    <pic:pic xmlns:pic="http://schemas.openxmlformats.org/drawingml/2006/picture">
                                      <pic:nvPicPr>
                                        <pic:cNvPr id="8" name="Logotype_FIN"/>
                                        <pic:cNvPicPr/>
                                      </pic:nvPicPr>
                                      <pic:blipFill>
                                        <a:blip r:embed="rId2"/>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3527BB45" id="583cb846-a587-474e-9efc-17a024d629a0" o:spid="_x0000_s1027" type="#_x0000_t202" style="position:absolute;margin-left:314.6pt;margin-top:0;width:184.25pt;height:124.7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B22lQEAABUDAAAOAAAAZHJzL2Uyb0RvYy54bWysUttu2zAMfR/QfxD03jgXtGuMOAW2osWA&#10;YRvQ7gMUWYoFWKJKqrGzrx+l1kmxvQ17oShSOjw85OZ29L04GCQHoZGL2VwKEzS0Luwb+fPp/vJG&#10;CkoqtKqHYBp5NCRvtxcfNkOszRI66FuDgkEC1UNsZJdSrKuKdGe8ohlEEzhpAb1KfMV91aIaGN33&#10;1XI+v64GwDYiaEPE0bvXpNwWfGuNTt+tJZNE30jmlorFYnfZVtuNqveoYuf0Gw31Dyy8coGLnqDu&#10;VFLiBd1fUN5pBAKbZhp8BdY6bUoP3M1i/kc3j52KpvTC4lA8yUT/D1Z/OzzGHyjS+AlGHmAWZIhU&#10;EwdzP6NFn09mKjjPEh5PspkxCc3B5Wq1Xn+8kkJzbnF1s7peF2Gr8/eIlB4MeJGdRiLPpcilDl8p&#10;cUl+Oj3J1QLcu77P8TOX7KVxNwrXvuO5g/bI9HkDGbYD/CXFwNNsJD2/KDRS9F8Cy5VHPzk4ObvJ&#10;UUHz10YmKV7dz6msyESAtS8U3/YkD/f9vdA8b/P2NwAAAP//AwBQSwMEFAAGAAgAAAAhAFjDZz/e&#10;AAAACAEAAA8AAABkcnMvZG93bnJldi54bWxMj8FOwzAQRO9I/IO1SNyoQ1SlOGRTVQhOSIg0HDg6&#10;yTaxGq9D7Lbh7zEnOI5mNPOm2C52FGeavXGMcL9KQBC3rjPcI3zUL3cPIHzQ3OnRMSF8k4dteX1V&#10;6LxzF67ovA+9iCXsc40whDDlUvp2IKv9yk3E0Tu42eoQ5dzLbtaXWG5HmSZJJq02HBcGPdHTQO1x&#10;f7IIu0+uns3XW/NeHSpT1yrh1+yIeHuz7B5BBFrCXxh+8SM6lJGpcSfuvBgRslSlMYoQH0Vbqc0G&#10;RIOQrtUaZFnI/wfKHwAAAP//AwBQSwECLQAUAAYACAAAACEAtoM4kv4AAADhAQAAEwAAAAAAAAAA&#10;AAAAAAAAAAAAW0NvbnRlbnRfVHlwZXNdLnhtbFBLAQItABQABgAIAAAAIQA4/SH/1gAAAJQBAAAL&#10;AAAAAAAAAAAAAAAAAC8BAABfcmVscy8ucmVsc1BLAQItABQABgAIAAAAIQCcHB22lQEAABUDAAAO&#10;AAAAAAAAAAAAAAAAAC4CAABkcnMvZTJvRG9jLnhtbFBLAQItABQABgAIAAAAIQBYw2c/3gAAAAgB&#10;AAAPAAAAAAAAAAAAAAAAAO8DAABkcnMvZG93bnJldi54bWxQSwUGAAAAAAQABADzAAAA+gQAAAAA&#10;" filled="f" stroked="f">
              <v:textbox inset="0,0,0,0">
                <w:txbxContent>
                  <w:p w14:paraId="0AAB0021" w14:textId="77777777" w:rsidR="00551F07" w:rsidRDefault="001404A5">
                    <w:pPr>
                      <w:spacing w:line="240" w:lineRule="auto"/>
                    </w:pPr>
                    <w:r>
                      <w:rPr>
                        <w:noProof/>
                      </w:rPr>
                      <w:drawing>
                        <wp:inline distT="0" distB="0" distL="0" distR="0" wp14:anchorId="1698ECD2" wp14:editId="03C1F0FC">
                          <wp:extent cx="2339975" cy="1582834"/>
                          <wp:effectExtent l="0" t="0" r="0" b="0"/>
                          <wp:docPr id="8" name="Logotype_FIN"/>
                          <wp:cNvGraphicFramePr/>
                          <a:graphic xmlns:a="http://schemas.openxmlformats.org/drawingml/2006/main">
                            <a:graphicData uri="http://schemas.openxmlformats.org/drawingml/2006/picture">
                              <pic:pic xmlns:pic="http://schemas.openxmlformats.org/drawingml/2006/picture">
                                <pic:nvPicPr>
                                  <pic:cNvPr id="8" name="Logotype_FIN"/>
                                  <pic:cNvPicPr/>
                                </pic:nvPicPr>
                                <pic:blipFill>
                                  <a:blip r:embed="rId2"/>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8240" behindDoc="0" locked="1" layoutInCell="1" allowOverlap="1" wp14:anchorId="76A9FF3B" wp14:editId="72B17264">
              <wp:simplePos x="0" y="0"/>
              <wp:positionH relativeFrom="page">
                <wp:posOffset>1010919</wp:posOffset>
              </wp:positionH>
              <wp:positionV relativeFrom="page">
                <wp:posOffset>1720214</wp:posOffset>
              </wp:positionV>
              <wp:extent cx="4787900" cy="161925"/>
              <wp:effectExtent l="0" t="0" r="0" b="0"/>
              <wp:wrapNone/>
              <wp:docPr id="9" name="f053fe88-db2b-430b-bcc5-fbb915a19314"/>
              <wp:cNvGraphicFramePr/>
              <a:graphic xmlns:a="http://schemas.openxmlformats.org/drawingml/2006/main">
                <a:graphicData uri="http://schemas.microsoft.com/office/word/2010/wordprocessingShape">
                  <wps:wsp>
                    <wps:cNvSpPr txBox="1"/>
                    <wps:spPr>
                      <a:xfrm>
                        <a:off x="0" y="0"/>
                        <a:ext cx="4787900" cy="161925"/>
                      </a:xfrm>
                      <a:prstGeom prst="rect">
                        <a:avLst/>
                      </a:prstGeom>
                      <a:noFill/>
                    </wps:spPr>
                    <wps:txbx>
                      <w:txbxContent>
                        <w:p w14:paraId="2CF84709" w14:textId="77777777" w:rsidR="00551F07" w:rsidRDefault="001404A5">
                          <w:pPr>
                            <w:pStyle w:val="Referentiegegevens"/>
                          </w:pPr>
                          <w:r>
                            <w:t>&gt; Retouradres POSTBUS 20201 2500 EE  'S-GRAVENHAGE</w:t>
                          </w:r>
                        </w:p>
                      </w:txbxContent>
                    </wps:txbx>
                    <wps:bodyPr vert="horz" wrap="square" lIns="0" tIns="0" rIns="0" bIns="0" anchor="t" anchorCtr="0"/>
                  </wps:wsp>
                </a:graphicData>
              </a:graphic>
            </wp:anchor>
          </w:drawing>
        </mc:Choice>
        <mc:Fallback>
          <w:pict>
            <v:shape w14:anchorId="76A9FF3B" id="f053fe88-db2b-430b-bcc5-fbb915a19314" o:spid="_x0000_s1028" type="#_x0000_t202" style="position:absolute;margin-left:79.6pt;margin-top:135.45pt;width:377pt;height:12.7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5d7lAEAABQDAAAOAAAAZHJzL2Uyb0RvYy54bWysUttuGyEQfY+Uf0C8x7u20lxWxpHaKFWl&#10;KImU5AMwC16khSED8a779R1w1q6St6ovcJiBw5kzs7wZXc+2GqMFL/h8VnOmvYLW+o3gry93Z1ec&#10;xSR9K3vwWvCdjvxmdXqyHEKjF9BB32pkROJjMwTBu5RCU1VRddrJOIOgPSUNoJOJjripWpQDsbu+&#10;WtT1RTUAtgFB6RgpertP8lXhN0ar9GhM1In1gpO2VFYs6zqv1Wopmw3K0Fn1IUP+gwonradPD1S3&#10;Mkn2jvYLlbMKIYJJMwWuAmOs0qUGqmZef6rmuZNBl1rInBgONsX/R6sets/hCVkav8NIDcyGDCE2&#10;kYK5ntGgyzspZZQnC3cH2/SYmKLg+eXV5XVNKUW5+cX8evEt01TH1wFj+qnBsQwER2pLcUtu72Pa&#10;X52u5M883Nm+z/GjlIzSuB6ZbQVfTDLX0O5IPQ0g0XaAvzkbqJmCx7d3iZqz/pcnt3LnJ4ATWE9A&#10;ekVPBU+c7eGPVCZkEkDWl2o+xiT39u9zkXkc5tUfAAAA//8DAFBLAwQUAAYACAAAACEA0kimAd8A&#10;AAALAQAADwAAAGRycy9kb3ducmV2LnhtbEyPwU7DMBBE70j8g7VI3KjTAKFO41QVghMSahoOHJ3Y&#10;TazG6xC7bfh7lhMcZ/ZpdqbYzG5gZzMF61HCcpEAM9h6bbGT8FG/3q2AhahQq8GjkfBtAmzK66tC&#10;5dpfsDLnfewYhWDIlYQ+xjHnPLS9cSos/GiQbgc/ORVJTh3Xk7pQuBt4miQZd8oifejVaJ570x73&#10;Jydh+4nVi/16b3bVobJ1LRJ8y45S3t7M2zWwaOb4B8NvfaoOJXVq/Al1YAPpR5ESKiF9SgQwIsTy&#10;npyGHJE9AC8L/n9D+QMAAP//AwBQSwECLQAUAAYACAAAACEAtoM4kv4AAADhAQAAEwAAAAAAAAAA&#10;AAAAAAAAAAAAW0NvbnRlbnRfVHlwZXNdLnhtbFBLAQItABQABgAIAAAAIQA4/SH/1gAAAJQBAAAL&#10;AAAAAAAAAAAAAAAAAC8BAABfcmVscy8ucmVsc1BLAQItABQABgAIAAAAIQDIm5d7lAEAABQDAAAO&#10;AAAAAAAAAAAAAAAAAC4CAABkcnMvZTJvRG9jLnhtbFBLAQItABQABgAIAAAAIQDSSKYB3wAAAAsB&#10;AAAPAAAAAAAAAAAAAAAAAO4DAABkcnMvZG93bnJldi54bWxQSwUGAAAAAAQABADzAAAA+gQAAAAA&#10;" filled="f" stroked="f">
              <v:textbox inset="0,0,0,0">
                <w:txbxContent>
                  <w:p w14:paraId="2CF84709" w14:textId="77777777" w:rsidR="00551F07" w:rsidRDefault="001404A5">
                    <w:pPr>
                      <w:pStyle w:val="Referentiegegevens"/>
                    </w:pPr>
                    <w:r>
                      <w:t>&gt; Retouradres POSTBUS 20201 2500 EE  'S-GRAVENHAGE</w:t>
                    </w:r>
                  </w:p>
                </w:txbxContent>
              </v:textbox>
              <w10:wrap anchorx="page" anchory="page"/>
              <w10:anchorlock/>
            </v:shape>
          </w:pict>
        </mc:Fallback>
      </mc:AlternateContent>
    </w:r>
    <w:r>
      <w:rPr>
        <w:noProof/>
      </w:rPr>
      <mc:AlternateContent>
        <mc:Choice Requires="wps">
          <w:drawing>
            <wp:anchor distT="0" distB="0" distL="0" distR="0" simplePos="0" relativeHeight="251659264" behindDoc="0" locked="1" layoutInCell="1" allowOverlap="1" wp14:anchorId="1C7E5F31" wp14:editId="37168DD4">
              <wp:simplePos x="0" y="0"/>
              <wp:positionH relativeFrom="page">
                <wp:posOffset>1007744</wp:posOffset>
              </wp:positionH>
              <wp:positionV relativeFrom="page">
                <wp:posOffset>1954530</wp:posOffset>
              </wp:positionV>
              <wp:extent cx="4787900" cy="1115695"/>
              <wp:effectExtent l="0" t="0" r="0" b="0"/>
              <wp:wrapNone/>
              <wp:docPr id="10" name="d302f2a1-bb28-4417-9701-e3b1450e5fb6"/>
              <wp:cNvGraphicFramePr/>
              <a:graphic xmlns:a="http://schemas.openxmlformats.org/drawingml/2006/main">
                <a:graphicData uri="http://schemas.microsoft.com/office/word/2010/wordprocessingShape">
                  <wps:wsp>
                    <wps:cNvSpPr txBox="1"/>
                    <wps:spPr>
                      <a:xfrm>
                        <a:off x="0" y="0"/>
                        <a:ext cx="4787900" cy="1115695"/>
                      </a:xfrm>
                      <a:prstGeom prst="rect">
                        <a:avLst/>
                      </a:prstGeom>
                      <a:noFill/>
                    </wps:spPr>
                    <wps:txbx>
                      <w:txbxContent>
                        <w:p w14:paraId="1C99C734" w14:textId="77777777" w:rsidR="00551F07" w:rsidRDefault="001404A5">
                          <w:r>
                            <w:t>Voorzitter van de Tweede Kamer</w:t>
                          </w:r>
                        </w:p>
                        <w:p w14:paraId="527BD7AD" w14:textId="77777777" w:rsidR="00551F07" w:rsidRDefault="001404A5">
                          <w:r>
                            <w:t xml:space="preserve">Postbus 20018 </w:t>
                          </w:r>
                        </w:p>
                        <w:p w14:paraId="740DF41E" w14:textId="77777777" w:rsidR="00551F07" w:rsidRDefault="001404A5">
                          <w:r>
                            <w:t>2500 EA  Den Haag</w:t>
                          </w:r>
                        </w:p>
                      </w:txbxContent>
                    </wps:txbx>
                    <wps:bodyPr vert="horz" wrap="square" lIns="0" tIns="0" rIns="0" bIns="0" anchor="t" anchorCtr="0"/>
                  </wps:wsp>
                </a:graphicData>
              </a:graphic>
            </wp:anchor>
          </w:drawing>
        </mc:Choice>
        <mc:Fallback>
          <w:pict>
            <v:shape w14:anchorId="1C7E5F31" id="d302f2a1-bb28-4417-9701-e3b1450e5fb6" o:spid="_x0000_s1029" type="#_x0000_t202" style="position:absolute;margin-left:79.35pt;margin-top:153.9pt;width:377pt;height:87.8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EMdlQEAABUDAAAOAAAAZHJzL2Uyb0RvYy54bWysUttu3CAQfa+Uf0C8Z22nzc1aNlITpapU&#10;tZGSfACLYY1kGDKQtbdf34GNd6vkreoLHGbgcObMLG8mN7CtxmjBC94sas60V9BZvxH8+en+9Iqz&#10;mKTv5ABeC77Tkd+sTj4tx9DqM+hh6DQyIvGxHYPgfUqhraqoeu1kXEDQnpIG0MlER9xUHcqR2N1Q&#10;ndX1RTUCdgFB6RgperdP8lXhN0ar9MuYqBMbBCdtqaxY1nVeq9VSthuUobfqTYb8BxVOWk+fHqju&#10;ZJLsFe0HKmcVQgSTFgpcBcZYpUsNVE1Tv6vmsZdBl1rInBgONsX/R6t+bh/DA7I0fYWJGpgNGUNs&#10;IwVzPZNBl3dSyihPFu4OtukpMUXBL5dXl9c1pRTlmqY5v7g+zzzV8XnAmL5pcCwDwZH6UuyS2x8x&#10;7a/OV/JvHu7tMOT4UUtGaVpPzHaCf551rqHbkXyaQKLtAX9zNlI3BY8vrxI1Z8N3T3bl1s8AZ7Ce&#10;gfSKngqeONvD21RGZBZA3pdq3uYkN/fvc5F5nObVHwAAAP//AwBQSwMEFAAGAAgAAAAhAFelRU3h&#10;AAAACwEAAA8AAABkcnMvZG93bnJldi54bWxMj8FuwjAQRO+V+g/WIvVWbKBACHEQqtpTpaohPfTo&#10;xCaxiNdpbCD9+25P9DizT7Mz2W50HbuYIViPEmZTAcxg7bXFRsJn+fqYAAtRoVadRyPhxwTY5fd3&#10;mUq1v2JhLofYMArBkCoJbYx9ynmoW+NUmPreIN2OfnAqkhwargd1pXDX8bkQK+6URfrQqt48t6Y+&#10;Hc5Owv4Lixf7/V59FMfCluVG4NvqJOXDZNxvgUUzxhsMf/WpOuTUqfJn1IF1pJfJmlAJC7GmDURs&#10;ZnNyKglPyWIJPM/4/w35LwAAAP//AwBQSwECLQAUAAYACAAAACEAtoM4kv4AAADhAQAAEwAAAAAA&#10;AAAAAAAAAAAAAAAAW0NvbnRlbnRfVHlwZXNdLnhtbFBLAQItABQABgAIAAAAIQA4/SH/1gAAAJQB&#10;AAALAAAAAAAAAAAAAAAAAC8BAABfcmVscy8ucmVsc1BLAQItABQABgAIAAAAIQBiPEMdlQEAABUD&#10;AAAOAAAAAAAAAAAAAAAAAC4CAABkcnMvZTJvRG9jLnhtbFBLAQItABQABgAIAAAAIQBXpUVN4QAA&#10;AAsBAAAPAAAAAAAAAAAAAAAAAO8DAABkcnMvZG93bnJldi54bWxQSwUGAAAAAAQABADzAAAA/QQA&#10;AAAA&#10;" filled="f" stroked="f">
              <v:textbox inset="0,0,0,0">
                <w:txbxContent>
                  <w:p w14:paraId="1C99C734" w14:textId="77777777" w:rsidR="00551F07" w:rsidRDefault="001404A5">
                    <w:r>
                      <w:t>Voorzitter van de Tweede Kamer</w:t>
                    </w:r>
                  </w:p>
                  <w:p w14:paraId="527BD7AD" w14:textId="77777777" w:rsidR="00551F07" w:rsidRDefault="001404A5">
                    <w:r>
                      <w:t xml:space="preserve">Postbus 20018 </w:t>
                    </w:r>
                  </w:p>
                  <w:p w14:paraId="740DF41E" w14:textId="77777777" w:rsidR="00551F07" w:rsidRDefault="001404A5">
                    <w:r>
                      <w:t>2500 EA  Den Haag</w:t>
                    </w:r>
                  </w:p>
                </w:txbxContent>
              </v:textbox>
              <w10:wrap anchorx="page" anchory="page"/>
              <w10:anchorlock/>
            </v:shape>
          </w:pict>
        </mc:Fallback>
      </mc:AlternateContent>
    </w:r>
    <w:r>
      <w:rPr>
        <w:noProof/>
      </w:rPr>
      <mc:AlternateContent>
        <mc:Choice Requires="wps">
          <w:drawing>
            <wp:anchor distT="0" distB="0" distL="0" distR="0" simplePos="0" relativeHeight="251660288" behindDoc="0" locked="1" layoutInCell="1" allowOverlap="1" wp14:anchorId="774BCC3D" wp14:editId="31E73247">
              <wp:simplePos x="0" y="0"/>
              <wp:positionH relativeFrom="page">
                <wp:posOffset>1009015</wp:posOffset>
              </wp:positionH>
              <wp:positionV relativeFrom="page">
                <wp:posOffset>3354704</wp:posOffset>
              </wp:positionV>
              <wp:extent cx="4787900" cy="323850"/>
              <wp:effectExtent l="0" t="0" r="0" b="0"/>
              <wp:wrapNone/>
              <wp:docPr id="11" name="1670fa0c-13cb-45ec-92be-ef1f34d237c5"/>
              <wp:cNvGraphicFramePr/>
              <a:graphic xmlns:a="http://schemas.openxmlformats.org/drawingml/2006/main">
                <a:graphicData uri="http://schemas.microsoft.com/office/word/2010/wordprocessingShape">
                  <wps:wsp>
                    <wps:cNvSpPr txBox="1"/>
                    <wps:spPr>
                      <a:xfrm>
                        <a:off x="0" y="0"/>
                        <a:ext cx="4787900" cy="323850"/>
                      </a:xfrm>
                      <a:prstGeom prst="rect">
                        <a:avLst/>
                      </a:prstGeom>
                      <a:noFill/>
                    </wps:spPr>
                    <wps:txbx>
                      <w:txbxContent>
                        <w:tbl>
                          <w:tblPr>
                            <w:tblW w:w="0" w:type="auto"/>
                            <w:tblInd w:w="-120" w:type="dxa"/>
                            <w:tblLayout w:type="fixed"/>
                            <w:tblLook w:val="07E0" w:firstRow="1" w:lastRow="1" w:firstColumn="1" w:lastColumn="1" w:noHBand="1" w:noVBand="1"/>
                          </w:tblPr>
                          <w:tblGrid>
                            <w:gridCol w:w="1140"/>
                            <w:gridCol w:w="5918"/>
                          </w:tblGrid>
                          <w:tr w:rsidR="00551F07" w14:paraId="6206544E" w14:textId="77777777">
                            <w:trPr>
                              <w:trHeight w:val="240"/>
                            </w:trPr>
                            <w:tc>
                              <w:tcPr>
                                <w:tcW w:w="1140" w:type="dxa"/>
                              </w:tcPr>
                              <w:p w14:paraId="7E537129" w14:textId="77777777" w:rsidR="00551F07" w:rsidRDefault="001404A5">
                                <w:r>
                                  <w:t>Datum</w:t>
                                </w:r>
                              </w:p>
                            </w:tc>
                            <w:tc>
                              <w:tcPr>
                                <w:tcW w:w="5918" w:type="dxa"/>
                              </w:tcPr>
                              <w:p w14:paraId="622935EB" w14:textId="77777777" w:rsidR="00551F07" w:rsidRDefault="00FB134F">
                                <w:sdt>
                                  <w:sdtPr>
                                    <w:id w:val="-70198143"/>
                                    <w:date w:fullDate="2024-04-15T00:00:00Z">
                                      <w:dateFormat w:val="d MMMM yyyy"/>
                                      <w:lid w:val="nl"/>
                                      <w:storeMappedDataAs w:val="dateTime"/>
                                      <w:calendar w:val="gregorian"/>
                                    </w:date>
                                  </w:sdtPr>
                                  <w:sdtEndPr/>
                                  <w:sdtContent>
                                    <w:r w:rsidR="001404A5">
                                      <w:t>15 april 2024</w:t>
                                    </w:r>
                                  </w:sdtContent>
                                </w:sdt>
                              </w:p>
                            </w:tc>
                          </w:tr>
                          <w:tr w:rsidR="00551F07" w14:paraId="5761CC55" w14:textId="77777777">
                            <w:trPr>
                              <w:trHeight w:val="240"/>
                            </w:trPr>
                            <w:tc>
                              <w:tcPr>
                                <w:tcW w:w="1140" w:type="dxa"/>
                              </w:tcPr>
                              <w:p w14:paraId="27DD2FAB" w14:textId="77777777" w:rsidR="00551F07" w:rsidRDefault="001404A5">
                                <w:r>
                                  <w:t>Betreft</w:t>
                                </w:r>
                              </w:p>
                            </w:tc>
                            <w:tc>
                              <w:tcPr>
                                <w:tcW w:w="5918" w:type="dxa"/>
                              </w:tcPr>
                              <w:p w14:paraId="6B7A8C35" w14:textId="77777777" w:rsidR="00551F07" w:rsidRDefault="001404A5">
                                <w:r>
                                  <w:t>Voorjaarsnota 2024</w:t>
                                </w:r>
                              </w:p>
                            </w:tc>
                          </w:tr>
                        </w:tbl>
                        <w:p w14:paraId="5DE8B51D" w14:textId="77777777" w:rsidR="001404A5" w:rsidRDefault="001404A5"/>
                      </w:txbxContent>
                    </wps:txbx>
                    <wps:bodyPr vert="horz" wrap="square" lIns="0" tIns="0" rIns="0" bIns="0" anchor="t" anchorCtr="0"/>
                  </wps:wsp>
                </a:graphicData>
              </a:graphic>
            </wp:anchor>
          </w:drawing>
        </mc:Choice>
        <mc:Fallback>
          <w:pict>
            <v:shape w14:anchorId="774BCC3D" id="1670fa0c-13cb-45ec-92be-ef1f34d237c5" o:spid="_x0000_s1030" type="#_x0000_t202" style="position:absolute;margin-left:79.45pt;margin-top:264.15pt;width:377pt;height:25.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V4SlAEAABQDAAAOAAAAZHJzL2Uyb0RvYy54bWysUsFu2zAMvQ/oPwi6L3bTbc2MOAXWosOA&#10;YSvQ7gMUWYoFWKJGqrGzrx+l1smw3opeKIqUHh8fub6a/CD2BslBaOX5opbCBA2dC7tW/nq4fb+S&#10;gpIKnRogmFYeDMmrzdm79Rgbs4Qehs6gYJBAzRhb2acUm6oi3RuvaAHRBE5aQK8SX3FXdahGRvdD&#10;tazrT9UI2EUEbYg4evOUlJuCb63R6ae1ZJIYWsncUrFY7DbbarNWzQ5V7J1+pqFewcIrF7joEepG&#10;JSUe0b2A8k4jENi00OArsNZpU3rgbs7r/7q571U0pRcWh+JRJno7WP1jfx/vUKTpC0w8wCzIGKkh&#10;DuZ+Jos+n8xUcJ4lPBxlM1MSmoMfLleXn2tOac5dLC9WH4uu1el3REpfDXiRnVYij6WopfbfKXFF&#10;fjo/ycUC3LphyPETleylaTsJ13HFmeYWugOz5wVk2B7wjxQjD7OV9PtRoZFi+BZYrTz52cHZ2c6O&#10;Cpq/tjJJ8eRep7IhMwGWvlB8XpM823/vheZpmTd/AQAA//8DAFBLAwQUAAYACAAAACEA5W9dqOAA&#10;AAALAQAADwAAAGRycy9kb3ducmV2LnhtbEyPQU+DQBCF7yb+h82YeLNLaVoBWZrG6MnESPHgcWGn&#10;QMrOIrtt8d87nuzxvfny5r18O9tBnHHyvSMFy0UEAqlxpqdWwWf1+pCA8EGT0YMjVPCDHrbF7U2u&#10;M+MuVOJ5H1rBIeQzraALYcyk9E2HVvuFG5H4dnCT1YHl1Eoz6QuH20HGUbSRVvfEHzo94nOHzXF/&#10;sgp2X1S+9N/v9Ud5KPuqSiN62xyVur+bd08gAs7hH4a/+lwdCu5UuxMZLwbW6yRlVME6TlYgmEiX&#10;MTs1O4/pCmSRy+sNxS8AAAD//wMAUEsBAi0AFAAGAAgAAAAhALaDOJL+AAAA4QEAABMAAAAAAAAA&#10;AAAAAAAAAAAAAFtDb250ZW50X1R5cGVzXS54bWxQSwECLQAUAAYACAAAACEAOP0h/9YAAACUAQAA&#10;CwAAAAAAAAAAAAAAAAAvAQAAX3JlbHMvLnJlbHNQSwECLQAUAAYACAAAACEAjXFeEpQBAAAUAwAA&#10;DgAAAAAAAAAAAAAAAAAuAgAAZHJzL2Uyb0RvYy54bWxQSwECLQAUAAYACAAAACEA5W9dqOAAAAAL&#10;AQAADwAAAAAAAAAAAAAAAADuAwAAZHJzL2Rvd25yZXYueG1sUEsFBgAAAAAEAAQA8wAAAPsEAAAA&#10;AA==&#10;" filled="f" stroked="f">
              <v:textbox inset="0,0,0,0">
                <w:txbxContent>
                  <w:tbl>
                    <w:tblPr>
                      <w:tblW w:w="0" w:type="auto"/>
                      <w:tblInd w:w="-120" w:type="dxa"/>
                      <w:tblLayout w:type="fixed"/>
                      <w:tblLook w:val="07E0" w:firstRow="1" w:lastRow="1" w:firstColumn="1" w:lastColumn="1" w:noHBand="1" w:noVBand="1"/>
                    </w:tblPr>
                    <w:tblGrid>
                      <w:gridCol w:w="1140"/>
                      <w:gridCol w:w="5918"/>
                    </w:tblGrid>
                    <w:tr w:rsidR="00551F07" w14:paraId="6206544E" w14:textId="77777777">
                      <w:trPr>
                        <w:trHeight w:val="240"/>
                      </w:trPr>
                      <w:tc>
                        <w:tcPr>
                          <w:tcW w:w="1140" w:type="dxa"/>
                        </w:tcPr>
                        <w:p w14:paraId="7E537129" w14:textId="77777777" w:rsidR="00551F07" w:rsidRDefault="001404A5">
                          <w:r>
                            <w:t>Datum</w:t>
                          </w:r>
                        </w:p>
                      </w:tc>
                      <w:tc>
                        <w:tcPr>
                          <w:tcW w:w="5918" w:type="dxa"/>
                        </w:tcPr>
                        <w:p w14:paraId="622935EB" w14:textId="77777777" w:rsidR="00551F07" w:rsidRDefault="00FB134F">
                          <w:sdt>
                            <w:sdtPr>
                              <w:id w:val="-70198143"/>
                              <w:date w:fullDate="2024-04-15T00:00:00Z">
                                <w:dateFormat w:val="d MMMM yyyy"/>
                                <w:lid w:val="nl"/>
                                <w:storeMappedDataAs w:val="dateTime"/>
                                <w:calendar w:val="gregorian"/>
                              </w:date>
                            </w:sdtPr>
                            <w:sdtEndPr/>
                            <w:sdtContent>
                              <w:r w:rsidR="001404A5">
                                <w:t>15 april 2024</w:t>
                              </w:r>
                            </w:sdtContent>
                          </w:sdt>
                        </w:p>
                      </w:tc>
                    </w:tr>
                    <w:tr w:rsidR="00551F07" w14:paraId="5761CC55" w14:textId="77777777">
                      <w:trPr>
                        <w:trHeight w:val="240"/>
                      </w:trPr>
                      <w:tc>
                        <w:tcPr>
                          <w:tcW w:w="1140" w:type="dxa"/>
                        </w:tcPr>
                        <w:p w14:paraId="27DD2FAB" w14:textId="77777777" w:rsidR="00551F07" w:rsidRDefault="001404A5">
                          <w:r>
                            <w:t>Betreft</w:t>
                          </w:r>
                        </w:p>
                      </w:tc>
                      <w:tc>
                        <w:tcPr>
                          <w:tcW w:w="5918" w:type="dxa"/>
                        </w:tcPr>
                        <w:p w14:paraId="6B7A8C35" w14:textId="77777777" w:rsidR="00551F07" w:rsidRDefault="001404A5">
                          <w:r>
                            <w:t>Voorjaarsnota 2024</w:t>
                          </w:r>
                        </w:p>
                      </w:tc>
                    </w:tr>
                  </w:tbl>
                  <w:p w14:paraId="5DE8B51D" w14:textId="77777777" w:rsidR="001404A5" w:rsidRDefault="001404A5"/>
                </w:txbxContent>
              </v:textbox>
              <w10:wrap anchorx="page" anchory="page"/>
              <w10:anchorlock/>
            </v:shape>
          </w:pict>
        </mc:Fallback>
      </mc:AlternateContent>
    </w:r>
    <w:r>
      <w:rPr>
        <w:noProof/>
      </w:rPr>
      <mc:AlternateContent>
        <mc:Choice Requires="wps">
          <w:drawing>
            <wp:anchor distT="0" distB="0" distL="0" distR="0" simplePos="0" relativeHeight="251661312" behindDoc="0" locked="1" layoutInCell="1" allowOverlap="1" wp14:anchorId="0D8099D9" wp14:editId="199ADB52">
              <wp:simplePos x="0" y="0"/>
              <wp:positionH relativeFrom="page">
                <wp:posOffset>5921375</wp:posOffset>
              </wp:positionH>
              <wp:positionV relativeFrom="page">
                <wp:posOffset>1965325</wp:posOffset>
              </wp:positionV>
              <wp:extent cx="1277620" cy="8009890"/>
              <wp:effectExtent l="0" t="0" r="0" b="0"/>
              <wp:wrapNone/>
              <wp:docPr id="12" name="aa29ef58-fa5a-4ef1-bc47-43f659f7c670"/>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158FF3D9" w14:textId="77777777" w:rsidR="00551F07" w:rsidRDefault="001404A5">
                          <w:pPr>
                            <w:pStyle w:val="Referentiegegevensbold"/>
                          </w:pPr>
                          <w:r>
                            <w:t>Directoraat-Generaal van de Rijksbegroting</w:t>
                          </w:r>
                        </w:p>
                        <w:p w14:paraId="32512ABA" w14:textId="2B462C6C" w:rsidR="00551F07" w:rsidRDefault="004F3C02">
                          <w:pPr>
                            <w:pStyle w:val="Referentiegegevens"/>
                          </w:pPr>
                          <w:r>
                            <w:t>Begrotingszaken</w:t>
                          </w:r>
                        </w:p>
                        <w:p w14:paraId="6EE0E65A" w14:textId="77777777" w:rsidR="00551F07" w:rsidRDefault="00551F07">
                          <w:pPr>
                            <w:pStyle w:val="WitregelW1"/>
                          </w:pPr>
                        </w:p>
                        <w:p w14:paraId="44F20128" w14:textId="77777777" w:rsidR="00551F07" w:rsidRDefault="001404A5">
                          <w:pPr>
                            <w:pStyle w:val="Referentiegegevens"/>
                          </w:pPr>
                          <w:bookmarkStart w:id="1" w:name="_Hlk163833591"/>
                          <w:r>
                            <w:t>Korte Voorhout 7</w:t>
                          </w:r>
                        </w:p>
                        <w:p w14:paraId="13233C1E" w14:textId="77777777" w:rsidR="00551F07" w:rsidRDefault="001404A5">
                          <w:pPr>
                            <w:pStyle w:val="Referentiegegevens"/>
                          </w:pPr>
                          <w:r>
                            <w:t>2511 CW  'S-GRAVENHAGE</w:t>
                          </w:r>
                        </w:p>
                        <w:p w14:paraId="49C6038B" w14:textId="77777777" w:rsidR="00551F07" w:rsidRDefault="001404A5">
                          <w:pPr>
                            <w:pStyle w:val="Referentiegegevens"/>
                          </w:pPr>
                          <w:r>
                            <w:t>POSTBUS 20201</w:t>
                          </w:r>
                        </w:p>
                        <w:p w14:paraId="4C82D19F" w14:textId="77777777" w:rsidR="00551F07" w:rsidRDefault="001404A5">
                          <w:pPr>
                            <w:pStyle w:val="Referentiegegevens"/>
                          </w:pPr>
                          <w:r>
                            <w:t>2500 EE  'S-GRAVENHAGE</w:t>
                          </w:r>
                        </w:p>
                        <w:bookmarkEnd w:id="1"/>
                        <w:p w14:paraId="410BAB49" w14:textId="77777777" w:rsidR="00551F07" w:rsidRPr="004F3C02" w:rsidRDefault="00551F07">
                          <w:pPr>
                            <w:pStyle w:val="WitregelW2"/>
                            <w:rPr>
                              <w:lang w:val="en-US"/>
                            </w:rPr>
                          </w:pPr>
                        </w:p>
                        <w:p w14:paraId="77B6D49A" w14:textId="77777777" w:rsidR="00551F07" w:rsidRDefault="001404A5">
                          <w:pPr>
                            <w:pStyle w:val="Referentiegegevensbold"/>
                          </w:pPr>
                          <w:r>
                            <w:t>Ons kenmerk</w:t>
                          </w:r>
                        </w:p>
                        <w:p w14:paraId="3C0703EB" w14:textId="0FD6389A" w:rsidR="00551F07" w:rsidRDefault="00FB134F">
                          <w:pPr>
                            <w:pStyle w:val="Referentiegegevens"/>
                          </w:pPr>
                          <w:r>
                            <w:fldChar w:fldCharType="begin"/>
                          </w:r>
                          <w:r>
                            <w:instrText xml:space="preserve"> DOCPROPERTY  "Kenmerk"  \* MERGEFORMAT </w:instrText>
                          </w:r>
                          <w:r>
                            <w:fldChar w:fldCharType="separate"/>
                          </w:r>
                          <w:r>
                            <w:t>2024-0000230523</w:t>
                          </w:r>
                          <w:r>
                            <w:fldChar w:fldCharType="end"/>
                          </w:r>
                        </w:p>
                      </w:txbxContent>
                    </wps:txbx>
                    <wps:bodyPr vert="horz" wrap="square" lIns="0" tIns="0" rIns="0" bIns="0" anchor="t" anchorCtr="0"/>
                  </wps:wsp>
                </a:graphicData>
              </a:graphic>
            </wp:anchor>
          </w:drawing>
        </mc:Choice>
        <mc:Fallback>
          <w:pict>
            <v:shape w14:anchorId="0D8099D9" id="aa29ef58-fa5a-4ef1-bc47-43f659f7c670" o:spid="_x0000_s1031" type="#_x0000_t202" style="position:absolute;margin-left:466.25pt;margin-top:154.75pt;width:100.6pt;height:630.7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LYIlAEAABUDAAAOAAAAZHJzL2Uyb0RvYy54bWysUlFvEzEMfkfiP0R5p3erxNadmk6CaQgJ&#10;AdLgB6S5pBfpEgc761359TjZrkXwhnhxnDj+/Pmzt3dzGMXRInmISl6tWilsNND7eFDy+7eHNxsp&#10;KOvY6xGiVfJkSd7tXr/aTqmzaxhg7C0KBonUTUnJIefUNQ2ZwQZNK0g2ctABBp35ioemRz0xehib&#10;ddteNxNgnxCMJeLX++eg3FV856zJX5wjm8WoJHPL1WK1+2Kb3VZ3B9Rp8OaFhv4HFkH7yEXPUPc6&#10;a/GE/i+o4A0CgcsrA6EB57yxtQfu5qr9o5vHQSdbe2FxKJ1lov8Haz4fH9NXFHl+BzMPsAgyJeqI&#10;H0s/s8NQTmYqOM4Sns6y2TkLU5LWNzfXaw4Zjm3a9nZzW4VtLukJKX+wEERxlESeS5VLHz9R5pL8&#10;dflSqkV48ONY3i9cipfn/Sx8r+Tbhece+hPT5w1k2AHwpxQTT1NJ+vGk0UoxfowsVxn94uDi7BdH&#10;R8OpSmYpnt33ua7IQoC1rxRf9qQM9/d7pXnZ5t0vAAAA//8DAFBLAwQUAAYACAAAACEAJ+nNn+IA&#10;AAANAQAADwAAAGRycy9kb3ducmV2LnhtbEyPy07DMBBF90j8gzVI7KjdRn0kxKkqBCskRJouWDqx&#10;m1iNxyF22/D3TFewu6M5unMm306uZxczButRwnwmgBlsvLbYSjhUb08bYCEq1Kr3aCT8mADb4v4u&#10;V5n2VyzNZR9bRiUYMiWhi3HIOA9NZ5wKMz8YpN3Rj05FGseW61Fdqdz1fCHEijtlkS50ajAvnWlO&#10;+7OTsPvC8tV+f9Sf5bG0VZUKfF+dpHx8mHbPwKKZ4h8MN31Sh4Kcan9GHVgvIU0WS0IlJCKlcCPm&#10;SbIGVlNarkUKvMj5/y+KXwAAAP//AwBQSwECLQAUAAYACAAAACEAtoM4kv4AAADhAQAAEwAAAAAA&#10;AAAAAAAAAAAAAAAAW0NvbnRlbnRfVHlwZXNdLnhtbFBLAQItABQABgAIAAAAIQA4/SH/1gAAAJQB&#10;AAALAAAAAAAAAAAAAAAAAC8BAABfcmVscy8ucmVsc1BLAQItABQABgAIAAAAIQC4OLYIlAEAABUD&#10;AAAOAAAAAAAAAAAAAAAAAC4CAABkcnMvZTJvRG9jLnhtbFBLAQItABQABgAIAAAAIQAn6c2f4gAA&#10;AA0BAAAPAAAAAAAAAAAAAAAAAO4DAABkcnMvZG93bnJldi54bWxQSwUGAAAAAAQABADzAAAA/QQA&#10;AAAA&#10;" filled="f" stroked="f">
              <v:textbox inset="0,0,0,0">
                <w:txbxContent>
                  <w:p w14:paraId="158FF3D9" w14:textId="77777777" w:rsidR="00551F07" w:rsidRDefault="001404A5">
                    <w:pPr>
                      <w:pStyle w:val="Referentiegegevensbold"/>
                    </w:pPr>
                    <w:r>
                      <w:t>Directoraat-Generaal van de Rijksbegroting</w:t>
                    </w:r>
                  </w:p>
                  <w:p w14:paraId="32512ABA" w14:textId="2B462C6C" w:rsidR="00551F07" w:rsidRDefault="004F3C02">
                    <w:pPr>
                      <w:pStyle w:val="Referentiegegevens"/>
                    </w:pPr>
                    <w:r>
                      <w:t>Begrotingszaken</w:t>
                    </w:r>
                  </w:p>
                  <w:p w14:paraId="6EE0E65A" w14:textId="77777777" w:rsidR="00551F07" w:rsidRDefault="00551F07">
                    <w:pPr>
                      <w:pStyle w:val="WitregelW1"/>
                    </w:pPr>
                  </w:p>
                  <w:p w14:paraId="44F20128" w14:textId="77777777" w:rsidR="00551F07" w:rsidRDefault="001404A5">
                    <w:pPr>
                      <w:pStyle w:val="Referentiegegevens"/>
                    </w:pPr>
                    <w:bookmarkStart w:id="2" w:name="_Hlk163833591"/>
                    <w:r>
                      <w:t>Korte Voorhout 7</w:t>
                    </w:r>
                  </w:p>
                  <w:p w14:paraId="13233C1E" w14:textId="77777777" w:rsidR="00551F07" w:rsidRDefault="001404A5">
                    <w:pPr>
                      <w:pStyle w:val="Referentiegegevens"/>
                    </w:pPr>
                    <w:r>
                      <w:t>2511 CW  'S-GRAVENHAGE</w:t>
                    </w:r>
                  </w:p>
                  <w:p w14:paraId="49C6038B" w14:textId="77777777" w:rsidR="00551F07" w:rsidRDefault="001404A5">
                    <w:pPr>
                      <w:pStyle w:val="Referentiegegevens"/>
                    </w:pPr>
                    <w:r>
                      <w:t>POSTBUS 20201</w:t>
                    </w:r>
                  </w:p>
                  <w:p w14:paraId="4C82D19F" w14:textId="77777777" w:rsidR="00551F07" w:rsidRDefault="001404A5">
                    <w:pPr>
                      <w:pStyle w:val="Referentiegegevens"/>
                    </w:pPr>
                    <w:r>
                      <w:t>2500 EE  'S-GRAVENHAGE</w:t>
                    </w:r>
                  </w:p>
                  <w:bookmarkEnd w:id="2"/>
                  <w:p w14:paraId="410BAB49" w14:textId="77777777" w:rsidR="00551F07" w:rsidRPr="004F3C02" w:rsidRDefault="00551F07">
                    <w:pPr>
                      <w:pStyle w:val="WitregelW2"/>
                      <w:rPr>
                        <w:lang w:val="en-US"/>
                      </w:rPr>
                    </w:pPr>
                  </w:p>
                  <w:p w14:paraId="77B6D49A" w14:textId="77777777" w:rsidR="00551F07" w:rsidRDefault="001404A5">
                    <w:pPr>
                      <w:pStyle w:val="Referentiegegevensbold"/>
                    </w:pPr>
                    <w:r>
                      <w:t>Ons kenmerk</w:t>
                    </w:r>
                  </w:p>
                  <w:p w14:paraId="3C0703EB" w14:textId="0FD6389A" w:rsidR="00551F07" w:rsidRDefault="00FB134F">
                    <w:pPr>
                      <w:pStyle w:val="Referentiegegevens"/>
                    </w:pPr>
                    <w:r>
                      <w:fldChar w:fldCharType="begin"/>
                    </w:r>
                    <w:r>
                      <w:instrText xml:space="preserve"> DOCPROPERTY  "Kenmerk"  \* MERGEFORMAT </w:instrText>
                    </w:r>
                    <w:r>
                      <w:fldChar w:fldCharType="separate"/>
                    </w:r>
                    <w:r>
                      <w:t>2024-0000230523</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336" behindDoc="0" locked="1" layoutInCell="1" allowOverlap="1" wp14:anchorId="64DCA92F" wp14:editId="00536C76">
              <wp:simplePos x="0" y="0"/>
              <wp:positionH relativeFrom="page">
                <wp:posOffset>5921375</wp:posOffset>
              </wp:positionH>
              <wp:positionV relativeFrom="page">
                <wp:posOffset>10194925</wp:posOffset>
              </wp:positionV>
              <wp:extent cx="1285875" cy="161290"/>
              <wp:effectExtent l="0" t="0" r="0" b="0"/>
              <wp:wrapNone/>
              <wp:docPr id="13" name="fc795519-edb4-40fa-b772-922592680a29"/>
              <wp:cNvGraphicFramePr/>
              <a:graphic xmlns:a="http://schemas.openxmlformats.org/drawingml/2006/main">
                <a:graphicData uri="http://schemas.microsoft.com/office/word/2010/wordprocessingShape">
                  <wps:wsp>
                    <wps:cNvSpPr txBox="1"/>
                    <wps:spPr>
                      <a:xfrm>
                        <a:off x="0" y="0"/>
                        <a:ext cx="1285875" cy="161290"/>
                      </a:xfrm>
                      <a:prstGeom prst="rect">
                        <a:avLst/>
                      </a:prstGeom>
                      <a:noFill/>
                    </wps:spPr>
                    <wps:txbx>
                      <w:txbxContent>
                        <w:p w14:paraId="2853C21A" w14:textId="05AD7C71" w:rsidR="00551F07" w:rsidRDefault="001404A5">
                          <w:pPr>
                            <w:pStyle w:val="Referentiegegevens"/>
                          </w:pPr>
                          <w:r>
                            <w:t xml:space="preserve">Pagina </w:t>
                          </w:r>
                          <w:r>
                            <w:fldChar w:fldCharType="begin"/>
                          </w:r>
                          <w:r>
                            <w:instrText>PAGE</w:instrText>
                          </w:r>
                          <w:r>
                            <w:fldChar w:fldCharType="separate"/>
                          </w:r>
                          <w:r w:rsidR="004F3C02">
                            <w:rPr>
                              <w:noProof/>
                            </w:rPr>
                            <w:t>1</w:t>
                          </w:r>
                          <w:r>
                            <w:fldChar w:fldCharType="end"/>
                          </w:r>
                          <w:r>
                            <w:t xml:space="preserve"> van </w:t>
                          </w:r>
                          <w:r w:rsidR="00286F16">
                            <w:t>1</w:t>
                          </w:r>
                        </w:p>
                      </w:txbxContent>
                    </wps:txbx>
                    <wps:bodyPr vert="horz" wrap="square" lIns="0" tIns="0" rIns="0" bIns="0" anchor="t" anchorCtr="0"/>
                  </wps:wsp>
                </a:graphicData>
              </a:graphic>
            </wp:anchor>
          </w:drawing>
        </mc:Choice>
        <mc:Fallback>
          <w:pict>
            <v:shape w14:anchorId="64DCA92F" id="fc795519-edb4-40fa-b772-922592680a29" o:spid="_x0000_s1032" type="#_x0000_t202" style="position:absolute;margin-left:466.25pt;margin-top:802.75pt;width:101.25pt;height:12.7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r95kwEAABQDAAAOAAAAZHJzL2Uyb0RvYy54bWysUsGOEzEMvSPxD1HudNpKW8qo6UqwWoSE&#10;AGmXD0gzSSfSJA52tjPl63GyOy2CG+LiOHH8/Pzs3e0UBnGySB6ikqvFUgobDXQ+HpX8/nj/ZisF&#10;ZR07PUC0Sp4tydv961e7MbV2DT0MnUXBIJHaMSnZ55zapiHT26BpAclGDjrAoDNf8dh0qEdGD0Oz&#10;Xi43zQjYJQRjifj17jko9xXfOWvyV+fIZjEoydxytVjtodhmv9PtEXXqvXmhof+BRdA+ctEL1J3O&#10;Wjyh/wsqeINA4PLCQGjAOW9s7YG7WS3/6Oah18nWXlgcSheZ6P/Bmi+nh/QNRZ7ew8QDLIKMiVri&#10;x9LP5DCUk5kKjrOE54tsdsrClKT19mb79kYKw7HVZrV+V3VtrtkJKX+0EERxlEQeS1VLnz5T5or8&#10;df5SikW498NQ3q9UipenwyR8p+RmpnmA7szseQEZtgf8KcXIw1SSfjxptFIMnyKrVSY/Ozg7h9nR&#10;0XCqklmKZ/dDrhsyE2DpK8WXNSmz/f1eaV6Xef8LAAD//wMAUEsDBBQABgAIAAAAIQAnPiw14QAA&#10;AA4BAAAPAAAAZHJzL2Rvd25yZXYueG1sTI/BboMwEETvlfoP1lbqrbETBCoUE0VVe6pUhdBDjwY7&#10;gILXFDsJ/fsup/S2uzOafZNvZzuwi5l871DCeiWAGWyc7rGV8FW9Pz0D80GhVoNDI+HXeNgW93e5&#10;yrS7Ymkuh9AyCkGfKQldCGPGuW86Y5VfudEgaUc3WRVonVquJ3WlcDvwjRAJt6pH+tCp0bx2pjkd&#10;zlbC7hvLt/7ns96Xx7KvqlTgR3KS8vFh3r0AC2YONzMs+IQOBTHV7ozas0FCGm1ispKQiJimxbKO&#10;YupXL7dIpMCLnP+vUfwBAAD//wMAUEsBAi0AFAAGAAgAAAAhALaDOJL+AAAA4QEAABMAAAAAAAAA&#10;AAAAAAAAAAAAAFtDb250ZW50X1R5cGVzXS54bWxQSwECLQAUAAYACAAAACEAOP0h/9YAAACUAQAA&#10;CwAAAAAAAAAAAAAAAAAvAQAAX3JlbHMvLnJlbHNQSwECLQAUAAYACAAAACEAQ4K/eZMBAAAUAwAA&#10;DgAAAAAAAAAAAAAAAAAuAgAAZHJzL2Uyb0RvYy54bWxQSwECLQAUAAYACAAAACEAJz4sNeEAAAAO&#10;AQAADwAAAAAAAAAAAAAAAADtAwAAZHJzL2Rvd25yZXYueG1sUEsFBgAAAAAEAAQA8wAAAPsEAAAA&#10;AA==&#10;" filled="f" stroked="f">
              <v:textbox inset="0,0,0,0">
                <w:txbxContent>
                  <w:p w14:paraId="2853C21A" w14:textId="05AD7C71" w:rsidR="00551F07" w:rsidRDefault="001404A5">
                    <w:pPr>
                      <w:pStyle w:val="Referentiegegevens"/>
                    </w:pPr>
                    <w:r>
                      <w:t xml:space="preserve">Pagina </w:t>
                    </w:r>
                    <w:r>
                      <w:fldChar w:fldCharType="begin"/>
                    </w:r>
                    <w:r>
                      <w:instrText>PAGE</w:instrText>
                    </w:r>
                    <w:r>
                      <w:fldChar w:fldCharType="separate"/>
                    </w:r>
                    <w:r w:rsidR="004F3C02">
                      <w:rPr>
                        <w:noProof/>
                      </w:rPr>
                      <w:t>1</w:t>
                    </w:r>
                    <w:r>
                      <w:fldChar w:fldCharType="end"/>
                    </w:r>
                    <w:r>
                      <w:t xml:space="preserve"> van </w:t>
                    </w:r>
                    <w:r w:rsidR="00286F16">
                      <w:t>1</w:t>
                    </w:r>
                  </w:p>
                </w:txbxContent>
              </v:textbox>
              <w10:wrap anchorx="page" anchory="page"/>
              <w10:anchorlock/>
            </v:shape>
          </w:pict>
        </mc:Fallback>
      </mc:AlternateContent>
    </w:r>
    <w:r>
      <w:rPr>
        <w:noProof/>
      </w:rPr>
      <mc:AlternateContent>
        <mc:Choice Requires="wps">
          <w:drawing>
            <wp:anchor distT="0" distB="0" distL="0" distR="0" simplePos="0" relativeHeight="251663360" behindDoc="0" locked="1" layoutInCell="1" allowOverlap="1" wp14:anchorId="1B748C10" wp14:editId="612E0732">
              <wp:simplePos x="0" y="0"/>
              <wp:positionH relativeFrom="page">
                <wp:posOffset>998219</wp:posOffset>
              </wp:positionH>
              <wp:positionV relativeFrom="page">
                <wp:posOffset>10197465</wp:posOffset>
              </wp:positionV>
              <wp:extent cx="4787900" cy="161925"/>
              <wp:effectExtent l="0" t="0" r="0" b="0"/>
              <wp:wrapNone/>
              <wp:docPr id="14" name="ea113d41-b39a-4e3b-9a6a-dce66e72abe4"/>
              <wp:cNvGraphicFramePr/>
              <a:graphic xmlns:a="http://schemas.openxmlformats.org/drawingml/2006/main">
                <a:graphicData uri="http://schemas.microsoft.com/office/word/2010/wordprocessingShape">
                  <wps:wsp>
                    <wps:cNvSpPr txBox="1"/>
                    <wps:spPr>
                      <a:xfrm>
                        <a:off x="0" y="0"/>
                        <a:ext cx="4787900" cy="161925"/>
                      </a:xfrm>
                      <a:prstGeom prst="rect">
                        <a:avLst/>
                      </a:prstGeom>
                      <a:noFill/>
                    </wps:spPr>
                    <wps:txbx>
                      <w:txbxContent>
                        <w:p w14:paraId="2A3F7A4C" w14:textId="77777777" w:rsidR="001404A5" w:rsidRDefault="001404A5"/>
                      </w:txbxContent>
                    </wps:txbx>
                    <wps:bodyPr vert="horz" wrap="square" lIns="0" tIns="0" rIns="0" bIns="0" anchor="t" anchorCtr="0"/>
                  </wps:wsp>
                </a:graphicData>
              </a:graphic>
            </wp:anchor>
          </w:drawing>
        </mc:Choice>
        <mc:Fallback>
          <w:pict>
            <v:shape w14:anchorId="1B748C10" id="ea113d41-b39a-4e3b-9a6a-dce66e72abe4" o:spid="_x0000_s1033" type="#_x0000_t202" style="position:absolute;margin-left:78.6pt;margin-top:802.95pt;width:377pt;height:12.75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PkXkwEAABQDAAAOAAAAZHJzL2Uyb0RvYy54bWysUsFuGyEQvUfqPyDu9a6tNk5WxpGSKFWk&#10;qI2U9AMwC16khaED8a7z9Rlw1o7SW9ULPGbg8ebNrK5G17OdxmjBCz6f1Zxpr6C1fiv47+e7rxec&#10;xSR9K3vwWvC9jvxq/eVsNYRGL6CDvtXIiMTHZgiCdymFpqqi6rSTcQZBe0oaQCcTHXFbtSgHYnd9&#10;tajr82oAbAOC0jFS9PaQ5OvCb4xW6ZcxUSfWC07aUlmxrJu8VuuVbLYoQ2fVuwz5DyqctJ4+PVLd&#10;yiTZC9q/qJxVCBFMmilwFRhjlS41UDXz+lM1T50MutRC5sRwtCn+P1r1c/cUHpGl8RpGamA2ZAix&#10;iRTM9YwGXd5JKaM8Wbg/2qbHxBQFvy0vlpc1pRTl5ufzy8X3TFOdXgeM6YcGxzIQHKktxS25e4jp&#10;cHW6kj/zcGf7PsdPUjJK42ZkthV8OcncQLsn9TSARNsBvnI2UDMFj39eJGrO+ntPbuXOTwAnsJmA&#10;9IqeCp44O8CbVCZkEkDWl2rexyT39uO5yDwN8/oNAAD//wMAUEsDBBQABgAIAAAAIQDl45If4QAA&#10;AA0BAAAPAAAAZHJzL2Rvd25yZXYueG1sTI/BTsMwEETvSPyDtUjcqJ1CAwlxqgrBCQk1DQeOTuwm&#10;VuN1iN02/D3bE9x2Zkezb4v17AZ2MlOwHiUkCwHMYOu1xU7CZ/129wQsRIVaDR6NhB8TYF1eXxUq&#10;1/6MlTntYseoBEOuJPQxjjnnoe2NU2HhR4O02/vJqUhy6rie1JnK3cCXQqTcKYt0oVejeelNe9gd&#10;nYTNF1av9vuj2Vb7ytZ1JvA9PUh5ezNvnoFFM8e/MFzwCR1KYmr8EXVgA+nV45KiNKRilQGjSJYk&#10;ZDUX6z55AF4W/P8X5S8AAAD//wMAUEsBAi0AFAAGAAgAAAAhALaDOJL+AAAA4QEAABMAAAAAAAAA&#10;AAAAAAAAAAAAAFtDb250ZW50X1R5cGVzXS54bWxQSwECLQAUAAYACAAAACEAOP0h/9YAAACUAQAA&#10;CwAAAAAAAAAAAAAAAAAvAQAAX3JlbHMvLnJlbHNQSwECLQAUAAYACAAAACEA0iT5F5MBAAAUAwAA&#10;DgAAAAAAAAAAAAAAAAAuAgAAZHJzL2Uyb0RvYy54bWxQSwECLQAUAAYACAAAACEA5eOSH+EAAAAN&#10;AQAADwAAAAAAAAAAAAAAAADtAwAAZHJzL2Rvd25yZXYueG1sUEsFBgAAAAAEAAQA8wAAAPsEAAAA&#10;AA==&#10;" filled="f" stroked="f">
              <v:textbox inset="0,0,0,0">
                <w:txbxContent>
                  <w:p w14:paraId="2A3F7A4C" w14:textId="77777777" w:rsidR="001404A5" w:rsidRDefault="001404A5"/>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A58A4E8"/>
    <w:multiLevelType w:val="multilevel"/>
    <w:tmpl w:val="6219F925"/>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1" w15:restartNumberingAfterBreak="0">
    <w:nsid w:val="1DF65A15"/>
    <w:multiLevelType w:val="multilevel"/>
    <w:tmpl w:val="EAB2FC5A"/>
    <w:name w:val="Artikelnummering"/>
    <w:lvl w:ilvl="0">
      <w:start w:val="1"/>
      <w:numFmt w:val="decimal"/>
      <w:pStyle w:val="Artikelnummer"/>
      <w:lvlText w:val="Artikel %1. "/>
      <w:lvlJc w:val="left"/>
      <w:pPr>
        <w:ind w:left="1130" w:hanging="1130"/>
      </w:pPr>
    </w:lvl>
    <w:lvl w:ilvl="1">
      <w:start w:val="1"/>
      <w:numFmt w:val="decimal"/>
      <w:pStyle w:val="Lidnummer"/>
      <w:lvlText w:val="%2."/>
      <w:lvlJc w:val="left"/>
      <w:pPr>
        <w:ind w:left="425" w:hanging="425"/>
      </w:pPr>
    </w:lvl>
    <w:lvl w:ilvl="2">
      <w:start w:val="1"/>
      <w:numFmt w:val="lowerLetter"/>
      <w:pStyle w:val="Lidnummerabc"/>
      <w:lvlText w:val="%3."/>
      <w:lvlJc w:val="left"/>
      <w:pPr>
        <w:ind w:left="827" w:hanging="419"/>
      </w:pPr>
    </w:lvl>
    <w:lvl w:ilvl="3">
      <w:start w:val="1"/>
      <w:numFmt w:val="none"/>
      <w:pStyle w:val="Artikelstreepje"/>
      <w:lvlText w:val="-"/>
      <w:lvlJc w:val="left"/>
      <w:pPr>
        <w:ind w:left="357" w:hanging="357"/>
      </w:pPr>
    </w:lvl>
    <w:lvl w:ilvl="4">
      <w:start w:val="1"/>
      <w:numFmt w:val="none"/>
      <w:pStyle w:val="Artikelstreepjeinspringen"/>
      <w:lvlText w:val="-"/>
      <w:lvlJc w:val="left"/>
      <w:pPr>
        <w:ind w:left="827" w:hanging="419"/>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2" w15:restartNumberingAfterBreak="0">
    <w:nsid w:val="59F54163"/>
    <w:multiLevelType w:val="multilevel"/>
    <w:tmpl w:val="4538D430"/>
    <w:name w:val="Lijst"/>
    <w:lvl w:ilvl="0">
      <w:start w:val="1"/>
      <w:numFmt w:val="decimal"/>
      <w:pStyle w:val="Lijstniveau1"/>
      <w:lvlText w:val="%1."/>
      <w:lvlJc w:val="left"/>
      <w:pPr>
        <w:ind w:left="1132" w:hanging="1132"/>
      </w:pPr>
    </w:lvl>
    <w:lvl w:ilvl="1">
      <w:start w:val="1"/>
      <w:numFmt w:val="decimal"/>
      <w:pStyle w:val="Lijstniveau2"/>
      <w:lvlText w:val="%1.%2."/>
      <w:lvlJc w:val="left"/>
      <w:pPr>
        <w:ind w:left="1132" w:hanging="1132"/>
      </w:pPr>
    </w:lvl>
    <w:lvl w:ilvl="2">
      <w:start w:val="1"/>
      <w:numFmt w:val="decimal"/>
      <w:pStyle w:val="Lijstniveau3"/>
      <w:lvlText w:val="%1.%2.%3."/>
      <w:lvlJc w:val="left"/>
      <w:pPr>
        <w:ind w:left="1132" w:hanging="1132"/>
      </w:pPr>
    </w:lvl>
    <w:lvl w:ilvl="3">
      <w:start w:val="1"/>
      <w:numFmt w:val="lowerLetter"/>
      <w:pStyle w:val="Lijstniveau4"/>
      <w:lvlText w:val="%1.%2.%3.%4."/>
      <w:lvlJc w:val="left"/>
      <w:pPr>
        <w:ind w:left="1132" w:hanging="1132"/>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793D9C4"/>
    <w:multiLevelType w:val="multilevel"/>
    <w:tmpl w:val="376A9CD2"/>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15:restartNumberingAfterBreak="0">
    <w:nsid w:val="69D71428"/>
    <w:multiLevelType w:val="multilevel"/>
    <w:tmpl w:val="21DA0726"/>
    <w:name w:val="Comparitienummering"/>
    <w:lvl w:ilvl="0">
      <w:start w:val="1"/>
      <w:numFmt w:val="decimal"/>
      <w:pStyle w:val="Comparitienummer"/>
      <w:lvlText w:val="%1."/>
      <w:lvlJc w:val="left"/>
      <w:pPr>
        <w:ind w:left="425" w:hanging="425"/>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num w:numId="1" w16cid:durableId="2141023816">
    <w:abstractNumId w:val="1"/>
  </w:num>
  <w:num w:numId="2" w16cid:durableId="537620581">
    <w:abstractNumId w:val="4"/>
  </w:num>
  <w:num w:numId="3" w16cid:durableId="1078945848">
    <w:abstractNumId w:val="0"/>
  </w:num>
  <w:num w:numId="4" w16cid:durableId="1497569036">
    <w:abstractNumId w:val="2"/>
  </w:num>
  <w:num w:numId="5" w16cid:durableId="10373131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C02"/>
    <w:rsid w:val="00092BB8"/>
    <w:rsid w:val="001404A5"/>
    <w:rsid w:val="00142FF5"/>
    <w:rsid w:val="001816BC"/>
    <w:rsid w:val="00286F16"/>
    <w:rsid w:val="002A4245"/>
    <w:rsid w:val="00311FFD"/>
    <w:rsid w:val="0036092E"/>
    <w:rsid w:val="003F3807"/>
    <w:rsid w:val="003F7409"/>
    <w:rsid w:val="004F3C02"/>
    <w:rsid w:val="00546410"/>
    <w:rsid w:val="00551F07"/>
    <w:rsid w:val="00815201"/>
    <w:rsid w:val="0088745F"/>
    <w:rsid w:val="009712FE"/>
    <w:rsid w:val="00971873"/>
    <w:rsid w:val="00986EDC"/>
    <w:rsid w:val="00B15369"/>
    <w:rsid w:val="00C03412"/>
    <w:rsid w:val="00C77117"/>
    <w:rsid w:val="00CC7B08"/>
    <w:rsid w:val="00D26A28"/>
    <w:rsid w:val="00DB5DD1"/>
    <w:rsid w:val="00FB13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401A51"/>
  <w15:docId w15:val="{085ACFD5-C2D1-414F-9581-5ED834533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tLeast"/>
    </w:pPr>
    <w:rPr>
      <w:rFonts w:ascii="Verdana" w:hAnsi="Verdana"/>
      <w:color w:val="000000"/>
      <w:sz w:val="18"/>
      <w:szCs w:val="18"/>
    </w:rPr>
  </w:style>
  <w:style w:type="paragraph" w:styleId="Kop1">
    <w:name w:val="heading 1"/>
    <w:basedOn w:val="Standaard"/>
    <w:next w:val="Standaard"/>
    <w:uiPriority w:val="1"/>
    <w:qFormat/>
    <w:pPr>
      <w:tabs>
        <w:tab w:val="left" w:pos="0"/>
      </w:tabs>
      <w:spacing w:before="240" w:line="240" w:lineRule="exact"/>
      <w:outlineLvl w:val="0"/>
    </w:pPr>
    <w:rPr>
      <w:b/>
    </w:rPr>
  </w:style>
  <w:style w:type="paragraph" w:styleId="Kop2">
    <w:name w:val="heading 2"/>
    <w:basedOn w:val="Standaard"/>
    <w:next w:val="Standaard"/>
    <w:uiPriority w:val="2"/>
    <w:qFormat/>
    <w:pPr>
      <w:tabs>
        <w:tab w:val="left" w:pos="0"/>
      </w:tabs>
      <w:spacing w:before="240" w:line="240" w:lineRule="exact"/>
      <w:outlineLvl w:val="1"/>
    </w:pPr>
    <w:rPr>
      <w:i/>
    </w:rPr>
  </w:style>
  <w:style w:type="paragraph" w:styleId="Kop3">
    <w:name w:val="heading 3"/>
    <w:basedOn w:val="Standaard"/>
    <w:next w:val="Standaard"/>
    <w:pPr>
      <w:tabs>
        <w:tab w:val="left" w:pos="0"/>
      </w:tabs>
      <w:spacing w:before="240" w:line="240" w:lineRule="exact"/>
      <w:ind w:left="-1120"/>
      <w:outlineLvl w:val="2"/>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0563C1" w:themeColor="hyperlink"/>
      <w:u w:val="single"/>
    </w:rPr>
  </w:style>
  <w:style w:type="paragraph" w:customStyle="1" w:styleId="Artikelstreepje">
    <w:name w:val="Artikel streepje"/>
    <w:basedOn w:val="Standaard"/>
    <w:next w:val="Standaard"/>
    <w:pPr>
      <w:numPr>
        <w:ilvl w:val="3"/>
        <w:numId w:val="1"/>
      </w:numPr>
    </w:pPr>
  </w:style>
  <w:style w:type="paragraph" w:customStyle="1" w:styleId="Artikelstreepjeinspringen">
    <w:name w:val="Artikel streepje inspringen"/>
    <w:basedOn w:val="Standaard"/>
    <w:next w:val="Standaard"/>
    <w:pPr>
      <w:numPr>
        <w:ilvl w:val="4"/>
        <w:numId w:val="1"/>
      </w:numPr>
    </w:pPr>
  </w:style>
  <w:style w:type="paragraph" w:customStyle="1" w:styleId="Artikelnummer">
    <w:name w:val="Artikelnummer"/>
    <w:basedOn w:val="Standaard"/>
    <w:pPr>
      <w:numPr>
        <w:numId w:val="1"/>
      </w:numPr>
      <w:spacing w:before="360"/>
    </w:pPr>
    <w:rPr>
      <w:b/>
    </w:rPr>
  </w:style>
  <w:style w:type="paragraph" w:customStyle="1" w:styleId="Comparitienummer">
    <w:name w:val="Comparitienummer"/>
    <w:basedOn w:val="Standaard"/>
    <w:next w:val="Standaard"/>
    <w:pPr>
      <w:numPr>
        <w:numId w:val="2"/>
      </w:numPr>
    </w:pPr>
  </w:style>
  <w:style w:type="numbering" w:customStyle="1" w:styleId="Genummerdelijst">
    <w:name w:val="Genummerde lijst"/>
    <w:pPr>
      <w:numPr>
        <w:numId w:val="3"/>
      </w:numPr>
    </w:pPr>
  </w:style>
  <w:style w:type="paragraph" w:styleId="Inhopg1">
    <w:name w:val="toc 1"/>
    <w:basedOn w:val="Standaard"/>
    <w:next w:val="Standaard"/>
    <w:pPr>
      <w:spacing w:line="240" w:lineRule="exact"/>
    </w:pPr>
  </w:style>
  <w:style w:type="paragraph" w:styleId="Inhopg2">
    <w:name w:val="toc 2"/>
    <w:basedOn w:val="Inhopg1"/>
    <w:next w:val="Standaard"/>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KixBarcode">
    <w:name w:val="Kix Barcode"/>
    <w:basedOn w:val="Standaard"/>
    <w:next w:val="Standaard"/>
    <w:pPr>
      <w:spacing w:before="120" w:line="240" w:lineRule="exact"/>
    </w:pPr>
    <w:rPr>
      <w:rFonts w:ascii="KIX Barcode" w:hAnsi="KIX Barcode"/>
      <w:sz w:val="20"/>
      <w:szCs w:val="20"/>
    </w:rPr>
  </w:style>
  <w:style w:type="paragraph" w:customStyle="1" w:styleId="Lidnummer">
    <w:name w:val="Lidnummer"/>
    <w:basedOn w:val="Standaard"/>
    <w:pPr>
      <w:numPr>
        <w:ilvl w:val="1"/>
        <w:numId w:val="1"/>
      </w:numPr>
      <w:tabs>
        <w:tab w:val="left" w:pos="419"/>
      </w:tabs>
    </w:pPr>
  </w:style>
  <w:style w:type="paragraph" w:customStyle="1" w:styleId="Lidnummerabc">
    <w:name w:val="Lidnummer abc"/>
    <w:basedOn w:val="Standaard"/>
    <w:pPr>
      <w:numPr>
        <w:ilvl w:val="2"/>
        <w:numId w:val="1"/>
      </w:numPr>
      <w:tabs>
        <w:tab w:val="left" w:pos="402"/>
      </w:tabs>
    </w:pPr>
  </w:style>
  <w:style w:type="numbering" w:customStyle="1" w:styleId="Lijstmetopsommingstekens">
    <w:name w:val="Lijst met opsommingstekens"/>
    <w:pPr>
      <w:numPr>
        <w:numId w:val="5"/>
      </w:numPr>
    </w:pPr>
  </w:style>
  <w:style w:type="paragraph" w:customStyle="1" w:styleId="Lijstniveau1">
    <w:name w:val="Lijst niveau 1"/>
    <w:basedOn w:val="Standaard"/>
    <w:uiPriority w:val="3"/>
    <w:qFormat/>
    <w:pPr>
      <w:numPr>
        <w:numId w:val="4"/>
      </w:numPr>
      <w:spacing w:line="240" w:lineRule="exact"/>
    </w:pPr>
  </w:style>
  <w:style w:type="paragraph" w:customStyle="1" w:styleId="Lijstniveau2">
    <w:name w:val="Lijst niveau 2"/>
    <w:basedOn w:val="Standaard"/>
    <w:uiPriority w:val="4"/>
    <w:qFormat/>
    <w:pPr>
      <w:numPr>
        <w:ilvl w:val="1"/>
        <w:numId w:val="4"/>
      </w:numPr>
      <w:spacing w:line="240" w:lineRule="exact"/>
    </w:pPr>
  </w:style>
  <w:style w:type="paragraph" w:customStyle="1" w:styleId="Lijstniveau3">
    <w:name w:val="Lijst niveau 3"/>
    <w:basedOn w:val="Standaard"/>
    <w:uiPriority w:val="5"/>
    <w:qFormat/>
    <w:pPr>
      <w:numPr>
        <w:ilvl w:val="2"/>
        <w:numId w:val="4"/>
      </w:numPr>
      <w:spacing w:line="240" w:lineRule="exact"/>
    </w:pPr>
  </w:style>
  <w:style w:type="paragraph" w:customStyle="1" w:styleId="Lijstniveau4">
    <w:name w:val="Lijst niveau 4"/>
    <w:basedOn w:val="Lijstniveau3"/>
    <w:uiPriority w:val="6"/>
    <w:qFormat/>
    <w:pPr>
      <w:numPr>
        <w:ilvl w:val="3"/>
      </w:numPr>
    </w:pPr>
  </w:style>
  <w:style w:type="paragraph" w:styleId="Ondertitel">
    <w:name w:val="Subtitle"/>
    <w:basedOn w:val="Standaard"/>
    <w:next w:val="Standaard"/>
    <w:pPr>
      <w:spacing w:line="320" w:lineRule="atLeast"/>
    </w:pPr>
    <w:rPr>
      <w:sz w:val="24"/>
      <w:szCs w:val="24"/>
    </w:rPr>
  </w:style>
  <w:style w:type="paragraph" w:customStyle="1" w:styleId="Pagina-eindeKop1">
    <w:name w:val="Pagina-einde Kop 1"/>
    <w:basedOn w:val="Standaard"/>
    <w:next w:val="Standaard"/>
    <w:pPr>
      <w:pageBreakBefore/>
      <w:spacing w:line="240" w:lineRule="exact"/>
      <w:outlineLvl w:val="0"/>
    </w:pPr>
    <w:rPr>
      <w:b/>
    </w:rPr>
  </w:style>
  <w:style w:type="paragraph" w:customStyle="1" w:styleId="Referentiegegevens">
    <w:name w:val="Referentiegegevens"/>
    <w:basedOn w:val="Standaard"/>
    <w:next w:val="Standaard"/>
    <w:pPr>
      <w:spacing w:line="180" w:lineRule="exact"/>
    </w:pPr>
    <w:rPr>
      <w:sz w:val="13"/>
      <w:szCs w:val="13"/>
    </w:rPr>
  </w:style>
  <w:style w:type="paragraph" w:customStyle="1" w:styleId="Referentiegegevensbold">
    <w:name w:val="Referentiegegevens bold"/>
    <w:basedOn w:val="Standaard"/>
    <w:next w:val="Standaard"/>
    <w:pPr>
      <w:spacing w:line="180" w:lineRule="exact"/>
    </w:pPr>
    <w:rPr>
      <w:b/>
      <w:sz w:val="13"/>
      <w:szCs w:val="13"/>
    </w:rPr>
  </w:style>
  <w:style w:type="paragraph" w:customStyle="1" w:styleId="Referentiegegevenscursief">
    <w:name w:val="Referentiegegevens cursief"/>
    <w:basedOn w:val="Standaard"/>
    <w:next w:val="Standaard"/>
    <w:pPr>
      <w:spacing w:line="180" w:lineRule="exact"/>
    </w:pPr>
    <w:rPr>
      <w:i/>
      <w:sz w:val="13"/>
      <w:szCs w:val="13"/>
    </w:rPr>
  </w:style>
  <w:style w:type="paragraph" w:customStyle="1" w:styleId="Referentiegegevensrechtsuitgelijnd">
    <w:name w:val="Referentiegegevens rechts uitgelijnd"/>
    <w:basedOn w:val="Standaard"/>
    <w:next w:val="Standaard"/>
    <w:pPr>
      <w:spacing w:line="180" w:lineRule="exact"/>
      <w:jc w:val="right"/>
    </w:pPr>
    <w:rPr>
      <w:sz w:val="13"/>
      <w:szCs w:val="13"/>
    </w:rPr>
  </w:style>
  <w:style w:type="paragraph" w:customStyle="1" w:styleId="Rubricering">
    <w:name w:val="Rubricering"/>
    <w:basedOn w:val="Standaard"/>
    <w:next w:val="Standaard"/>
    <w:pPr>
      <w:spacing w:line="180" w:lineRule="exact"/>
    </w:pPr>
    <w:rPr>
      <w:b/>
      <w:caps/>
      <w:sz w:val="13"/>
      <w:szCs w:val="13"/>
    </w:rPr>
  </w:style>
  <w:style w:type="paragraph" w:customStyle="1" w:styleId="Standaardcursief">
    <w:name w:val="Standaard cursief"/>
    <w:basedOn w:val="Standaard"/>
    <w:next w:val="Standaard"/>
    <w:qFormat/>
    <w:pPr>
      <w:spacing w:line="240" w:lineRule="exact"/>
    </w:pPr>
    <w:rPr>
      <w:i/>
    </w:rPr>
  </w:style>
  <w:style w:type="paragraph" w:customStyle="1" w:styleId="StandaarddeDE">
    <w:name w:val="Standaard de_DE"/>
    <w:basedOn w:val="Standaard"/>
    <w:next w:val="Standaard"/>
    <w:rPr>
      <w:lang w:val="de-DE"/>
    </w:rPr>
  </w:style>
  <w:style w:type="paragraph" w:customStyle="1" w:styleId="StandaardenGB">
    <w:name w:val="Standaard en_GB"/>
    <w:basedOn w:val="Standaard"/>
    <w:next w:val="Standaard"/>
    <w:rPr>
      <w:lang w:val="en-GB"/>
    </w:rPr>
  </w:style>
  <w:style w:type="paragraph" w:customStyle="1" w:styleId="StandaardesES">
    <w:name w:val="Standaard es_ES"/>
    <w:basedOn w:val="Standaard"/>
    <w:next w:val="Standaard"/>
    <w:rPr>
      <w:lang w:val="es-ES"/>
    </w:rPr>
  </w:style>
  <w:style w:type="paragraph" w:customStyle="1" w:styleId="StandaardfrFR">
    <w:name w:val="Standaard fr_FR"/>
    <w:basedOn w:val="Standaard"/>
    <w:next w:val="Standaard"/>
    <w:rPr>
      <w:lang w:val="fr-FR"/>
    </w:rPr>
  </w:style>
  <w:style w:type="paragraph" w:customStyle="1" w:styleId="Standaardvet">
    <w:name w:val="Standaard vet"/>
    <w:basedOn w:val="Standaard"/>
    <w:next w:val="Standaard"/>
    <w:qFormat/>
    <w:pPr>
      <w:spacing w:line="240" w:lineRule="exact"/>
    </w:pPr>
    <w:rPr>
      <w:b/>
    </w:rPr>
  </w:style>
  <w:style w:type="table" w:customStyle="1" w:styleId="TabelRijkshuisstijl">
    <w:name w:val="Tabel Rijkshuisstijl"/>
    <w:rPr>
      <w:rFonts w:ascii="Verdana" w:hAnsi="Verdana"/>
      <w:sz w:val="18"/>
      <w:szCs w:val="18"/>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0" w:type="dxa"/>
        <w:left w:w="56" w:type="dxa"/>
        <w:bottom w:w="100" w:type="dxa"/>
        <w:right w:w="0" w:type="dxa"/>
      </w:tblCellMar>
    </w:tblPr>
    <w:tblStylePr w:type="firstRow">
      <w:rPr>
        <w:rFonts w:ascii="Verdana" w:hAnsi="Verdana"/>
        <w:b/>
        <w:sz w:val="18"/>
        <w:szCs w:val="18"/>
      </w:rPr>
    </w:tblStylePr>
  </w:style>
  <w:style w:type="table" w:customStyle="1" w:styleId="Tabelzonderranden">
    <w:name w:val="Tabel zonder randen"/>
    <w:rPr>
      <w:rFonts w:ascii="Verdana" w:hAnsi="Verdana"/>
      <w:color w:val="000000"/>
      <w:sz w:val="24"/>
      <w:szCs w:val="24"/>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table" w:styleId="Tabelraster">
    <w:name w:val="Table Grid"/>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Titel">
    <w:name w:val="Title"/>
    <w:basedOn w:val="Standaard"/>
    <w:next w:val="Standaard"/>
    <w:pPr>
      <w:spacing w:line="320" w:lineRule="atLeast"/>
    </w:pPr>
    <w:rPr>
      <w:b/>
      <w:sz w:val="24"/>
      <w:szCs w:val="24"/>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4F3C02"/>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4F3C02"/>
    <w:rPr>
      <w:rFonts w:ascii="Verdana" w:hAnsi="Verdana"/>
      <w:color w:val="000000"/>
      <w:sz w:val="18"/>
      <w:szCs w:val="18"/>
    </w:rPr>
  </w:style>
  <w:style w:type="paragraph" w:styleId="Voettekst">
    <w:name w:val="footer"/>
    <w:basedOn w:val="Standaard"/>
    <w:link w:val="VoettekstChar"/>
    <w:uiPriority w:val="99"/>
    <w:unhideWhenUsed/>
    <w:rsid w:val="004F3C02"/>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F3C02"/>
    <w:rPr>
      <w:rFonts w:ascii="Verdana" w:hAnsi="Verdana"/>
      <w:color w:val="000000"/>
      <w:sz w:val="18"/>
      <w:szCs w:val="18"/>
    </w:rPr>
  </w:style>
  <w:style w:type="paragraph" w:styleId="Revisie">
    <w:name w:val="Revision"/>
    <w:hidden/>
    <w:uiPriority w:val="99"/>
    <w:semiHidden/>
    <w:rsid w:val="002A4245"/>
    <w:pPr>
      <w:autoSpaceDN/>
      <w:textAlignment w:val="auto"/>
    </w:pPr>
    <w:rPr>
      <w:rFonts w:ascii="Verdana" w:hAnsi="Verdana"/>
      <w:color w:val="000000"/>
      <w:sz w:val="18"/>
      <w:szCs w:val="18"/>
    </w:rPr>
  </w:style>
  <w:style w:type="character" w:styleId="Verwijzingopmerking">
    <w:name w:val="annotation reference"/>
    <w:basedOn w:val="Standaardalinea-lettertype"/>
    <w:uiPriority w:val="99"/>
    <w:semiHidden/>
    <w:unhideWhenUsed/>
    <w:rsid w:val="002A4245"/>
    <w:rPr>
      <w:sz w:val="16"/>
      <w:szCs w:val="16"/>
    </w:rPr>
  </w:style>
  <w:style w:type="paragraph" w:styleId="Tekstopmerking">
    <w:name w:val="annotation text"/>
    <w:basedOn w:val="Standaard"/>
    <w:link w:val="TekstopmerkingChar"/>
    <w:uiPriority w:val="99"/>
    <w:unhideWhenUsed/>
    <w:rsid w:val="002A4245"/>
    <w:pPr>
      <w:spacing w:line="240" w:lineRule="auto"/>
    </w:pPr>
    <w:rPr>
      <w:sz w:val="20"/>
      <w:szCs w:val="20"/>
    </w:rPr>
  </w:style>
  <w:style w:type="character" w:customStyle="1" w:styleId="TekstopmerkingChar">
    <w:name w:val="Tekst opmerking Char"/>
    <w:basedOn w:val="Standaardalinea-lettertype"/>
    <w:link w:val="Tekstopmerking"/>
    <w:uiPriority w:val="99"/>
    <w:rsid w:val="002A4245"/>
    <w:rPr>
      <w:rFonts w:ascii="Verdana" w:hAnsi="Verdana"/>
      <w:color w:val="000000"/>
    </w:rPr>
  </w:style>
  <w:style w:type="paragraph" w:styleId="Onderwerpvanopmerking">
    <w:name w:val="annotation subject"/>
    <w:basedOn w:val="Tekstopmerking"/>
    <w:next w:val="Tekstopmerking"/>
    <w:link w:val="OnderwerpvanopmerkingChar"/>
    <w:uiPriority w:val="99"/>
    <w:semiHidden/>
    <w:unhideWhenUsed/>
    <w:rsid w:val="002A4245"/>
    <w:rPr>
      <w:b/>
      <w:bCs/>
    </w:rPr>
  </w:style>
  <w:style w:type="character" w:customStyle="1" w:styleId="OnderwerpvanopmerkingChar">
    <w:name w:val="Onderwerp van opmerking Char"/>
    <w:basedOn w:val="TekstopmerkingChar"/>
    <w:link w:val="Onderwerpvanopmerking"/>
    <w:uiPriority w:val="99"/>
    <w:semiHidden/>
    <w:rsid w:val="002A4245"/>
    <w:rPr>
      <w:rFonts w:ascii="Verdana" w:hAnsi="Verdana"/>
      <w:b/>
      <w:bCs/>
      <w:color w:val="000000"/>
    </w:rPr>
  </w:style>
  <w:style w:type="paragraph" w:styleId="Lijstalinea">
    <w:name w:val="List Paragraph"/>
    <w:basedOn w:val="Standaard"/>
    <w:uiPriority w:val="34"/>
    <w:semiHidden/>
    <w:rsid w:val="003F38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22" Type="http://schemas.openxmlformats.org/officeDocument/2006/relationships/webSetting" Target="webSettings0.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Downloads\Brief%20(25).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308</ap:Words>
  <ap:Characters>1700</ap:Characters>
  <ap:DocSecurity>0</ap:DocSecurity>
  <ap:Lines>14</ap:Lines>
  <ap:Paragraphs>4</ap:Paragraphs>
  <ap:ScaleCrop>false</ap:ScaleCrop>
  <ap:HeadingPairs>
    <vt:vector baseType="variant" size="2">
      <vt:variant>
        <vt:lpstr>Titel</vt:lpstr>
      </vt:variant>
      <vt:variant>
        <vt:i4>1</vt:i4>
      </vt:variant>
    </vt:vector>
  </ap:HeadingPairs>
  <ap:TitlesOfParts>
    <vt:vector baseType="lpstr" size="1">
      <vt:lpstr>Brief - Voorjaarsnota 2024</vt:lpstr>
    </vt:vector>
  </ap:TitlesOfParts>
  <ap:LinksUpToDate>false</ap:LinksUpToDate>
  <ap:CharactersWithSpaces>2004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2024-04-15T07:51:00.0000000Z</dcterms:created>
  <dcterms:modified xsi:type="dcterms:W3CDTF">2024-04-15T07:51:00.0000000Z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Identifier">
    <vt:lpwstr/>
  </property>
  <property fmtid="{D5CDD505-2E9C-101B-9397-08002B2CF9AE}" pid="3" name="URL">
    <vt:lpwstr/>
  </property>
  <property fmtid="{D5CDD505-2E9C-101B-9397-08002B2CF9AE}" pid="4" name="Documentsoort">
    <vt:lpwstr>Brief - Voorjaarsnota 2024</vt:lpwstr>
  </property>
  <property fmtid="{D5CDD505-2E9C-101B-9397-08002B2CF9AE}" pid="5" name="Publicatiedatum">
    <vt:lpwstr/>
  </property>
  <property fmtid="{D5CDD505-2E9C-101B-9397-08002B2CF9AE}" pid="6" name="Verantwoordelijke organisatie">
    <vt:lpwstr>Agentschap</vt:lpwstr>
  </property>
  <property fmtid="{D5CDD505-2E9C-101B-9397-08002B2CF9AE}" pid="7" name="Taal">
    <vt:lpwstr>nl_NL</vt:lpwstr>
  </property>
  <property fmtid="{D5CDD505-2E9C-101B-9397-08002B2CF9AE}" pid="8" name="Inhoudsindicatie">
    <vt:lpwstr/>
  </property>
  <property fmtid="{D5CDD505-2E9C-101B-9397-08002B2CF9AE}" pid="9" name="Status">
    <vt:lpwstr/>
  </property>
  <property fmtid="{D5CDD505-2E9C-101B-9397-08002B2CF9AE}" pid="10" name="Aan">
    <vt:lpwstr/>
  </property>
  <property fmtid="{D5CDD505-2E9C-101B-9397-08002B2CF9AE}" pid="11" name="Van">
    <vt:lpwstr/>
  </property>
  <property fmtid="{D5CDD505-2E9C-101B-9397-08002B2CF9AE}" pid="12" name="Datum">
    <vt:lpwstr>15 april 2024</vt:lpwstr>
  </property>
  <property fmtid="{D5CDD505-2E9C-101B-9397-08002B2CF9AE}" pid="13" name="Opgesteld door, Naam">
    <vt:lpwstr>Jessica de Vlieger</vt:lpwstr>
  </property>
  <property fmtid="{D5CDD505-2E9C-101B-9397-08002B2CF9AE}" pid="14" name="Opgesteld door, Telefoonnummer">
    <vt:lpwstr/>
  </property>
  <property fmtid="{D5CDD505-2E9C-101B-9397-08002B2CF9AE}" pid="15" name="Kenmerk">
    <vt:lpwstr>2024-0000230523</vt:lpwstr>
  </property>
  <property fmtid="{D5CDD505-2E9C-101B-9397-08002B2CF9AE}" pid="16" name="Rubricering">
    <vt:lpwstr/>
  </property>
  <property fmtid="{D5CDD505-2E9C-101B-9397-08002B2CF9AE}" pid="17" name="Vertrouwelijkheidsniveau">
    <vt:lpwstr/>
  </property>
  <property fmtid="{D5CDD505-2E9C-101B-9397-08002B2CF9AE}" pid="18" name="Markering">
    <vt:lpwstr/>
  </property>
  <property fmtid="{D5CDD505-2E9C-101B-9397-08002B2CF9AE}" pid="19" name="Custom 1">
    <vt:lpwstr/>
  </property>
  <property fmtid="{D5CDD505-2E9C-101B-9397-08002B2CF9AE}" pid="20" name="Custom 2">
    <vt:lpwstr/>
  </property>
  <property fmtid="{D5CDD505-2E9C-101B-9397-08002B2CF9AE}" pid="21" name="Custom 3">
    <vt:lpwstr/>
  </property>
  <property fmtid="{D5CDD505-2E9C-101B-9397-08002B2CF9AE}" pid="22" name="Custom 4">
    <vt:lpwstr/>
  </property>
  <property fmtid="{D5CDD505-2E9C-101B-9397-08002B2CF9AE}" pid="23" name="Custom 5">
    <vt:lpwstr/>
  </property>
  <property fmtid="{D5CDD505-2E9C-101B-9397-08002B2CF9AE}" pid="24" name="Aard document">
    <vt:lpwstr/>
  </property>
  <property fmtid="{D5CDD505-2E9C-101B-9397-08002B2CF9AE}" pid="25" name="Taakverzoek">
    <vt:lpwstr/>
  </property>
  <property fmtid="{D5CDD505-2E9C-101B-9397-08002B2CF9AE}" pid="26" name="VA_Niet openbaar">
    <vt:lpwstr/>
  </property>
  <property fmtid="{D5CDD505-2E9C-101B-9397-08002B2CF9AE}" pid="27" name="Informatiecategorie Beleidslijn">
    <vt:lpwstr/>
  </property>
  <property fmtid="{D5CDD505-2E9C-101B-9397-08002B2CF9AE}" pid="28" name="Docgensjabloon">
    <vt:lpwstr>DocGen_Brief_nl_NL</vt:lpwstr>
  </property>
  <property fmtid="{D5CDD505-2E9C-101B-9397-08002B2CF9AE}" pid="29" name="Onderwerp">
    <vt:lpwstr>Voorjaarsnota 2024</vt:lpwstr>
  </property>
  <property fmtid="{D5CDD505-2E9C-101B-9397-08002B2CF9AE}" pid="30" name="UwKenmerk">
    <vt:lpwstr/>
  </property>
  <property fmtid="{D5CDD505-2E9C-101B-9397-08002B2CF9AE}" pid="31" name="MSIP_Label_35ad6b54-f757-49c9-8c83-ef7f8aa67172_Enabled">
    <vt:lpwstr>true</vt:lpwstr>
  </property>
  <property fmtid="{D5CDD505-2E9C-101B-9397-08002B2CF9AE}" pid="32" name="MSIP_Label_35ad6b54-f757-49c9-8c83-ef7f8aa67172_SetDate">
    <vt:lpwstr>2024-04-12T07:26:46Z</vt:lpwstr>
  </property>
  <property fmtid="{D5CDD505-2E9C-101B-9397-08002B2CF9AE}" pid="33" name="MSIP_Label_35ad6b54-f757-49c9-8c83-ef7f8aa67172_Method">
    <vt:lpwstr>Standard</vt:lpwstr>
  </property>
  <property fmtid="{D5CDD505-2E9C-101B-9397-08002B2CF9AE}" pid="34" name="MSIP_Label_35ad6b54-f757-49c9-8c83-ef7f8aa67172_Name">
    <vt:lpwstr>FIN-DGRB-Rijksoverheid</vt:lpwstr>
  </property>
  <property fmtid="{D5CDD505-2E9C-101B-9397-08002B2CF9AE}" pid="35" name="MSIP_Label_35ad6b54-f757-49c9-8c83-ef7f8aa67172_SiteId">
    <vt:lpwstr>84712536-f524-40a0-913b-5d25ba502732</vt:lpwstr>
  </property>
  <property fmtid="{D5CDD505-2E9C-101B-9397-08002B2CF9AE}" pid="36" name="MSIP_Label_35ad6b54-f757-49c9-8c83-ef7f8aa67172_ActionId">
    <vt:lpwstr>ee0671c3-4068-409f-aaf7-047674da5da5</vt:lpwstr>
  </property>
  <property fmtid="{D5CDD505-2E9C-101B-9397-08002B2CF9AE}" pid="37" name="MSIP_Label_35ad6b54-f757-49c9-8c83-ef7f8aa67172_ContentBits">
    <vt:lpwstr>0</vt:lpwstr>
  </property>
</Properties>
</file>