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F46" w:rsidP="008D0F46" w:rsidRDefault="008D0F46" w14:paraId="01F6D7CE" w14:textId="77777777">
      <w:pPr>
        <w:pStyle w:val="StandaardAanhef"/>
      </w:pPr>
      <w:bookmarkStart w:name="_Hlk153527975" w:id="0"/>
      <w:r>
        <w:t>Geachte voorzitter,</w:t>
      </w:r>
    </w:p>
    <w:p w:rsidR="008D0F46" w:rsidP="008D0F46" w:rsidRDefault="008D0F46" w14:paraId="75C1A9F0" w14:textId="5BA585EF">
      <w:pPr>
        <w:rPr>
          <w:rFonts w:ascii="Calibri" w:hAnsi="Calibri"/>
          <w:color w:val="auto"/>
          <w:sz w:val="22"/>
          <w:szCs w:val="22"/>
        </w:rPr>
      </w:pPr>
      <w:r>
        <w:t xml:space="preserve">Op 20 december 2023 vindt een extra informele </w:t>
      </w:r>
      <w:proofErr w:type="spellStart"/>
      <w:r>
        <w:t>Ecofinraad</w:t>
      </w:r>
      <w:proofErr w:type="spellEnd"/>
      <w:r>
        <w:t xml:space="preserve"> plaats waarbij de herziening van het Europees begrotingsraamwerk op de agenda staat. Deze </w:t>
      </w:r>
      <w:proofErr w:type="spellStart"/>
      <w:r>
        <w:t>Ecofinraad</w:t>
      </w:r>
      <w:proofErr w:type="spellEnd"/>
      <w:r>
        <w:t xml:space="preserve"> zal plaatsvinden per videoconferentie. </w:t>
      </w:r>
      <w:r w:rsidR="003A6DAA">
        <w:t> Namens Nederland z</w:t>
      </w:r>
      <w:r w:rsidR="0001139E">
        <w:t>al</w:t>
      </w:r>
      <w:r w:rsidR="003A6DAA">
        <w:t xml:space="preserve"> de staatssecretaris van Financiën - Fiscaliteit &amp; Belastingdienst deelnemen.</w:t>
      </w:r>
    </w:p>
    <w:p w:rsidR="008D0F46" w:rsidP="008D0F46" w:rsidRDefault="008D0F46" w14:paraId="21A14D8F" w14:textId="77777777"/>
    <w:p w:rsidR="008D0F46" w:rsidP="008D0F46" w:rsidRDefault="008D0F46" w14:paraId="44292A9C" w14:textId="77777777">
      <w:r>
        <w:t>Hierbij zend ik u de geannoteerde agenda voor deze raad.</w:t>
      </w:r>
    </w:p>
    <w:p w:rsidR="008D0F46" w:rsidP="008D0F46" w:rsidRDefault="008D0F46" w14:paraId="7A547D55" w14:textId="77777777">
      <w:pPr>
        <w:pStyle w:val="StandaardSlotzin"/>
      </w:pPr>
      <w:r>
        <w:t>Hoogachtend,</w:t>
      </w:r>
    </w:p>
    <w:bookmarkEnd w:id="0"/>
    <w:p w:rsidR="008D0F46" w:rsidP="008D0F46" w:rsidRDefault="008D0F46" w14:paraId="16591DD8" w14:textId="77777777"/>
    <w:tbl>
      <w:tblPr>
        <w:tblW w:w="7484" w:type="dxa"/>
        <w:tblLayout w:type="fixed"/>
        <w:tblLook w:val="07E0" w:firstRow="1" w:lastRow="1" w:firstColumn="1" w:lastColumn="1" w:noHBand="1" w:noVBand="1"/>
      </w:tblPr>
      <w:tblGrid>
        <w:gridCol w:w="3592"/>
        <w:gridCol w:w="3892"/>
      </w:tblGrid>
      <w:tr w:rsidR="008D0F46" w:rsidTr="0005400E" w14:paraId="4E765599" w14:textId="77777777">
        <w:tc>
          <w:tcPr>
            <w:tcW w:w="3592" w:type="dxa"/>
          </w:tcPr>
          <w:p w:rsidR="008D0F46" w:rsidP="0005400E" w:rsidRDefault="008D0F46" w14:paraId="73DA9399" w14:textId="77777777">
            <w:r>
              <w:t>de minister van Financiën,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Sigrid A.M. Kaag</w:t>
            </w:r>
          </w:p>
        </w:tc>
        <w:tc>
          <w:tcPr>
            <w:tcW w:w="3892" w:type="dxa"/>
          </w:tcPr>
          <w:p w:rsidR="008D0F46" w:rsidP="0005400E" w:rsidRDefault="008D0F46" w14:paraId="235D5443" w14:textId="77777777"/>
        </w:tc>
      </w:tr>
    </w:tbl>
    <w:p w:rsidR="008141A3" w:rsidRDefault="008141A3" w14:paraId="6E83FDA6" w14:textId="77777777"/>
    <w:p w:rsidR="008141A3" w:rsidRDefault="008141A3" w14:paraId="216D03E1" w14:textId="77777777">
      <w:pPr>
        <w:pStyle w:val="Verdana7"/>
      </w:pPr>
    </w:p>
    <w:sectPr w:rsidR="008141A3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94D6" w14:textId="77777777" w:rsidR="00275514" w:rsidRDefault="00275514">
      <w:pPr>
        <w:spacing w:line="240" w:lineRule="auto"/>
      </w:pPr>
      <w:r>
        <w:separator/>
      </w:r>
    </w:p>
  </w:endnote>
  <w:endnote w:type="continuationSeparator" w:id="0">
    <w:p w14:paraId="31EF2BD0" w14:textId="77777777" w:rsidR="00275514" w:rsidRDefault="00275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BEBA" w14:textId="77777777" w:rsidR="00275514" w:rsidRDefault="00275514">
      <w:pPr>
        <w:spacing w:line="240" w:lineRule="auto"/>
      </w:pPr>
      <w:r>
        <w:separator/>
      </w:r>
    </w:p>
  </w:footnote>
  <w:footnote w:type="continuationSeparator" w:id="0">
    <w:p w14:paraId="1715F6F8" w14:textId="77777777" w:rsidR="00275514" w:rsidRDefault="002755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87CE" w14:textId="77777777" w:rsidR="008141A3" w:rsidRDefault="004713D8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11CD1EF7" wp14:editId="05299F02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02AE9D0" w14:textId="77777777" w:rsidR="008141A3" w:rsidRDefault="004713D8">
                          <w:pPr>
                            <w:pStyle w:val="StandaardReferentiegegevensKop"/>
                          </w:pPr>
                          <w:r>
                            <w:t xml:space="preserve">Directie Buitenlandse </w:t>
                          </w:r>
                          <w:r>
                            <w:t>Financiële Betrekkingen</w:t>
                          </w:r>
                        </w:p>
                        <w:p w14:paraId="2958931A" w14:textId="77777777" w:rsidR="008141A3" w:rsidRDefault="008141A3">
                          <w:pPr>
                            <w:pStyle w:val="WitregelW1"/>
                          </w:pPr>
                        </w:p>
                        <w:p w14:paraId="46100B4F" w14:textId="77777777" w:rsidR="008141A3" w:rsidRDefault="004713D8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708EBEBF" w14:textId="5F3AEC80" w:rsidR="008141A3" w:rsidRDefault="004713D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2023-0000282351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1CD1EF7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" filled="f" stroked="f">
              <v:textbox inset="0,0,0,0">
                <w:txbxContent>
                  <w:p w14:paraId="202AE9D0" w14:textId="77777777" w:rsidR="008141A3" w:rsidRDefault="004713D8">
                    <w:pPr>
                      <w:pStyle w:val="StandaardReferentiegegevensKop"/>
                    </w:pPr>
                    <w:r>
                      <w:t xml:space="preserve">Directie Buitenlandse </w:t>
                    </w:r>
                    <w:r>
                      <w:t>Financiële Betrekkingen</w:t>
                    </w:r>
                  </w:p>
                  <w:p w14:paraId="2958931A" w14:textId="77777777" w:rsidR="008141A3" w:rsidRDefault="008141A3">
                    <w:pPr>
                      <w:pStyle w:val="WitregelW1"/>
                    </w:pPr>
                  </w:p>
                  <w:p w14:paraId="46100B4F" w14:textId="77777777" w:rsidR="008141A3" w:rsidRDefault="004713D8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708EBEBF" w14:textId="5F3AEC80" w:rsidR="008141A3" w:rsidRDefault="004713D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2023-0000282351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28C5C8D3" wp14:editId="46B609DD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9413A1B" w14:textId="77777777" w:rsidR="008141A3" w:rsidRDefault="004713D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7521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7521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8C5C8D3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" filled="f" stroked="f">
              <v:textbox inset="0,0,0,0">
                <w:txbxContent>
                  <w:p w14:paraId="29413A1B" w14:textId="77777777" w:rsidR="008141A3" w:rsidRDefault="004713D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7521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7521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50A53A80" wp14:editId="6DC22AD2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835629" w14:textId="10A58CB2" w:rsidR="008141A3" w:rsidRDefault="004713D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0A53A80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" filled="f" stroked="f">
              <v:textbox inset="0,0,0,0">
                <w:txbxContent>
                  <w:p w14:paraId="43835629" w14:textId="10A58CB2" w:rsidR="008141A3" w:rsidRDefault="004713D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8085F" w14:textId="77777777" w:rsidR="008141A3" w:rsidRDefault="004713D8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4CF1B0D3" wp14:editId="6F197647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298372" w14:textId="77777777" w:rsidR="008141A3" w:rsidRDefault="004713D8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6013A55" wp14:editId="4827983C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CF1B0D3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" filled="f" stroked="f">
              <v:textbox inset="0,0,0,0">
                <w:txbxContent>
                  <w:p w14:paraId="63298372" w14:textId="77777777" w:rsidR="008141A3" w:rsidRDefault="004713D8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6013A55" wp14:editId="4827983C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3EDB63A6" wp14:editId="018AB9D7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9C9354" w14:textId="77777777" w:rsidR="00FF3ED4" w:rsidRDefault="00FF3ED4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EDB63A6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" filled="f" stroked="f">
              <v:textbox inset="0,0,0,0">
                <w:txbxContent>
                  <w:p w14:paraId="259C9354" w14:textId="77777777" w:rsidR="00FF3ED4" w:rsidRDefault="00FF3ED4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42081B1D" wp14:editId="4C04EF3E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CDC27D" w14:textId="77777777" w:rsidR="008141A3" w:rsidRDefault="004713D8">
                          <w:pPr>
                            <w:pStyle w:val="StandaardReferentiegegevensKop"/>
                          </w:pPr>
                          <w:r>
                            <w:t xml:space="preserve">Directie Buitenlandse Financiële </w:t>
                          </w:r>
                          <w:r>
                            <w:t>Betrekkingen</w:t>
                          </w:r>
                        </w:p>
                        <w:p w14:paraId="41AAD82E" w14:textId="77777777" w:rsidR="008141A3" w:rsidRDefault="008141A3">
                          <w:pPr>
                            <w:pStyle w:val="WitregelW1"/>
                          </w:pPr>
                        </w:p>
                        <w:p w14:paraId="523431F8" w14:textId="77777777" w:rsidR="008141A3" w:rsidRDefault="004713D8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376DDCC6" w14:textId="77777777" w:rsidR="008141A3" w:rsidRDefault="004713D8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0CBB5E11" w14:textId="77777777" w:rsidR="008141A3" w:rsidRDefault="004713D8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0B146641" w14:textId="77777777" w:rsidR="008141A3" w:rsidRDefault="004713D8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28A3884F" w14:textId="77777777" w:rsidR="008141A3" w:rsidRDefault="004713D8">
                          <w:pPr>
                            <w:pStyle w:val="StandaardReferentiegegevens"/>
                          </w:pPr>
                          <w:r>
                            <w:t>www.rijksoverheid.nl/fin</w:t>
                          </w:r>
                        </w:p>
                        <w:p w14:paraId="24B0F71F" w14:textId="77777777" w:rsidR="008141A3" w:rsidRDefault="008141A3">
                          <w:pPr>
                            <w:pStyle w:val="WitregelW2"/>
                          </w:pPr>
                        </w:p>
                        <w:p w14:paraId="3405317C" w14:textId="77777777" w:rsidR="008141A3" w:rsidRDefault="004713D8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464837FD" w14:textId="0E110D19" w:rsidR="008141A3" w:rsidRDefault="004713D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2023-0000282351</w:t>
                          </w:r>
                          <w:r>
                            <w:fldChar w:fldCharType="end"/>
                          </w:r>
                        </w:p>
                        <w:p w14:paraId="5B98CBDC" w14:textId="77777777" w:rsidR="008141A3" w:rsidRDefault="008141A3">
                          <w:pPr>
                            <w:pStyle w:val="WitregelW1"/>
                          </w:pPr>
                        </w:p>
                        <w:p w14:paraId="0FD1A6CB" w14:textId="77777777" w:rsidR="008141A3" w:rsidRDefault="004713D8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78F8747D" w14:textId="395C7815" w:rsidR="008141A3" w:rsidRDefault="004713D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6E99C8D5" w14:textId="77777777" w:rsidR="008141A3" w:rsidRDefault="008141A3">
                          <w:pPr>
                            <w:pStyle w:val="WitregelW1"/>
                          </w:pPr>
                        </w:p>
                        <w:p w14:paraId="1CBA8319" w14:textId="77777777" w:rsidR="008141A3" w:rsidRDefault="004713D8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3A442954" w14:textId="77777777" w:rsidR="008141A3" w:rsidRDefault="004713D8">
                          <w:pPr>
                            <w:pStyle w:val="StandaardReferentiegegevens"/>
                          </w:pPr>
                          <w:r>
                            <w:t xml:space="preserve">1. Geannoteerde agenda Extra, informele </w:t>
                          </w:r>
                          <w:proofErr w:type="spellStart"/>
                          <w:r>
                            <w:t>Ecofinraad</w:t>
                          </w:r>
                          <w:proofErr w:type="spellEnd"/>
                          <w:r>
                            <w:t xml:space="preserve"> 20 december 2023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2081B1D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" filled="f" stroked="f">
              <v:textbox inset="0,0,0,0">
                <w:txbxContent>
                  <w:p w14:paraId="05CDC27D" w14:textId="77777777" w:rsidR="008141A3" w:rsidRDefault="004713D8">
                    <w:pPr>
                      <w:pStyle w:val="StandaardReferentiegegevensKop"/>
                    </w:pPr>
                    <w:r>
                      <w:t xml:space="preserve">Directie Buitenlandse Financiële </w:t>
                    </w:r>
                    <w:r>
                      <w:t>Betrekkingen</w:t>
                    </w:r>
                  </w:p>
                  <w:p w14:paraId="41AAD82E" w14:textId="77777777" w:rsidR="008141A3" w:rsidRDefault="008141A3">
                    <w:pPr>
                      <w:pStyle w:val="WitregelW1"/>
                    </w:pPr>
                  </w:p>
                  <w:p w14:paraId="523431F8" w14:textId="77777777" w:rsidR="008141A3" w:rsidRDefault="004713D8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376DDCC6" w14:textId="77777777" w:rsidR="008141A3" w:rsidRDefault="004713D8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0CBB5E11" w14:textId="77777777" w:rsidR="008141A3" w:rsidRDefault="004713D8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0B146641" w14:textId="77777777" w:rsidR="008141A3" w:rsidRDefault="004713D8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28A3884F" w14:textId="77777777" w:rsidR="008141A3" w:rsidRDefault="004713D8">
                    <w:pPr>
                      <w:pStyle w:val="StandaardReferentiegegevens"/>
                    </w:pPr>
                    <w:r>
                      <w:t>www.rijksoverheid.nl/fin</w:t>
                    </w:r>
                  </w:p>
                  <w:p w14:paraId="24B0F71F" w14:textId="77777777" w:rsidR="008141A3" w:rsidRDefault="008141A3">
                    <w:pPr>
                      <w:pStyle w:val="WitregelW2"/>
                    </w:pPr>
                  </w:p>
                  <w:p w14:paraId="3405317C" w14:textId="77777777" w:rsidR="008141A3" w:rsidRDefault="004713D8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464837FD" w14:textId="0E110D19" w:rsidR="008141A3" w:rsidRDefault="004713D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2023-0000282351</w:t>
                    </w:r>
                    <w:r>
                      <w:fldChar w:fldCharType="end"/>
                    </w:r>
                  </w:p>
                  <w:p w14:paraId="5B98CBDC" w14:textId="77777777" w:rsidR="008141A3" w:rsidRDefault="008141A3">
                    <w:pPr>
                      <w:pStyle w:val="WitregelW1"/>
                    </w:pPr>
                  </w:p>
                  <w:p w14:paraId="0FD1A6CB" w14:textId="77777777" w:rsidR="008141A3" w:rsidRDefault="004713D8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78F8747D" w14:textId="395C7815" w:rsidR="008141A3" w:rsidRDefault="004713D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6E99C8D5" w14:textId="77777777" w:rsidR="008141A3" w:rsidRDefault="008141A3">
                    <w:pPr>
                      <w:pStyle w:val="WitregelW1"/>
                    </w:pPr>
                  </w:p>
                  <w:p w14:paraId="1CBA8319" w14:textId="77777777" w:rsidR="008141A3" w:rsidRDefault="004713D8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3A442954" w14:textId="77777777" w:rsidR="008141A3" w:rsidRDefault="004713D8">
                    <w:pPr>
                      <w:pStyle w:val="StandaardReferentiegegevens"/>
                    </w:pPr>
                    <w:r>
                      <w:t xml:space="preserve">1. Geannoteerde agenda Extra, informele </w:t>
                    </w:r>
                    <w:proofErr w:type="spellStart"/>
                    <w:r>
                      <w:t>Ecofinraad</w:t>
                    </w:r>
                    <w:proofErr w:type="spellEnd"/>
                    <w:r>
                      <w:t xml:space="preserve"> 20 december 2023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745AFC4E" wp14:editId="618E33EB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9F02CA" w14:textId="77777777" w:rsidR="008141A3" w:rsidRDefault="004713D8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45AFC4E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" filled="f" stroked="f">
              <v:textbox inset="0,0,0,0">
                <w:txbxContent>
                  <w:p w14:paraId="619F02CA" w14:textId="77777777" w:rsidR="008141A3" w:rsidRDefault="004713D8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276ABAAE" wp14:editId="448865CD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4180840" cy="1076325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0840" cy="10763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D7D59E5" w14:textId="25D829D2" w:rsidR="008141A3" w:rsidRDefault="004713D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7CEEA2B8" w14:textId="77777777" w:rsidR="008141A3" w:rsidRDefault="004713D8">
                          <w:r>
                            <w:t>Voorzitter van de Tweede Kamer de</w:t>
                          </w:r>
                          <w:r>
                            <w:t>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76ABAAE" id="Toezendgegevens" o:spid="_x0000_s1033" type="#_x0000_t202" style="position:absolute;margin-left:79.35pt;margin-top:153.05pt;width:329.2pt;height:84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" filled="f" stroked="f">
              <v:textbox inset="0,0,0,0">
                <w:txbxContent>
                  <w:p w14:paraId="6D7D59E5" w14:textId="25D829D2" w:rsidR="008141A3" w:rsidRDefault="004713D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7CEEA2B8" w14:textId="77777777" w:rsidR="008141A3" w:rsidRDefault="004713D8">
                    <w:r>
                      <w:t>Voorzitter van de Tweede Kamer de</w:t>
                    </w:r>
                    <w:r>
                      <w:t>r Staten-Generaal</w:t>
                    </w:r>
                    <w:r>
                      <w:br/>
                      <w:t>Postbus 20018</w:t>
                    </w:r>
                    <w:r>
                      <w:br/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3FB632FA" wp14:editId="4BCE81ED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0F43E5A" w14:textId="77777777" w:rsidR="008141A3" w:rsidRDefault="004713D8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7521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7521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FB632FA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" filled="f" stroked="f">
              <v:textbox inset="0,0,0,0">
                <w:txbxContent>
                  <w:p w14:paraId="20F43E5A" w14:textId="77777777" w:rsidR="008141A3" w:rsidRDefault="004713D8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7521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7521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4C5B4A85" wp14:editId="6546BFF5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8141A3" w14:paraId="3D40EDB9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4B529B5F" w14:textId="77777777" w:rsidR="008141A3" w:rsidRDefault="008141A3"/>
                            </w:tc>
                            <w:tc>
                              <w:tcPr>
                                <w:tcW w:w="5400" w:type="dxa"/>
                              </w:tcPr>
                              <w:p w14:paraId="3B1F5D09" w14:textId="77777777" w:rsidR="008141A3" w:rsidRDefault="008141A3"/>
                            </w:tc>
                          </w:tr>
                          <w:tr w:rsidR="008141A3" w14:paraId="6F3FE14A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EECA8AC" w14:textId="77777777" w:rsidR="008141A3" w:rsidRDefault="004713D8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580FBFDA" w14:textId="0212C8E7" w:rsidR="008141A3" w:rsidRDefault="00324322">
                                <w:r>
                                  <w:t>15 december 2023</w:t>
                                </w:r>
                              </w:p>
                            </w:tc>
                          </w:tr>
                          <w:tr w:rsidR="008141A3" w14:paraId="724A9986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0B2BE96" w14:textId="77777777" w:rsidR="008141A3" w:rsidRDefault="004713D8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644626C7" w14:textId="6E2D2E82" w:rsidR="008141A3" w:rsidRDefault="004713D8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 xml:space="preserve">Geannoteerde agenda extra informele </w:t>
                                </w:r>
                                <w:proofErr w:type="spellStart"/>
                                <w:r>
                                  <w:t>Ecofinraad</w:t>
                                </w:r>
                                <w:proofErr w:type="spellEnd"/>
                                <w:r>
                                  <w:t xml:space="preserve"> 20 december 2023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141A3" w14:paraId="51147C3C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32F0B14D" w14:textId="77777777" w:rsidR="008141A3" w:rsidRDefault="008141A3"/>
                            </w:tc>
                            <w:tc>
                              <w:tcPr>
                                <w:tcW w:w="4738" w:type="dxa"/>
                              </w:tcPr>
                              <w:p w14:paraId="56CEA81E" w14:textId="77777777" w:rsidR="008141A3" w:rsidRDefault="008141A3"/>
                            </w:tc>
                          </w:tr>
                        </w:tbl>
                        <w:p w14:paraId="19EEF4DF" w14:textId="77777777" w:rsidR="00FF3ED4" w:rsidRDefault="00FF3ED4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C5B4A85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8141A3" w14:paraId="3D40EDB9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4B529B5F" w14:textId="77777777" w:rsidR="008141A3" w:rsidRDefault="008141A3"/>
                      </w:tc>
                      <w:tc>
                        <w:tcPr>
                          <w:tcW w:w="5400" w:type="dxa"/>
                        </w:tcPr>
                        <w:p w14:paraId="3B1F5D09" w14:textId="77777777" w:rsidR="008141A3" w:rsidRDefault="008141A3"/>
                      </w:tc>
                    </w:tr>
                    <w:tr w:rsidR="008141A3" w14:paraId="6F3FE14A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EECA8AC" w14:textId="77777777" w:rsidR="008141A3" w:rsidRDefault="004713D8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580FBFDA" w14:textId="0212C8E7" w:rsidR="008141A3" w:rsidRDefault="00324322">
                          <w:r>
                            <w:t>15 december 2023</w:t>
                          </w:r>
                        </w:p>
                      </w:tc>
                    </w:tr>
                    <w:tr w:rsidR="008141A3" w14:paraId="724A9986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0B2BE96" w14:textId="77777777" w:rsidR="008141A3" w:rsidRDefault="004713D8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644626C7" w14:textId="6E2D2E82" w:rsidR="008141A3" w:rsidRDefault="004713D8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>
                            <w:t xml:space="preserve">Geannoteerde agenda extra informele </w:t>
                          </w:r>
                          <w:proofErr w:type="spellStart"/>
                          <w:r>
                            <w:t>Ecofinraad</w:t>
                          </w:r>
                          <w:proofErr w:type="spellEnd"/>
                          <w:r>
                            <w:t xml:space="preserve"> 20 december 2023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141A3" w14:paraId="51147C3C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32F0B14D" w14:textId="77777777" w:rsidR="008141A3" w:rsidRDefault="008141A3"/>
                      </w:tc>
                      <w:tc>
                        <w:tcPr>
                          <w:tcW w:w="4738" w:type="dxa"/>
                        </w:tcPr>
                        <w:p w14:paraId="56CEA81E" w14:textId="77777777" w:rsidR="008141A3" w:rsidRDefault="008141A3"/>
                      </w:tc>
                    </w:tr>
                  </w:tbl>
                  <w:p w14:paraId="19EEF4DF" w14:textId="77777777" w:rsidR="00FF3ED4" w:rsidRDefault="00FF3ED4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63F0C91" wp14:editId="1BD20C77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954C1B5" w14:textId="75142C4B" w:rsidR="008141A3" w:rsidRDefault="004713D8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63F0C91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" filled="f" stroked="f">
              <v:textbox inset="0,0,0,0">
                <w:txbxContent>
                  <w:p w14:paraId="2954C1B5" w14:textId="75142C4B" w:rsidR="008141A3" w:rsidRDefault="004713D8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6434F962" wp14:editId="5F5021BB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571A82" w14:textId="77777777" w:rsidR="00FF3ED4" w:rsidRDefault="00FF3ED4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434F962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" filled="f" stroked="f">
              <v:textbox inset="0,0,0,0">
                <w:txbxContent>
                  <w:p w14:paraId="6C571A82" w14:textId="77777777" w:rsidR="00FF3ED4" w:rsidRDefault="00FF3ED4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6311B1"/>
    <w:multiLevelType w:val="multilevel"/>
    <w:tmpl w:val="04E115B3"/>
    <w:lvl w:ilvl="0">
      <w:start w:val="1"/>
      <w:numFmt w:val="bullet"/>
      <w:lvlText w:val="●"/>
      <w:lvlJc w:val="left"/>
      <w:pPr>
        <w:ind w:left="640" w:hanging="2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53DB9F8"/>
    <w:multiLevelType w:val="multilevel"/>
    <w:tmpl w:val="1566CDCE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7A56BDF"/>
    <w:multiLevelType w:val="multilevel"/>
    <w:tmpl w:val="6E094D51"/>
    <w:lvl w:ilvl="0">
      <w:start w:val="1"/>
      <w:numFmt w:val="bullet"/>
      <w:lvlText w:val="●"/>
      <w:lvlJc w:val="left"/>
      <w:pPr>
        <w:ind w:left="640" w:hanging="2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46A1DD"/>
    <w:multiLevelType w:val="multilevel"/>
    <w:tmpl w:val="2252AFF2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C5C976"/>
    <w:multiLevelType w:val="multilevel"/>
    <w:tmpl w:val="CF516C3B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2A9BFD"/>
    <w:multiLevelType w:val="multilevel"/>
    <w:tmpl w:val="360B72B1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7276977">
    <w:abstractNumId w:val="5"/>
  </w:num>
  <w:num w:numId="2" w16cid:durableId="300697188">
    <w:abstractNumId w:val="3"/>
  </w:num>
  <w:num w:numId="3" w16cid:durableId="1717852935">
    <w:abstractNumId w:val="4"/>
  </w:num>
  <w:num w:numId="4" w16cid:durableId="368771824">
    <w:abstractNumId w:val="1"/>
  </w:num>
  <w:num w:numId="5" w16cid:durableId="186675659">
    <w:abstractNumId w:val="0"/>
  </w:num>
  <w:num w:numId="6" w16cid:durableId="103685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215"/>
    <w:rsid w:val="0001139E"/>
    <w:rsid w:val="00093721"/>
    <w:rsid w:val="00242DB8"/>
    <w:rsid w:val="00260007"/>
    <w:rsid w:val="00275514"/>
    <w:rsid w:val="00324322"/>
    <w:rsid w:val="003A6DAA"/>
    <w:rsid w:val="003B08E5"/>
    <w:rsid w:val="004713D8"/>
    <w:rsid w:val="00542587"/>
    <w:rsid w:val="0060398C"/>
    <w:rsid w:val="00714B49"/>
    <w:rsid w:val="008141A3"/>
    <w:rsid w:val="00875215"/>
    <w:rsid w:val="008D0F46"/>
    <w:rsid w:val="00E8790C"/>
    <w:rsid w:val="00FF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CDD65"/>
  <w15:docId w15:val="{4C7DDB71-A14D-45E4-A605-BA1B0A90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jskader">
    <w:name w:val="Grijs kader"/>
    <w:rPr>
      <w:rFonts w:ascii="Verdana" w:hAnsi="Verdana"/>
      <w:color w:val="000000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12" w:type="dxa"/>
        <w:bottom w:w="0" w:type="dxa"/>
        <w:right w:w="112" w:type="dxa"/>
      </w:tblCellMar>
    </w:tblPr>
    <w:tcPr>
      <w:shd w:val="clear" w:color="auto" w:fill="D8D8D8"/>
    </w:tc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Verdana7">
    <w:name w:val="Verdana 7"/>
    <w:basedOn w:val="Standaard"/>
    <w:next w:val="Standaard"/>
    <w:pPr>
      <w:spacing w:line="140" w:lineRule="atLeast"/>
    </w:pPr>
    <w:rPr>
      <w:sz w:val="14"/>
      <w:szCs w:val="14"/>
    </w:rPr>
  </w:style>
  <w:style w:type="paragraph" w:customStyle="1" w:styleId="Verdana8">
    <w:name w:val="Verdana 8"/>
    <w:basedOn w:val="Standaard"/>
    <w:next w:val="Standaard"/>
    <w:rPr>
      <w:sz w:val="16"/>
      <w:szCs w:val="16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87521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5215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87521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5215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wnloads\Brief%20aan%20Eerste%20of%20Tweede%20Kamer%20(18)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67</ap:Words>
  <ap:Characters>374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440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2023-12-15T15:33:00.0000000Z</lastPrinted>
  <dcterms:created xsi:type="dcterms:W3CDTF">2023-12-15T15:33:00.0000000Z</dcterms:created>
  <dcterms:modified xsi:type="dcterms:W3CDTF">2023-12-15T15:33:00.0000000Z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aan Eerste of Tweede Kamer_nl_NL</vt:lpwstr>
  </property>
  <property fmtid="{D5CDD505-2E9C-101B-9397-08002B2CF9AE}" pid="3" name="Onderwerp">
    <vt:lpwstr>Geannoteerde agenda extra informele Ecofinraad 20 december 2023</vt:lpwstr>
  </property>
  <property fmtid="{D5CDD505-2E9C-101B-9397-08002B2CF9AE}" pid="4" name="Datum">
    <vt:lpwstr>14 december 2023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2023-0000282351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6800fede-0e59-47ad-af95-4e63bbdb932d_Enabled">
    <vt:lpwstr>true</vt:lpwstr>
  </property>
  <property fmtid="{D5CDD505-2E9C-101B-9397-08002B2CF9AE}" pid="10" name="MSIP_Label_6800fede-0e59-47ad-af95-4e63bbdb932d_SetDate">
    <vt:lpwstr>2023-12-14T11:05:19Z</vt:lpwstr>
  </property>
  <property fmtid="{D5CDD505-2E9C-101B-9397-08002B2CF9AE}" pid="11" name="MSIP_Label_6800fede-0e59-47ad-af95-4e63bbdb932d_Method">
    <vt:lpwstr>Standard</vt:lpwstr>
  </property>
  <property fmtid="{D5CDD505-2E9C-101B-9397-08002B2CF9AE}" pid="12" name="MSIP_Label_6800fede-0e59-47ad-af95-4e63bbdb932d_Name">
    <vt:lpwstr>FIN-DGGT-Rijksoverheid</vt:lpwstr>
  </property>
  <property fmtid="{D5CDD505-2E9C-101B-9397-08002B2CF9AE}" pid="13" name="MSIP_Label_6800fede-0e59-47ad-af95-4e63bbdb932d_SiteId">
    <vt:lpwstr>84712536-f524-40a0-913b-5d25ba502732</vt:lpwstr>
  </property>
  <property fmtid="{D5CDD505-2E9C-101B-9397-08002B2CF9AE}" pid="14" name="MSIP_Label_6800fede-0e59-47ad-af95-4e63bbdb932d_ActionId">
    <vt:lpwstr>114a17ba-fddd-4ec5-96ab-9a5871645814</vt:lpwstr>
  </property>
  <property fmtid="{D5CDD505-2E9C-101B-9397-08002B2CF9AE}" pid="15" name="MSIP_Label_6800fede-0e59-47ad-af95-4e63bbdb932d_ContentBits">
    <vt:lpwstr>0</vt:lpwstr>
  </property>
</Properties>
</file>