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512F0" w:rsidR="001512F0" w:rsidP="001512F0" w:rsidRDefault="001512F0" w14:paraId="01C082D9" w14:textId="4F9DF59D">
      <w:pPr>
        <w:rPr>
          <w:b/>
          <w:bCs/>
          <w:lang w:val="en-US"/>
        </w:rPr>
      </w:pPr>
      <w:r w:rsidRPr="001512F0">
        <w:rPr>
          <w:b/>
          <w:bCs/>
          <w:lang w:val="en-US"/>
        </w:rPr>
        <w:t>Position paper</w:t>
      </w:r>
      <w:r w:rsidRPr="001512F0">
        <w:rPr>
          <w:b/>
          <w:bCs/>
          <w:lang w:val="en-US"/>
        </w:rPr>
        <w:t xml:space="preserve"> </w:t>
      </w:r>
      <w:proofErr w:type="spellStart"/>
      <w:r w:rsidRPr="001512F0">
        <w:rPr>
          <w:b/>
          <w:bCs/>
          <w:lang w:val="en-US"/>
        </w:rPr>
        <w:t>Frysk</w:t>
      </w:r>
      <w:proofErr w:type="spellEnd"/>
      <w:r w:rsidRPr="001512F0">
        <w:rPr>
          <w:b/>
          <w:bCs/>
          <w:lang w:val="en-US"/>
        </w:rPr>
        <w:t xml:space="preserve"> </w:t>
      </w:r>
      <w:proofErr w:type="spellStart"/>
      <w:r w:rsidRPr="001512F0">
        <w:rPr>
          <w:b/>
          <w:bCs/>
          <w:lang w:val="en-US"/>
        </w:rPr>
        <w:t>yn</w:t>
      </w:r>
      <w:proofErr w:type="spellEnd"/>
      <w:r w:rsidRPr="001512F0">
        <w:rPr>
          <w:b/>
          <w:bCs/>
          <w:lang w:val="en-US"/>
        </w:rPr>
        <w:t xml:space="preserve"> i</w:t>
      </w:r>
      <w:r>
        <w:rPr>
          <w:b/>
          <w:bCs/>
          <w:lang w:val="en-US"/>
        </w:rPr>
        <w:t xml:space="preserve">t </w:t>
      </w:r>
      <w:proofErr w:type="spellStart"/>
      <w:r w:rsidRPr="001512F0">
        <w:rPr>
          <w:b/>
          <w:bCs/>
          <w:lang w:val="en-US"/>
        </w:rPr>
        <w:t>mbû</w:t>
      </w:r>
      <w:proofErr w:type="spellEnd"/>
    </w:p>
    <w:p w:rsidR="001512F0" w:rsidP="001512F0" w:rsidRDefault="001512F0" w14:paraId="51686784" w14:textId="068C6ACF">
      <w:r>
        <w:t xml:space="preserve">Firda is een school voor middelbaar beroepsonderwijs in Fryslân en noordelijk Flevoland. Met ruim 2600 medewerkers wordt er dagelijks gewerkt aan de ontwikkeling en het vakmanschap van ruim 23.000 studenten. Onze verbondenheid met de regio Fryslân is sterk. We opereren vanuit onze locaties in onder andere Dokkum, Drachten, Sneek, Heerenveen en Leeuwarden. In Flevoland in Emmeloord en op Urk. </w:t>
      </w:r>
      <w:r>
        <w:t>W</w:t>
      </w:r>
      <w:r>
        <w:t xml:space="preserve">e </w:t>
      </w:r>
      <w:r>
        <w:t xml:space="preserve">spelen </w:t>
      </w:r>
      <w:r>
        <w:t xml:space="preserve">in de haarvaten van de regio een </w:t>
      </w:r>
      <w:r>
        <w:t>grote rol</w:t>
      </w:r>
      <w:r>
        <w:t xml:space="preserve">. </w:t>
      </w:r>
    </w:p>
    <w:p w:rsidR="001512F0" w:rsidP="001512F0" w:rsidRDefault="001512F0" w14:paraId="1A278A3F" w14:textId="61EEA00D"/>
    <w:p w:rsidRPr="001512F0" w:rsidR="001512F0" w:rsidP="001512F0" w:rsidRDefault="001512F0" w14:paraId="6AB057DC" w14:textId="79E462B2">
      <w:pPr>
        <w:rPr>
          <w:b/>
          <w:bCs/>
        </w:rPr>
      </w:pPr>
      <w:r w:rsidRPr="001512F0">
        <w:rPr>
          <w:b/>
          <w:bCs/>
        </w:rPr>
        <w:t xml:space="preserve">Mbo’ers willen aan de slag in de eigen regio </w:t>
      </w:r>
    </w:p>
    <w:p w:rsidR="001512F0" w:rsidP="001512F0" w:rsidRDefault="001512F0" w14:paraId="638BE687" w14:textId="498E529F">
      <w:r>
        <w:t xml:space="preserve">Uit recent onderzoek blijkt dat het gros van de mbo’ers het liefst aan de slag gaat in de eigen regio. In de Friese context betekent dit dat jongeren die een mbo-opleiding afgerond hebben aan de slag gaan bij organisaties en bedrijven waarin het Fries volop wordt gebruikt. </w:t>
      </w:r>
    </w:p>
    <w:p w:rsidR="001512F0" w:rsidP="001512F0" w:rsidRDefault="001512F0" w14:paraId="0917B864" w14:textId="77777777"/>
    <w:p w:rsidR="001512F0" w:rsidP="001512F0" w:rsidRDefault="001512F0" w14:paraId="6E0984A8" w14:textId="214BD82E">
      <w:r>
        <w:t>Uit onderzoek van E&amp;E-advies (2020) blijkt dat bij 54% van de bedrijven medewerkers regelmatig tot zeer regelmatig in contact komen met het Fries. Nog eens 30% van de bedrijven geeft aan dit soms voorkomt. Daarmee heeft het Fries in het economisch verkeer een belangrijke positie. Zowel binnen zorg en welzijn, onderwijs en pedagogiek, techniek, bouw, groen, economie en de commerciële sectoren is de Friese taal een belangrijke factor binnen het professionele werkveld in Fryslân (</w:t>
      </w:r>
      <w:proofErr w:type="spellStart"/>
      <w:r>
        <w:t>Afûk</w:t>
      </w:r>
      <w:proofErr w:type="spellEnd"/>
      <w:r>
        <w:t xml:space="preserve">, 2014 en E&amp;E-advies, 2020). Dat maakt het van belang dat de (eigen) Friese taal een plek heeft in </w:t>
      </w:r>
      <w:r w:rsidR="005C596C">
        <w:t xml:space="preserve">het </w:t>
      </w:r>
      <w:r>
        <w:t xml:space="preserve">middelbaar beroepsonderwijs. </w:t>
      </w:r>
    </w:p>
    <w:p w:rsidR="001512F0" w:rsidP="001512F0" w:rsidRDefault="001512F0" w14:paraId="7ABAAA2E" w14:textId="6A590185"/>
    <w:p w:rsidRPr="001512F0" w:rsidR="001512F0" w:rsidP="001512F0" w:rsidRDefault="001512F0" w14:paraId="656D66AF" w14:textId="4C8E900F">
      <w:pPr>
        <w:rPr>
          <w:b/>
          <w:bCs/>
        </w:rPr>
      </w:pPr>
      <w:r w:rsidRPr="001512F0">
        <w:rPr>
          <w:b/>
          <w:bCs/>
        </w:rPr>
        <w:t>Wij zijn het Friese mbo</w:t>
      </w:r>
    </w:p>
    <w:p w:rsidR="005C596C" w:rsidP="001512F0" w:rsidRDefault="001512F0" w14:paraId="343BAF62" w14:textId="77777777">
      <w:r>
        <w:t xml:space="preserve">Het Fries is op dit moment op bescheiden schaal aanwezig binnen het middelbaar beroepsonderwijs in Fryslân. Met de ondertekening van het convenant ‘Samen zetten wij de schouders onder het Fries in het middelbaar beroepsonderwijs’ door </w:t>
      </w:r>
      <w:proofErr w:type="spellStart"/>
      <w:r>
        <w:t>Aeres</w:t>
      </w:r>
      <w:proofErr w:type="spellEnd"/>
      <w:r>
        <w:t xml:space="preserve"> MBO, Firda, </w:t>
      </w:r>
      <w:proofErr w:type="spellStart"/>
      <w:r>
        <w:t>Afûk</w:t>
      </w:r>
      <w:proofErr w:type="spellEnd"/>
      <w:r>
        <w:t xml:space="preserve"> en de provincie Fryslân in 2021 is daarin verandering in gang gezet. Dit convenant sluit aan bij het Taalplan </w:t>
      </w:r>
      <w:proofErr w:type="spellStart"/>
      <w:r>
        <w:t>Frysk</w:t>
      </w:r>
      <w:proofErr w:type="spellEnd"/>
      <w:r>
        <w:t xml:space="preserve"> 2030. Het convenant heeft geleid tot het samenwerkingsverband ‘</w:t>
      </w:r>
      <w:proofErr w:type="spellStart"/>
      <w:r>
        <w:t>Wy</w:t>
      </w:r>
      <w:proofErr w:type="spellEnd"/>
      <w:r>
        <w:t xml:space="preserve"> </w:t>
      </w:r>
      <w:proofErr w:type="spellStart"/>
      <w:r>
        <w:t>binne</w:t>
      </w:r>
      <w:proofErr w:type="spellEnd"/>
      <w:r>
        <w:t xml:space="preserve"> </w:t>
      </w:r>
      <w:proofErr w:type="spellStart"/>
      <w:r>
        <w:t>mbû</w:t>
      </w:r>
      <w:proofErr w:type="spellEnd"/>
      <w:r>
        <w:t xml:space="preserve">.’ </w:t>
      </w:r>
    </w:p>
    <w:p w:rsidR="005C596C" w:rsidP="001512F0" w:rsidRDefault="005C596C" w14:paraId="2A25BF08" w14:textId="77777777"/>
    <w:p w:rsidR="001512F0" w:rsidP="001512F0" w:rsidRDefault="001512F0" w14:paraId="310934D2" w14:textId="70C3FF4A">
      <w:r>
        <w:t xml:space="preserve">Het doel is dat er structureel aandacht komt voor taalbewustzijn en taalhouding in het middelbaar beroepsonderwijs. Dat wil zeggen: taalbewustzijn en taalhouding zijn vanaf 2030 een vast onderdeel van het curriculum van opleidingen. Hierbij is aandacht voor het dagelijks leven van de studenten, maar vooral ook voor hun beroepssector. Studenten kunnen kiezen voor een keuzedeel waarin ze hun beheersing van de Friese taal verder kunnen ontwikkelen. </w:t>
      </w:r>
    </w:p>
    <w:p w:rsidR="001512F0" w:rsidP="001512F0" w:rsidRDefault="001512F0" w14:paraId="4608D730" w14:textId="7A86022C"/>
    <w:p w:rsidRPr="001512F0" w:rsidR="001512F0" w:rsidP="001512F0" w:rsidRDefault="001512F0" w14:paraId="5C3420CE" w14:textId="77777777">
      <w:pPr>
        <w:rPr>
          <w:b/>
          <w:bCs/>
        </w:rPr>
      </w:pPr>
      <w:r w:rsidRPr="001512F0">
        <w:rPr>
          <w:b/>
          <w:bCs/>
        </w:rPr>
        <w:t xml:space="preserve">De kans om dit verder te versterken </w:t>
      </w:r>
    </w:p>
    <w:p w:rsidR="005C596C" w:rsidP="001512F0" w:rsidRDefault="001512F0" w14:paraId="0094E9D7" w14:textId="77777777">
      <w:r>
        <w:t>De programma’s van de opleidingen binnen het mbo worden vastgesteld volgens de landelijk vastgestelde kwalificatiedossiers. Aandacht voor het regionale taalklimaat ontbreekt hier nog. Dit is wel wenselijk vanwege het hoge aantal mbo-studenten dat in de eigen regio wil blijven wonen en werken. Zeker in Fryslân is dit het geval, waardoor het extra van belang is om aandacht te besteden aan identificatie met de regio, het regionaal taalklimaat (incl. taalbewustzijn en taalhouding) en taalvaardigheden.</w:t>
      </w:r>
    </w:p>
    <w:p w:rsidR="005C596C" w:rsidP="001512F0" w:rsidRDefault="005C596C" w14:paraId="5FA8886C" w14:textId="77777777"/>
    <w:p w:rsidR="001512F0" w:rsidP="001512F0" w:rsidRDefault="001512F0" w14:paraId="3AEDD39A" w14:textId="6BDB85CA">
      <w:r>
        <w:t xml:space="preserve">Het zou verstandig zijn als het Rijk op meer aandacht voor regionale (taal)verschillen in de kwalificatiedossiers zou aandringen. Hierbij gaat het met name om het Fries, maar wellicht ook andere talen (bijvoorbeeld Duits, afhankelijk van de regio en de sector waarin de studenten actief zijn). In het verlengde is geletterdheid nog een flinke uitdaging binnen het mbo. </w:t>
      </w:r>
    </w:p>
    <w:p w:rsidR="001512F0" w:rsidP="001512F0" w:rsidRDefault="001512F0" w14:paraId="7036A112" w14:textId="76C3D95E">
      <w:r>
        <w:lastRenderedPageBreak/>
        <w:t>Om deze ambities voor de toekomst te borgen zouden Rijk, Provincie en onderwijs zich financieel kunnen verbinden aan een practoraat Meertaligheid en Geletterdheid. De werkzaamheden van dit practoraat zou zich dan moeten richten op de positie van het Fries binnen het mbo, identificatie met de regio, taalonderwijs in het mbo (incl. lezen en geletterdheid) en de borging van regionaal taalklimaat in het mbo (in relatie met en aansluitend op de behoefte van de regionale arbeidsmarkt).</w:t>
      </w:r>
    </w:p>
    <w:p w:rsidR="001512F0" w:rsidP="001512F0" w:rsidRDefault="001512F0" w14:paraId="530A5DC5" w14:textId="77777777"/>
    <w:p w:rsidR="001512F0" w:rsidP="001512F0" w:rsidRDefault="001512F0" w14:paraId="69FCA9E7" w14:textId="7ACE2FBD">
      <w:r>
        <w:t xml:space="preserve">Met een dergelijk practoraat ontstaat een doorlopende lijn met het lectoraat Meertaligheid en Geletterdheid (bij NHL Stenden) en de hoogleraar Fries bij de Rijksuniversiteit Groningen. Er is ook een koppeling met het landelijke leesoffensief mogelijk. </w:t>
      </w:r>
    </w:p>
    <w:p w:rsidR="001512F0" w:rsidP="001512F0" w:rsidRDefault="001512F0" w14:paraId="1D0EEAD9" w14:textId="77777777"/>
    <w:p w:rsidR="005C596C" w:rsidP="005C596C" w:rsidRDefault="001512F0" w14:paraId="6587464C" w14:textId="77777777">
      <w:r>
        <w:t xml:space="preserve">Nu er opnieuw gewerkt wordt aan een nieuwe </w:t>
      </w:r>
      <w:proofErr w:type="spellStart"/>
      <w:r>
        <w:t>Bestjoersôfspraak</w:t>
      </w:r>
      <w:proofErr w:type="spellEnd"/>
      <w:r>
        <w:t xml:space="preserve"> </w:t>
      </w:r>
      <w:proofErr w:type="spellStart"/>
      <w:r>
        <w:t>Fryske</w:t>
      </w:r>
      <w:proofErr w:type="spellEnd"/>
      <w:r>
        <w:t xml:space="preserve"> taal en </w:t>
      </w:r>
      <w:proofErr w:type="spellStart"/>
      <w:r>
        <w:t>kultuer</w:t>
      </w:r>
      <w:proofErr w:type="spellEnd"/>
      <w:r>
        <w:t xml:space="preserve"> (BFTK) kan daarin de positie van het middelbaar beroepsonderwijs niet ontbreken. Het biedt ook een kans om het mbo daarin gelijk te behandelen, </w:t>
      </w:r>
      <w:r w:rsidR="005C596C">
        <w:t xml:space="preserve">net zoals er aandacht wordt besteed aan het hoger beroepsonderwijs en wetenschap, </w:t>
      </w:r>
      <w:r>
        <w:t xml:space="preserve">zodat de doelen van het Taalplan </w:t>
      </w:r>
      <w:proofErr w:type="spellStart"/>
      <w:r>
        <w:t>Frysk</w:t>
      </w:r>
      <w:proofErr w:type="spellEnd"/>
      <w:r>
        <w:t xml:space="preserve"> 2030 weer een stap sneller binnen handbereik komen.</w:t>
      </w:r>
    </w:p>
    <w:p w:rsidR="005C596C" w:rsidP="005C596C" w:rsidRDefault="005C596C" w14:paraId="5D457C48" w14:textId="77777777"/>
    <w:p w:rsidRPr="001512F0" w:rsidR="005C596C" w:rsidP="005C596C" w:rsidRDefault="001512F0" w14:paraId="5B404417" w14:textId="11A0B4D1">
      <w:r>
        <w:t>Firda werkt daarin graag met de Provincie en de Rijksoverheid samen.</w:t>
      </w:r>
    </w:p>
    <w:p w:rsidRPr="001512F0" w:rsidR="005C596C" w:rsidP="001512F0" w:rsidRDefault="005C596C" w14:paraId="5ECA50DC" w14:textId="456F7CF7"/>
    <w:sectPr w:rsidRPr="001512F0" w:rsidR="005C596C" w:rsidSect="0065213E">
      <w:headerReference w:type="default" r:id="rId11"/>
      <w:headerReference w:type="first" r:id="rId12"/>
      <w:footerReference w:type="first" r:id="rId13"/>
      <w:pgSz w:w="11906" w:h="16838" w:code="9"/>
      <w:pgMar w:top="2903" w:right="1701" w:bottom="794" w:left="1701" w:header="0" w:footer="0"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A3D04" w14:textId="77777777" w:rsidR="001512F0" w:rsidRDefault="001512F0" w:rsidP="00D17524">
      <w:pPr>
        <w:spacing w:line="240" w:lineRule="auto"/>
      </w:pPr>
      <w:r>
        <w:separator/>
      </w:r>
    </w:p>
  </w:endnote>
  <w:endnote w:type="continuationSeparator" w:id="0">
    <w:p w14:paraId="671E907F" w14:textId="77777777" w:rsidR="001512F0" w:rsidRDefault="001512F0" w:rsidP="00D175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26"/>
      <w:gridCol w:w="2126"/>
      <w:gridCol w:w="3402"/>
      <w:gridCol w:w="851"/>
    </w:tblGrid>
    <w:tr w:rsidR="00FB563B" w14:paraId="38F33DEB" w14:textId="77777777" w:rsidTr="001512F0">
      <w:tc>
        <w:tcPr>
          <w:tcW w:w="2126" w:type="dxa"/>
        </w:tcPr>
        <w:p w14:paraId="69C7D5CC" w14:textId="77777777" w:rsidR="00FB563B" w:rsidRDefault="00FB563B">
          <w:pPr>
            <w:pStyle w:val="Voettekst"/>
          </w:pPr>
        </w:p>
      </w:tc>
      <w:tc>
        <w:tcPr>
          <w:tcW w:w="2126" w:type="dxa"/>
        </w:tcPr>
        <w:p w14:paraId="3261EDFE" w14:textId="77777777" w:rsidR="00FB563B" w:rsidRDefault="00FB563B">
          <w:pPr>
            <w:pStyle w:val="Voettekst"/>
          </w:pPr>
        </w:p>
      </w:tc>
      <w:tc>
        <w:tcPr>
          <w:tcW w:w="3402" w:type="dxa"/>
        </w:tcPr>
        <w:p w14:paraId="71F3FEEA" w14:textId="77777777" w:rsidR="00FB563B" w:rsidRDefault="00FB563B">
          <w:pPr>
            <w:pStyle w:val="Voettekst"/>
          </w:pPr>
        </w:p>
      </w:tc>
      <w:tc>
        <w:tcPr>
          <w:tcW w:w="851" w:type="dxa"/>
        </w:tcPr>
        <w:p w14:paraId="38874873" w14:textId="77777777" w:rsidR="00FB563B" w:rsidRDefault="00FB563B">
          <w:pPr>
            <w:pStyle w:val="Voettekst"/>
          </w:pPr>
        </w:p>
      </w:tc>
    </w:tr>
    <w:tr w:rsidR="00FB563B" w14:paraId="37B02DA5" w14:textId="77777777" w:rsidTr="001512F0">
      <w:trPr>
        <w:trHeight w:hRule="exact" w:val="754"/>
      </w:trPr>
      <w:tc>
        <w:tcPr>
          <w:tcW w:w="2126" w:type="dxa"/>
        </w:tcPr>
        <w:p w14:paraId="4081EEAB" w14:textId="77777777" w:rsidR="00FB563B" w:rsidRDefault="00FB563B">
          <w:pPr>
            <w:pStyle w:val="Voettekst"/>
          </w:pPr>
        </w:p>
      </w:tc>
      <w:tc>
        <w:tcPr>
          <w:tcW w:w="2126" w:type="dxa"/>
        </w:tcPr>
        <w:p w14:paraId="53ADDA75" w14:textId="77777777" w:rsidR="00FB563B" w:rsidRDefault="00FB563B">
          <w:pPr>
            <w:pStyle w:val="Voettekst"/>
          </w:pPr>
        </w:p>
      </w:tc>
      <w:tc>
        <w:tcPr>
          <w:tcW w:w="3402" w:type="dxa"/>
        </w:tcPr>
        <w:p w14:paraId="4FA29E28" w14:textId="77777777" w:rsidR="00FB563B" w:rsidRDefault="00FB563B">
          <w:pPr>
            <w:pStyle w:val="Voettekst"/>
          </w:pPr>
        </w:p>
      </w:tc>
      <w:tc>
        <w:tcPr>
          <w:tcW w:w="851" w:type="dxa"/>
        </w:tcPr>
        <w:p w14:paraId="2C9A54B3" w14:textId="77777777" w:rsidR="00FB563B" w:rsidRDefault="00FB563B">
          <w:pPr>
            <w:pStyle w:val="Voettekst"/>
          </w:pPr>
        </w:p>
      </w:tc>
    </w:tr>
  </w:tbl>
  <w:p w14:paraId="7CD3EBE1" w14:textId="77777777" w:rsidR="00D17524" w:rsidRDefault="00D1752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1115A" w14:textId="77777777" w:rsidR="001512F0" w:rsidRDefault="001512F0" w:rsidP="00D17524">
      <w:pPr>
        <w:spacing w:line="240" w:lineRule="auto"/>
      </w:pPr>
      <w:r>
        <w:separator/>
      </w:r>
    </w:p>
  </w:footnote>
  <w:footnote w:type="continuationSeparator" w:id="0">
    <w:p w14:paraId="1F8D5719" w14:textId="77777777" w:rsidR="001512F0" w:rsidRDefault="001512F0" w:rsidP="00D175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W w:w="5104" w:type="dxa"/>
      <w:tblInd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552"/>
      <w:gridCol w:w="2552"/>
    </w:tblGrid>
    <w:tr w:rsidR="00DA544F" w14:paraId="345A73C0" w14:textId="77777777" w:rsidTr="001512F0">
      <w:trPr>
        <w:trHeight w:hRule="exact" w:val="851"/>
      </w:trPr>
      <w:tc>
        <w:tcPr>
          <w:tcW w:w="2552" w:type="dxa"/>
        </w:tcPr>
        <w:p w14:paraId="2CD1A393" w14:textId="77777777" w:rsidR="00DA544F" w:rsidRDefault="00DA544F">
          <w:pPr>
            <w:pStyle w:val="Koptekst"/>
          </w:pPr>
        </w:p>
      </w:tc>
      <w:tc>
        <w:tcPr>
          <w:tcW w:w="2552" w:type="dxa"/>
        </w:tcPr>
        <w:p w14:paraId="017D05F7" w14:textId="77777777" w:rsidR="00DA544F" w:rsidRDefault="00DA544F">
          <w:pPr>
            <w:pStyle w:val="Koptekst"/>
          </w:pPr>
        </w:p>
      </w:tc>
    </w:tr>
    <w:tr w:rsidR="00DA544F" w14:paraId="46CB243C" w14:textId="77777777" w:rsidTr="001512F0">
      <w:trPr>
        <w:trHeight w:val="851"/>
      </w:trPr>
      <w:tc>
        <w:tcPr>
          <w:tcW w:w="2552" w:type="dxa"/>
        </w:tcPr>
        <w:p w14:paraId="4651D36A" w14:textId="77777777" w:rsidR="00DA544F" w:rsidRDefault="00DA544F">
          <w:pPr>
            <w:pStyle w:val="Koptekst"/>
          </w:pPr>
        </w:p>
      </w:tc>
      <w:tc>
        <w:tcPr>
          <w:tcW w:w="2552" w:type="dxa"/>
        </w:tcPr>
        <w:p w14:paraId="4C2872DB" w14:textId="77777777" w:rsidR="00DA544F" w:rsidRDefault="00DA544F">
          <w:pPr>
            <w:pStyle w:val="Koptekst"/>
          </w:pPr>
        </w:p>
      </w:tc>
    </w:tr>
  </w:tbl>
  <w:p w14:paraId="7A39E21E" w14:textId="77777777" w:rsidR="00D17524" w:rsidRDefault="00F91AAD">
    <w:pPr>
      <w:pStyle w:val="Koptekst"/>
    </w:pPr>
    <w:r>
      <w:rPr>
        <w:noProof/>
      </w:rPr>
      <mc:AlternateContent>
        <mc:Choice Requires="wpg">
          <w:drawing>
            <wp:anchor distT="0" distB="0" distL="114300" distR="114300" simplePos="0" relativeHeight="251667456" behindDoc="0" locked="1" layoutInCell="1" allowOverlap="1" wp14:anchorId="389718D1" wp14:editId="179FD156">
              <wp:simplePos x="0" y="0"/>
              <wp:positionH relativeFrom="page">
                <wp:posOffset>0</wp:posOffset>
              </wp:positionH>
              <wp:positionV relativeFrom="page">
                <wp:posOffset>0</wp:posOffset>
              </wp:positionV>
              <wp:extent cx="2235600" cy="2966400"/>
              <wp:effectExtent l="0" t="0" r="0" b="5715"/>
              <wp:wrapNone/>
              <wp:docPr id="11" name="Groep 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235600" cy="2966400"/>
                        <a:chOff x="0" y="0"/>
                        <a:chExt cx="2318329" cy="3078000"/>
                      </a:xfrm>
                    </wpg:grpSpPr>
                    <wps:wsp>
                      <wps:cNvPr id="5" name="Firda_vorm_volgvel"/>
                      <wps:cNvSpPr/>
                      <wps:spPr>
                        <a:xfrm rot="5400000">
                          <a:off x="-650880" y="650880"/>
                          <a:ext cx="3078000" cy="1776240"/>
                        </a:xfrm>
                        <a:prstGeom prst="rtTriangl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Firda_Logo_Volgvel"/>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158694" y="162595"/>
                          <a:ext cx="2159635" cy="10795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72A8350" id="Groep 11" o:spid="_x0000_s1026" style="position:absolute;margin-left:0;margin-top:0;width:176.05pt;height:233.55pt;z-index:251667456;mso-position-horizontal-relative:page;mso-position-vertical-relative:page;mso-width-relative:margin;mso-height-relative:margin" coordsize="23183,3078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">
              <o:lock v:ext="edit" aspectratio="t"/>
              <v:shapetype id="_x0000_t6" coordsize="21600,21600" o:spt="6" path="m,l,21600r21600,xe">
                <v:stroke joinstyle="miter"/>
                <v:path gradientshapeok="t" o:connecttype="custom" o:connectlocs="0,0;0,10800;0,21600;10800,21600;21600,21600;10800,10800" textboxrect="1800,12600,12600,19800"/>
              </v:shapetype>
              <v:shape id="Firda_vorm_volgvel" o:spid="_x0000_s1027" type="#_x0000_t6" style="position:absolute;left:-6509;top:6509;width:30780;height:1776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" fillcolor="#bccec2 [3208]"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irda_Logo_Volgvel" o:spid="_x0000_s1028" type="#_x0000_t75" style="position:absolute;left:1586;top:1625;width:21597;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">
                <v:imagedata r:id="rId3" o:title=""/>
              </v:shape>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45ED0" w14:textId="1FF374CF" w:rsidR="00D17524" w:rsidRDefault="008570AC">
    <w:pPr>
      <w:pStyle w:val="Koptekst"/>
    </w:pPr>
    <w:r>
      <w:rPr>
        <w:noProof/>
      </w:rPr>
      <mc:AlternateContent>
        <mc:Choice Requires="wpg">
          <w:drawing>
            <wp:anchor distT="0" distB="0" distL="114300" distR="114300" simplePos="0" relativeHeight="251670528" behindDoc="0" locked="1" layoutInCell="1" allowOverlap="1" wp14:anchorId="7574BC8B" wp14:editId="59D4E883">
              <wp:simplePos x="0" y="0"/>
              <wp:positionH relativeFrom="page">
                <wp:posOffset>0</wp:posOffset>
              </wp:positionH>
              <wp:positionV relativeFrom="page">
                <wp:posOffset>0</wp:posOffset>
              </wp:positionV>
              <wp:extent cx="2235600" cy="2966400"/>
              <wp:effectExtent l="0" t="0" r="0" b="5715"/>
              <wp:wrapNone/>
              <wp:docPr id="4" name="Groep 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235600" cy="2966400"/>
                        <a:chOff x="0" y="0"/>
                        <a:chExt cx="2318329" cy="3078000"/>
                      </a:xfrm>
                    </wpg:grpSpPr>
                    <wps:wsp>
                      <wps:cNvPr id="12" name="Firda_vorm_volgvel"/>
                      <wps:cNvSpPr/>
                      <wps:spPr>
                        <a:xfrm rot="5400000">
                          <a:off x="-650880" y="650880"/>
                          <a:ext cx="3078000" cy="1776240"/>
                        </a:xfrm>
                        <a:prstGeom prst="rtTriangl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 name="Firda_Logo_Volgvel"/>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158694" y="162595"/>
                          <a:ext cx="2159635" cy="10795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8EE70E1" id="Groep 11" o:spid="_x0000_s1026" style="position:absolute;margin-left:0;margin-top:0;width:176.05pt;height:233.55pt;z-index:251670528;mso-position-horizontal-relative:page;mso-position-vertical-relative:page;mso-width-relative:margin;mso-height-relative:margin" coordsize="23183,3078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">
              <o:lock v:ext="edit" aspectratio="t"/>
              <v:shapetype id="_x0000_t6" coordsize="21600,21600" o:spt="6" path="m,l,21600r21600,xe">
                <v:stroke joinstyle="miter"/>
                <v:path gradientshapeok="t" o:connecttype="custom" o:connectlocs="0,0;0,10800;0,21600;10800,21600;21600,21600;10800,10800" textboxrect="1800,12600,12600,19800"/>
              </v:shapetype>
              <v:shape id="Firda_vorm_volgvel" o:spid="_x0000_s1027" type="#_x0000_t6" style="position:absolute;left:-6509;top:6509;width:30780;height:1776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" fillcolor="#bccec2 [3208]"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irda_Logo_Volgvel" o:spid="_x0000_s1028" type="#_x0000_t75" style="position:absolute;left:1586;top:1625;width:21597;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">
                <v:imagedata r:id="rId3" o:title=""/>
              </v:shape>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75A4"/>
    <w:multiLevelType w:val="multilevel"/>
    <w:tmpl w:val="E70E8D06"/>
    <w:numStyleLink w:val="stijlNummers"/>
  </w:abstractNum>
  <w:abstractNum w:abstractNumId="1" w15:restartNumberingAfterBreak="0">
    <w:nsid w:val="117F7769"/>
    <w:multiLevelType w:val="multilevel"/>
    <w:tmpl w:val="E70E8D06"/>
    <w:styleLink w:val="stijlNummers"/>
    <w:lvl w:ilvl="0">
      <w:start w:val="1"/>
      <w:numFmt w:val="decimal"/>
      <w:lvlText w:val="%1"/>
      <w:lvlJc w:val="left"/>
      <w:pPr>
        <w:ind w:left="284" w:hanging="284"/>
      </w:pPr>
      <w:rPr>
        <w:rFonts w:hint="default"/>
        <w:b/>
        <w:i w:val="0"/>
      </w:rPr>
    </w:lvl>
    <w:lvl w:ilvl="1">
      <w:start w:val="1"/>
      <w:numFmt w:val="decimal"/>
      <w:lvlText w:val="%2"/>
      <w:lvlJc w:val="left"/>
      <w:pPr>
        <w:ind w:left="568" w:hanging="284"/>
      </w:pPr>
      <w:rPr>
        <w:rFonts w:hint="default"/>
        <w:b/>
        <w:i w:val="0"/>
      </w:rPr>
    </w:lvl>
    <w:lvl w:ilvl="2">
      <w:start w:val="1"/>
      <w:numFmt w:val="decimal"/>
      <w:lvlText w:val="%3"/>
      <w:lvlJc w:val="left"/>
      <w:pPr>
        <w:ind w:left="852" w:hanging="284"/>
      </w:pPr>
      <w:rPr>
        <w:rFonts w:hint="default"/>
        <w:b/>
        <w:i w:val="0"/>
      </w:rPr>
    </w:lvl>
    <w:lvl w:ilvl="3">
      <w:start w:val="1"/>
      <w:numFmt w:val="decimal"/>
      <w:lvlText w:val="%4"/>
      <w:lvlJc w:val="left"/>
      <w:pPr>
        <w:ind w:left="1136" w:hanging="284"/>
      </w:pPr>
      <w:rPr>
        <w:rFonts w:hint="default"/>
        <w:b/>
        <w:i w:val="0"/>
      </w:rPr>
    </w:lvl>
    <w:lvl w:ilvl="4">
      <w:start w:val="1"/>
      <w:numFmt w:val="decimal"/>
      <w:lvlText w:val="%5"/>
      <w:lvlJc w:val="left"/>
      <w:pPr>
        <w:ind w:left="1420" w:hanging="284"/>
      </w:pPr>
      <w:rPr>
        <w:rFonts w:hint="default"/>
        <w:b/>
        <w:i w:val="0"/>
      </w:rPr>
    </w:lvl>
    <w:lvl w:ilvl="5">
      <w:start w:val="1"/>
      <w:numFmt w:val="decimal"/>
      <w:lvlText w:val="%6"/>
      <w:lvlJc w:val="left"/>
      <w:pPr>
        <w:ind w:left="1701" w:hanging="281"/>
      </w:pPr>
      <w:rPr>
        <w:rFonts w:hint="default"/>
        <w:b/>
        <w:i w:val="0"/>
      </w:rPr>
    </w:lvl>
    <w:lvl w:ilvl="6">
      <w:start w:val="1"/>
      <w:numFmt w:val="decimal"/>
      <w:lvlText w:val="%7"/>
      <w:lvlJc w:val="left"/>
      <w:pPr>
        <w:ind w:left="1985" w:hanging="284"/>
      </w:pPr>
      <w:rPr>
        <w:rFonts w:hint="default"/>
        <w:b/>
        <w:i w:val="0"/>
      </w:rPr>
    </w:lvl>
    <w:lvl w:ilvl="7">
      <w:start w:val="1"/>
      <w:numFmt w:val="decimal"/>
      <w:lvlText w:val="%8"/>
      <w:lvlJc w:val="left"/>
      <w:pPr>
        <w:ind w:left="2268" w:hanging="283"/>
      </w:pPr>
      <w:rPr>
        <w:rFonts w:hint="default"/>
        <w:b/>
        <w:i w:val="0"/>
      </w:rPr>
    </w:lvl>
    <w:lvl w:ilvl="8">
      <w:start w:val="1"/>
      <w:numFmt w:val="decimal"/>
      <w:lvlText w:val="%9"/>
      <w:lvlJc w:val="left"/>
      <w:pPr>
        <w:ind w:left="2552" w:hanging="284"/>
      </w:pPr>
      <w:rPr>
        <w:rFonts w:hint="default"/>
        <w:b/>
        <w:i w:val="0"/>
      </w:rPr>
    </w:lvl>
  </w:abstractNum>
  <w:abstractNum w:abstractNumId="2" w15:restartNumberingAfterBreak="0">
    <w:nsid w:val="126720F5"/>
    <w:multiLevelType w:val="hybridMultilevel"/>
    <w:tmpl w:val="0C9AD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6353AB"/>
    <w:multiLevelType w:val="multilevel"/>
    <w:tmpl w:val="E70E8D06"/>
    <w:numStyleLink w:val="stijlNummers"/>
  </w:abstractNum>
  <w:abstractNum w:abstractNumId="4" w15:restartNumberingAfterBreak="0">
    <w:nsid w:val="283B23A7"/>
    <w:multiLevelType w:val="multilevel"/>
    <w:tmpl w:val="47C85BC8"/>
    <w:numStyleLink w:val="stijlBullets"/>
  </w:abstractNum>
  <w:abstractNum w:abstractNumId="5" w15:restartNumberingAfterBreak="0">
    <w:nsid w:val="30E8018C"/>
    <w:multiLevelType w:val="multilevel"/>
    <w:tmpl w:val="47C85BC8"/>
    <w:numStyleLink w:val="stijlBullets"/>
  </w:abstractNum>
  <w:abstractNum w:abstractNumId="6" w15:restartNumberingAfterBreak="0">
    <w:nsid w:val="376C6D08"/>
    <w:multiLevelType w:val="multilevel"/>
    <w:tmpl w:val="47C85BC8"/>
    <w:numStyleLink w:val="stijlBullets"/>
  </w:abstractNum>
  <w:abstractNum w:abstractNumId="7" w15:restartNumberingAfterBreak="0">
    <w:nsid w:val="3F9565E7"/>
    <w:multiLevelType w:val="multilevel"/>
    <w:tmpl w:val="0C9ADB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5521E07"/>
    <w:multiLevelType w:val="multilevel"/>
    <w:tmpl w:val="47C85BC8"/>
    <w:styleLink w:val="stijlBullets"/>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Symbol" w:hAnsi="Symbol" w:hint="default"/>
      </w:rPr>
    </w:lvl>
    <w:lvl w:ilvl="2">
      <w:start w:val="1"/>
      <w:numFmt w:val="bullet"/>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num w:numId="1" w16cid:durableId="996222835">
    <w:abstractNumId w:val="2"/>
  </w:num>
  <w:num w:numId="2" w16cid:durableId="653879727">
    <w:abstractNumId w:val="7"/>
  </w:num>
  <w:num w:numId="3" w16cid:durableId="1426417515">
    <w:abstractNumId w:val="8"/>
  </w:num>
  <w:num w:numId="4" w16cid:durableId="1771780964">
    <w:abstractNumId w:val="6"/>
  </w:num>
  <w:num w:numId="5" w16cid:durableId="597443472">
    <w:abstractNumId w:val="4"/>
  </w:num>
  <w:num w:numId="6" w16cid:durableId="553007378">
    <w:abstractNumId w:val="5"/>
  </w:num>
  <w:num w:numId="7" w16cid:durableId="2049837513">
    <w:abstractNumId w:val="1"/>
  </w:num>
  <w:num w:numId="8" w16cid:durableId="806317666">
    <w:abstractNumId w:val="0"/>
  </w:num>
  <w:num w:numId="9" w16cid:durableId="8573082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2F0"/>
    <w:rsid w:val="00046DB2"/>
    <w:rsid w:val="000D219B"/>
    <w:rsid w:val="000D7E07"/>
    <w:rsid w:val="000E239E"/>
    <w:rsid w:val="000E2D76"/>
    <w:rsid w:val="001148AB"/>
    <w:rsid w:val="001512F0"/>
    <w:rsid w:val="0016264B"/>
    <w:rsid w:val="001C6437"/>
    <w:rsid w:val="001D5775"/>
    <w:rsid w:val="00266BD5"/>
    <w:rsid w:val="002D2B6C"/>
    <w:rsid w:val="002E1B48"/>
    <w:rsid w:val="003041C0"/>
    <w:rsid w:val="00394C2C"/>
    <w:rsid w:val="003C7527"/>
    <w:rsid w:val="003E4325"/>
    <w:rsid w:val="003F61A5"/>
    <w:rsid w:val="00445E32"/>
    <w:rsid w:val="004873C7"/>
    <w:rsid w:val="004B4B78"/>
    <w:rsid w:val="005C596C"/>
    <w:rsid w:val="0065213E"/>
    <w:rsid w:val="006F2F80"/>
    <w:rsid w:val="0071164C"/>
    <w:rsid w:val="0072294B"/>
    <w:rsid w:val="00740FE5"/>
    <w:rsid w:val="007A0D57"/>
    <w:rsid w:val="007C08A6"/>
    <w:rsid w:val="00804579"/>
    <w:rsid w:val="00812359"/>
    <w:rsid w:val="00852C44"/>
    <w:rsid w:val="008570AC"/>
    <w:rsid w:val="009A7001"/>
    <w:rsid w:val="00B24A0A"/>
    <w:rsid w:val="00B75967"/>
    <w:rsid w:val="00B77C84"/>
    <w:rsid w:val="00BE3BAF"/>
    <w:rsid w:val="00CA3C91"/>
    <w:rsid w:val="00CF1ABB"/>
    <w:rsid w:val="00D17524"/>
    <w:rsid w:val="00D407F6"/>
    <w:rsid w:val="00D8434C"/>
    <w:rsid w:val="00DA544F"/>
    <w:rsid w:val="00E01639"/>
    <w:rsid w:val="00E50C16"/>
    <w:rsid w:val="00E91224"/>
    <w:rsid w:val="00EB6F01"/>
    <w:rsid w:val="00EC0A07"/>
    <w:rsid w:val="00F80BD0"/>
    <w:rsid w:val="00F91AAD"/>
    <w:rsid w:val="00FB56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55011"/>
  <w15:chartTrackingRefBased/>
  <w15:docId w15:val="{BEB9104E-1A9E-4B9A-8991-8E5797E1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nl-NL"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5213E"/>
    <w:pPr>
      <w:spacing w:line="280" w:lineRule="atLeast"/>
    </w:pPr>
    <w:rPr>
      <w:rFonts w:ascii="Segoe UI" w:hAnsi="Segoe UI"/>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ijlKenmerk">
    <w:name w:val="stijl_Kenmerk"/>
    <w:basedOn w:val="Standaard"/>
    <w:qFormat/>
    <w:rsid w:val="006F2F80"/>
    <w:pPr>
      <w:spacing w:line="240" w:lineRule="atLeast"/>
    </w:pPr>
    <w:rPr>
      <w:noProof/>
      <w:sz w:val="16"/>
      <w:lang w:val="de-DE"/>
    </w:rPr>
  </w:style>
  <w:style w:type="paragraph" w:customStyle="1" w:styleId="stijlKopKenmerk">
    <w:name w:val="stijl_KopKenmerk"/>
    <w:basedOn w:val="stijlKenmerk"/>
    <w:qFormat/>
    <w:rsid w:val="002D2B6C"/>
    <w:rPr>
      <w:b/>
    </w:rPr>
  </w:style>
  <w:style w:type="table" w:styleId="Tabelraster">
    <w:name w:val="Table Grid"/>
    <w:basedOn w:val="Standaardtabel"/>
    <w:uiPriority w:val="39"/>
    <w:rsid w:val="002D2B6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1752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17524"/>
    <w:rPr>
      <w:rFonts w:ascii="Nirmala UI" w:hAnsi="Nirmala UI"/>
      <w:sz w:val="18"/>
    </w:rPr>
  </w:style>
  <w:style w:type="paragraph" w:styleId="Voettekst">
    <w:name w:val="footer"/>
    <w:basedOn w:val="Standaard"/>
    <w:link w:val="VoettekstChar"/>
    <w:uiPriority w:val="99"/>
    <w:unhideWhenUsed/>
    <w:rsid w:val="00D1752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17524"/>
    <w:rPr>
      <w:rFonts w:ascii="Nirmala UI" w:hAnsi="Nirmala UI"/>
      <w:sz w:val="18"/>
    </w:rPr>
  </w:style>
  <w:style w:type="paragraph" w:customStyle="1" w:styleId="stijlTussenKop">
    <w:name w:val="stijl_TussenKop"/>
    <w:basedOn w:val="Standaard"/>
    <w:next w:val="Standaard"/>
    <w:qFormat/>
    <w:rsid w:val="00445E32"/>
    <w:rPr>
      <w:b/>
      <w:noProof/>
    </w:rPr>
  </w:style>
  <w:style w:type="character" w:styleId="Hyperlink">
    <w:name w:val="Hyperlink"/>
    <w:basedOn w:val="Standaardalinea-lettertype"/>
    <w:uiPriority w:val="99"/>
    <w:unhideWhenUsed/>
    <w:rsid w:val="006F2F80"/>
    <w:rPr>
      <w:color w:val="95CDEA" w:themeColor="hyperlink"/>
      <w:u w:val="single"/>
    </w:rPr>
  </w:style>
  <w:style w:type="character" w:styleId="Onopgelostemelding">
    <w:name w:val="Unresolved Mention"/>
    <w:basedOn w:val="Standaardalinea-lettertype"/>
    <w:uiPriority w:val="99"/>
    <w:semiHidden/>
    <w:unhideWhenUsed/>
    <w:rsid w:val="006F2F80"/>
    <w:rPr>
      <w:color w:val="605E5C"/>
      <w:shd w:val="clear" w:color="auto" w:fill="E1DFDD"/>
    </w:rPr>
  </w:style>
  <w:style w:type="paragraph" w:customStyle="1" w:styleId="stijlRetouradres">
    <w:name w:val="stijl_Retouradres"/>
    <w:basedOn w:val="Standaard"/>
    <w:qFormat/>
    <w:rsid w:val="006F2F80"/>
    <w:pPr>
      <w:spacing w:line="160" w:lineRule="exact"/>
    </w:pPr>
    <w:rPr>
      <w:noProof/>
      <w:sz w:val="12"/>
    </w:rPr>
  </w:style>
  <w:style w:type="paragraph" w:styleId="Geenafstand">
    <w:name w:val="No Spacing"/>
    <w:uiPriority w:val="1"/>
    <w:qFormat/>
    <w:rsid w:val="0065213E"/>
    <w:pPr>
      <w:spacing w:line="240" w:lineRule="auto"/>
    </w:pPr>
    <w:rPr>
      <w:rFonts w:ascii="Segoe UI" w:hAnsi="Segoe UI"/>
      <w:sz w:val="20"/>
    </w:rPr>
  </w:style>
  <w:style w:type="paragraph" w:customStyle="1" w:styleId="stijlHoofdstuk">
    <w:name w:val="stijl_Hoofdstuk"/>
    <w:basedOn w:val="Standaard"/>
    <w:qFormat/>
    <w:rsid w:val="00394C2C"/>
    <w:rPr>
      <w:b/>
      <w:noProof/>
      <w:sz w:val="28"/>
    </w:rPr>
  </w:style>
  <w:style w:type="paragraph" w:styleId="Lijstalinea">
    <w:name w:val="List Paragraph"/>
    <w:basedOn w:val="Standaard"/>
    <w:uiPriority w:val="34"/>
    <w:qFormat/>
    <w:rsid w:val="00394C2C"/>
    <w:pPr>
      <w:ind w:left="720"/>
      <w:contextualSpacing/>
    </w:pPr>
  </w:style>
  <w:style w:type="numbering" w:customStyle="1" w:styleId="stijlBullets">
    <w:name w:val="stijl_Bullets"/>
    <w:uiPriority w:val="99"/>
    <w:rsid w:val="00394C2C"/>
    <w:pPr>
      <w:numPr>
        <w:numId w:val="3"/>
      </w:numPr>
    </w:pPr>
  </w:style>
  <w:style w:type="numbering" w:customStyle="1" w:styleId="stijlNummers">
    <w:name w:val="stijl_Nummers"/>
    <w:uiPriority w:val="99"/>
    <w:rsid w:val="00EB6F01"/>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67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vdmolen\Downloads\Digitaal%20briefpapier%20Firda%20-%20versturen%20als%20PDF.dotx" TargetMode="External"/></Relationships>
</file>

<file path=word/theme/theme1.xml><?xml version="1.0" encoding="utf-8"?>
<a:theme xmlns:a="http://schemas.openxmlformats.org/drawingml/2006/main" name="Kantoorthema">
  <a:themeElements>
    <a:clrScheme name="Firda">
      <a:dk1>
        <a:srgbClr val="3C3C3C"/>
      </a:dk1>
      <a:lt1>
        <a:sysClr val="window" lastClr="FFFFFF"/>
      </a:lt1>
      <a:dk2>
        <a:srgbClr val="3C3C3C"/>
      </a:dk2>
      <a:lt2>
        <a:srgbClr val="FFFFFF"/>
      </a:lt2>
      <a:accent1>
        <a:srgbClr val="3A5757"/>
      </a:accent1>
      <a:accent2>
        <a:srgbClr val="95CDEA"/>
      </a:accent2>
      <a:accent3>
        <a:srgbClr val="FFCD00"/>
      </a:accent3>
      <a:accent4>
        <a:srgbClr val="7E9E9B"/>
      </a:accent4>
      <a:accent5>
        <a:srgbClr val="BCCEC2"/>
      </a:accent5>
      <a:accent6>
        <a:srgbClr val="3C3C3C"/>
      </a:accent6>
      <a:hlink>
        <a:srgbClr val="95CDEA"/>
      </a:hlink>
      <a:folHlink>
        <a:srgbClr val="7E9E9B"/>
      </a:folHlink>
    </a:clrScheme>
    <a:fontScheme name="Firda">
      <a:majorFont>
        <a:latin typeface="Nirmala UI"/>
        <a:ea typeface=""/>
        <a:cs typeface=""/>
      </a:majorFont>
      <a:minorFont>
        <a:latin typeface="Nirmala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688</ap:Words>
  <ap:Characters>3789</ap:Characters>
  <ap:DocSecurity>0</ap:DocSecurity>
  <ap:Lines>31</ap:Lines>
  <ap:Paragraphs>8</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Brief</vt:lpstr>
      <vt:lpstr>Brief</vt:lpstr>
    </vt:vector>
  </ap:TitlesOfParts>
  <ap:LinksUpToDate>false</ap:LinksUpToDate>
  <ap:CharactersWithSpaces>4469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2023-10-03T17:30:00.0000000Z</dcterms:created>
  <dcterms:modified xsi:type="dcterms:W3CDTF">2023-10-03T17:46:00.0000000Z</dcterms:modified>
  <category/>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0x010100DCEE72189C1D934096223ABE0E519465</vt:lpwstr>
  </property>
</Properties>
</file>