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3B9" w:rsidRDefault="00D47D35" w14:paraId="5DFF4E66" w14:textId="77777777">
      <w:pPr>
        <w:pStyle w:val="StandaardAanhef"/>
      </w:pPr>
      <w:r>
        <w:t>Geachte voorzitter,</w:t>
      </w:r>
    </w:p>
    <w:p w:rsidR="00D47D35" w:rsidP="00D47D35" w:rsidRDefault="00D47D35" w14:paraId="36CE4F8C" w14:textId="484D30B0">
      <w:r>
        <w:t>Hierbij stuur ik u de Najaarsnota voor het jaar 2022.</w:t>
      </w:r>
    </w:p>
    <w:p w:rsidR="00D47D35" w:rsidP="00D47D35" w:rsidRDefault="00D47D35" w14:paraId="4E1A5599" w14:textId="77777777"/>
    <w:p w:rsidR="00D47D35" w:rsidP="00D47D35" w:rsidRDefault="00D47D35" w14:paraId="23CE7A37" w14:textId="2136CB1A">
      <w:r>
        <w:t>Hoogachtend,</w:t>
      </w:r>
    </w:p>
    <w:p w:rsidR="00D47D35" w:rsidP="00D47D35" w:rsidRDefault="00D47D35" w14:paraId="015C9B9E" w14:textId="77777777"/>
    <w:p w:rsidR="00CD33B9" w:rsidP="00D47D35" w:rsidRDefault="00D47D35" w14:paraId="266F797F" w14:textId="5451A56E">
      <w:proofErr w:type="gramStart"/>
      <w:r>
        <w:t>de</w:t>
      </w:r>
      <w:proofErr w:type="gramEnd"/>
      <w:r>
        <w:t xml:space="preserve"> minister van Financiën,</w:t>
      </w:r>
    </w:p>
    <w:p w:rsidR="00D47D35" w:rsidP="00D47D35" w:rsidRDefault="00D47D35" w14:paraId="5B445077" w14:textId="23CFA81A"/>
    <w:p w:rsidR="00D47D35" w:rsidP="00D47D35" w:rsidRDefault="00D47D35" w14:paraId="7070C5B5" w14:textId="315DAFE9"/>
    <w:p w:rsidR="00D47D35" w:rsidP="00D47D35" w:rsidRDefault="00D47D35" w14:paraId="72323A8F" w14:textId="0BFD73A4"/>
    <w:p w:rsidR="00D47D35" w:rsidP="00D47D35" w:rsidRDefault="00D47D35" w14:paraId="154A1F71" w14:textId="1E338881"/>
    <w:p w:rsidR="00D47D35" w:rsidP="00D47D35" w:rsidRDefault="00D47D35" w14:paraId="3A087390" w14:textId="77777777"/>
    <w:p w:rsidR="00D47D35" w:rsidP="00D47D35" w:rsidRDefault="00D47D35" w14:paraId="6B9BE27F" w14:textId="13D559C0">
      <w:r>
        <w:t>Sigrid A.M. Kaag</w:t>
      </w:r>
    </w:p>
    <w:p w:rsidR="00D47D35" w:rsidP="00D47D35" w:rsidRDefault="00D47D35" w14:paraId="4C23D8BA" w14:textId="163E2FC4"/>
    <w:p w:rsidR="00D47D35" w:rsidP="00D47D35" w:rsidRDefault="00D47D35" w14:paraId="6ABB1DA9" w14:textId="276DC3B9"/>
    <w:p w:rsidR="00D47D35" w:rsidP="00D47D35" w:rsidRDefault="00D47D35" w14:paraId="38FA5631" w14:textId="76C9624D"/>
    <w:p w:rsidR="00D47D35" w:rsidP="00D47D35" w:rsidRDefault="00D47D35" w14:paraId="26CD0F46" w14:textId="77777777"/>
    <w:sectPr w:rsidR="00D47D35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A512" w14:textId="77777777" w:rsidR="00641C77" w:rsidRDefault="00641C77">
      <w:pPr>
        <w:spacing w:line="240" w:lineRule="auto"/>
      </w:pPr>
      <w:r>
        <w:separator/>
      </w:r>
    </w:p>
  </w:endnote>
  <w:endnote w:type="continuationSeparator" w:id="0">
    <w:p w14:paraId="07B839F9" w14:textId="77777777" w:rsidR="00641C77" w:rsidRDefault="00641C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594BC" w14:textId="77777777" w:rsidR="00641C77" w:rsidRDefault="00641C77">
      <w:pPr>
        <w:spacing w:line="240" w:lineRule="auto"/>
      </w:pPr>
      <w:r>
        <w:separator/>
      </w:r>
    </w:p>
  </w:footnote>
  <w:footnote w:type="continuationSeparator" w:id="0">
    <w:p w14:paraId="1B21332A" w14:textId="77777777" w:rsidR="00641C77" w:rsidRDefault="00641C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93B" w14:textId="77777777" w:rsidR="00CD33B9" w:rsidRDefault="00D47D35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5AF3A737" wp14:editId="5062DD1E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8FB0067" w14:textId="77777777" w:rsidR="00CD33B9" w:rsidRDefault="00D47D3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004B65F5" w14:textId="2B371321" w:rsidR="00CD33B9" w:rsidRDefault="00641C77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B4649">
                              <w:t>2022-0000281258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AF3A737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68FB0067" w14:textId="77777777" w:rsidR="00CD33B9" w:rsidRDefault="00D47D3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004B65F5" w14:textId="2B371321" w:rsidR="00CD33B9" w:rsidRDefault="00641C77">
                    <w:pPr>
                      <w:pStyle w:val="StandaardReferentiegegevens"/>
                    </w:pPr>
                    <w:fldSimple w:instr=" DOCPROPERTY  &quot;Kenmerk&quot;  \* MERGEFORMAT ">
                      <w:r w:rsidR="003B4649">
                        <w:t>2022-0000281258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7BC9B690" wp14:editId="046DBD62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9D37D3" w14:textId="77777777" w:rsidR="00CD33B9" w:rsidRDefault="00D47D3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BC9B690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139D37D3" w14:textId="77777777" w:rsidR="00CD33B9" w:rsidRDefault="00D47D3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010710E0" wp14:editId="071F24AA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4EC914" w14:textId="56A31C5D" w:rsidR="00CD33B9" w:rsidRDefault="00D47D3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10710E0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0E4EC914" w14:textId="56A31C5D" w:rsidR="00CD33B9" w:rsidRDefault="00D47D3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1540" w14:textId="77777777" w:rsidR="00CD33B9" w:rsidRDefault="00D47D35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50CE4594" wp14:editId="14503079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34471C8" w14:textId="77777777" w:rsidR="00CD33B9" w:rsidRDefault="00D47D35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44939A4" wp14:editId="78350977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0CE4594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234471C8" w14:textId="77777777" w:rsidR="00CD33B9" w:rsidRDefault="00D47D35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44939A4" wp14:editId="78350977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63604AC0" wp14:editId="00209BD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8D38189" w14:textId="77777777" w:rsidR="00CD33B9" w:rsidRDefault="00D47D35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B8FF9C" wp14:editId="4532D45F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3604AC0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58D38189" w14:textId="77777777" w:rsidR="00CD33B9" w:rsidRDefault="00D47D35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5B8FF9C" wp14:editId="4532D45F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7E066243" wp14:editId="55F48D2A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0D1D780" w14:textId="77777777" w:rsidR="00CD33B9" w:rsidRDefault="00D47D35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5D44F196" w14:textId="77777777" w:rsidR="00CD33B9" w:rsidRDefault="00D47D35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38F4E827" w14:textId="77777777" w:rsidR="00CD33B9" w:rsidRDefault="00D47D35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267ADFC9" w14:textId="77777777" w:rsidR="00CD33B9" w:rsidRDefault="00D47D35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52E7DDA9" w14:textId="77777777" w:rsidR="00CD33B9" w:rsidRDefault="00D47D35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242F8CB7" w14:textId="77777777" w:rsidR="00CD33B9" w:rsidRDefault="00CD33B9">
                          <w:pPr>
                            <w:pStyle w:val="WitregelW1"/>
                          </w:pPr>
                        </w:p>
                        <w:p w14:paraId="4F3606AC" w14:textId="77777777" w:rsidR="00CD33B9" w:rsidRDefault="00D47D35">
                          <w:pPr>
                            <w:pStyle w:val="StandaardReferentiegegevensKop"/>
                          </w:pPr>
                          <w:r>
                            <w:t>Inlichtingen</w:t>
                          </w:r>
                        </w:p>
                        <w:p w14:paraId="66AAC52E" w14:textId="77777777" w:rsidR="00CD33B9" w:rsidRDefault="00D47D35">
                          <w:pPr>
                            <w:pStyle w:val="StandaardReferentiegegevens"/>
                          </w:pPr>
                          <w:proofErr w:type="gramStart"/>
                          <w:r>
                            <w:t>www.minfin.nl</w:t>
                          </w:r>
                          <w:proofErr w:type="gramEnd"/>
                        </w:p>
                        <w:p w14:paraId="405B679A" w14:textId="77777777" w:rsidR="00CD33B9" w:rsidRDefault="00CD33B9">
                          <w:pPr>
                            <w:pStyle w:val="WitregelW2"/>
                          </w:pPr>
                        </w:p>
                        <w:p w14:paraId="0DA25C62" w14:textId="77777777" w:rsidR="00CD33B9" w:rsidRDefault="00D47D3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28BEE27C" w14:textId="43504E59" w:rsidR="00CD33B9" w:rsidRDefault="00641C77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B4649">
                              <w:t>2022-0000281258</w:t>
                            </w:r>
                          </w:fldSimple>
                        </w:p>
                        <w:p w14:paraId="3E038271" w14:textId="77777777" w:rsidR="00CD33B9" w:rsidRDefault="00CD33B9">
                          <w:pPr>
                            <w:pStyle w:val="WitregelW1"/>
                          </w:pPr>
                        </w:p>
                        <w:p w14:paraId="27B00943" w14:textId="77777777" w:rsidR="00CD33B9" w:rsidRDefault="00D47D35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27600B82" w14:textId="2DF2454B" w:rsidR="00CD33B9" w:rsidRDefault="00D47D35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7E066243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14:paraId="10D1D780" w14:textId="77777777" w:rsidR="00CD33B9" w:rsidRDefault="00D47D35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5D44F196" w14:textId="77777777" w:rsidR="00CD33B9" w:rsidRDefault="00D47D35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38F4E827" w14:textId="77777777" w:rsidR="00CD33B9" w:rsidRDefault="00D47D35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267ADFC9" w14:textId="77777777" w:rsidR="00CD33B9" w:rsidRDefault="00D47D35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52E7DDA9" w14:textId="77777777" w:rsidR="00CD33B9" w:rsidRDefault="00D47D35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242F8CB7" w14:textId="77777777" w:rsidR="00CD33B9" w:rsidRDefault="00CD33B9">
                    <w:pPr>
                      <w:pStyle w:val="WitregelW1"/>
                    </w:pPr>
                  </w:p>
                  <w:p w14:paraId="4F3606AC" w14:textId="77777777" w:rsidR="00CD33B9" w:rsidRDefault="00D47D35">
                    <w:pPr>
                      <w:pStyle w:val="StandaardReferentiegegevensKop"/>
                    </w:pPr>
                    <w:r>
                      <w:t>Inlichtingen</w:t>
                    </w:r>
                  </w:p>
                  <w:p w14:paraId="66AAC52E" w14:textId="77777777" w:rsidR="00CD33B9" w:rsidRDefault="00D47D35">
                    <w:pPr>
                      <w:pStyle w:val="StandaardReferentiegegevens"/>
                    </w:pPr>
                    <w:proofErr w:type="gramStart"/>
                    <w:r>
                      <w:t>www.minfin.nl</w:t>
                    </w:r>
                    <w:proofErr w:type="gramEnd"/>
                  </w:p>
                  <w:p w14:paraId="405B679A" w14:textId="77777777" w:rsidR="00CD33B9" w:rsidRDefault="00CD33B9">
                    <w:pPr>
                      <w:pStyle w:val="WitregelW2"/>
                    </w:pPr>
                  </w:p>
                  <w:p w14:paraId="0DA25C62" w14:textId="77777777" w:rsidR="00CD33B9" w:rsidRDefault="00D47D3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28BEE27C" w14:textId="43504E59" w:rsidR="00CD33B9" w:rsidRDefault="00641C77">
                    <w:pPr>
                      <w:pStyle w:val="StandaardReferentiegegevens"/>
                    </w:pPr>
                    <w:fldSimple w:instr=" DOCPROPERTY  &quot;Kenmerk&quot;  \* MERGEFORMAT ">
                      <w:r w:rsidR="003B4649">
                        <w:t>2022-0000281258</w:t>
                      </w:r>
                    </w:fldSimple>
                  </w:p>
                  <w:p w14:paraId="3E038271" w14:textId="77777777" w:rsidR="00CD33B9" w:rsidRDefault="00CD33B9">
                    <w:pPr>
                      <w:pStyle w:val="WitregelW1"/>
                    </w:pPr>
                  </w:p>
                  <w:p w14:paraId="27B00943" w14:textId="77777777" w:rsidR="00CD33B9" w:rsidRDefault="00D47D35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27600B82" w14:textId="2DF2454B" w:rsidR="00CD33B9" w:rsidRDefault="00D47D3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21D870FB" wp14:editId="0773162B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220B4A" w14:textId="77777777" w:rsidR="00CD33B9" w:rsidRDefault="00D47D35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D870FB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49220B4A" w14:textId="77777777" w:rsidR="00CD33B9" w:rsidRDefault="00D47D35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65261FF3" wp14:editId="02A48D3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5A4921" w14:textId="6FDCB740" w:rsidR="00CD33B9" w:rsidRDefault="00D47D3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bookmarkStart w:id="0" w:name="_Hlk119440316"/>
                        <w:bookmarkStart w:id="1" w:name="_Hlk119440317"/>
                        <w:bookmarkStart w:id="2" w:name="_Hlk119440329"/>
                        <w:bookmarkStart w:id="3" w:name="_Hlk119440330"/>
                        <w:p w14:paraId="1AD39888" w14:textId="77777777" w:rsidR="003B4649" w:rsidRDefault="00D47D35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3B4649">
                            <w:t>De voorzitter van de Tweede Kamer der Staten-Generaal</w:t>
                          </w:r>
                        </w:p>
                        <w:p w14:paraId="103D237E" w14:textId="77777777" w:rsidR="003B4649" w:rsidRDefault="003B4649">
                          <w:r>
                            <w:t>Postbus 20018</w:t>
                          </w:r>
                        </w:p>
                        <w:p w14:paraId="1A4942A2" w14:textId="25262931" w:rsidR="00CD33B9" w:rsidRDefault="003B4649">
                          <w:r>
                            <w:t>2500 EA Den Haag</w:t>
                          </w:r>
                          <w:r w:rsidR="00D47D35">
                            <w:fldChar w:fldCharType="end"/>
                          </w:r>
                          <w:bookmarkEnd w:id="0"/>
                          <w:bookmarkEnd w:id="1"/>
                          <w:bookmarkEnd w:id="2"/>
                          <w:bookmarkEnd w:id="3"/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5261FF3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" filled="f" stroked="f">
              <v:textbox inset="0,0,0,0">
                <w:txbxContent>
                  <w:p w14:paraId="425A4921" w14:textId="6FDCB740" w:rsidR="00CD33B9" w:rsidRDefault="00D47D3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bookmarkStart w:id="4" w:name="_Hlk119440316"/>
                  <w:bookmarkStart w:id="5" w:name="_Hlk119440317"/>
                  <w:bookmarkStart w:id="6" w:name="_Hlk119440329"/>
                  <w:bookmarkStart w:id="7" w:name="_Hlk119440330"/>
                  <w:p w14:paraId="1AD39888" w14:textId="77777777" w:rsidR="003B4649" w:rsidRDefault="00D47D35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3B4649">
                      <w:t>De voorzitter van de Tweede Kamer der Staten-Generaal</w:t>
                    </w:r>
                  </w:p>
                  <w:p w14:paraId="103D237E" w14:textId="77777777" w:rsidR="003B4649" w:rsidRDefault="003B4649">
                    <w:r>
                      <w:t>Postbus 20018</w:t>
                    </w:r>
                  </w:p>
                  <w:p w14:paraId="1A4942A2" w14:textId="25262931" w:rsidR="00CD33B9" w:rsidRDefault="003B4649">
                    <w:r>
                      <w:t>2500 EA Den Haag</w:t>
                    </w:r>
                    <w:r w:rsidR="00D47D35">
                      <w:fldChar w:fldCharType="end"/>
                    </w:r>
                    <w:bookmarkEnd w:id="4"/>
                    <w:bookmarkEnd w:id="5"/>
                    <w:bookmarkEnd w:id="6"/>
                    <w:bookmarkEnd w:id="7"/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DC93117" wp14:editId="2A6D4A94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FF73DF" w14:textId="77777777" w:rsidR="00CD33B9" w:rsidRDefault="00D47D3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DC93117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6DFF73DF" w14:textId="77777777" w:rsidR="00CD33B9" w:rsidRDefault="00D47D3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3DD2C6B0" wp14:editId="5A1D2D3F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D33B9" w14:paraId="19AF42F2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01B8770" w14:textId="77777777" w:rsidR="00CD33B9" w:rsidRDefault="00CD33B9"/>
                            </w:tc>
                            <w:tc>
                              <w:tcPr>
                                <w:tcW w:w="5400" w:type="dxa"/>
                              </w:tcPr>
                              <w:p w14:paraId="5B279C97" w14:textId="77777777" w:rsidR="00CD33B9" w:rsidRDefault="00CD33B9"/>
                            </w:tc>
                          </w:tr>
                          <w:tr w:rsidR="00CD33B9" w14:paraId="44EC29AB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3A7FB94" w14:textId="77777777" w:rsidR="00CD33B9" w:rsidRDefault="00D47D3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0E6B496A" w14:textId="3B0A2E3C" w:rsidR="00CD33B9" w:rsidRDefault="003B4649">
                                <w:r>
                                  <w:t>22 november 2022</w:t>
                                </w:r>
                              </w:p>
                            </w:tc>
                          </w:tr>
                          <w:tr w:rsidR="00CD33B9" w14:paraId="38000A44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3076DDF" w14:textId="77777777" w:rsidR="00CD33B9" w:rsidRDefault="00D47D35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3F0EDB4E" w14:textId="5C4D6228" w:rsidR="00CD33B9" w:rsidRDefault="003B4649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Aanbiedingsbrief Najaarsnota 2022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CD33B9" w14:paraId="4D9D8947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74969EC1" w14:textId="77777777" w:rsidR="00CD33B9" w:rsidRDefault="00CD33B9"/>
                            </w:tc>
                            <w:tc>
                              <w:tcPr>
                                <w:tcW w:w="4738" w:type="dxa"/>
                              </w:tcPr>
                              <w:p w14:paraId="515539F7" w14:textId="77777777" w:rsidR="00CD33B9" w:rsidRDefault="00CD33B9"/>
                            </w:tc>
                          </w:tr>
                        </w:tbl>
                        <w:p w14:paraId="2FA84CC0" w14:textId="77777777" w:rsidR="00F21482" w:rsidRDefault="00F2148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DD2C6B0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D33B9" w14:paraId="19AF42F2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01B8770" w14:textId="77777777" w:rsidR="00CD33B9" w:rsidRDefault="00CD33B9"/>
                      </w:tc>
                      <w:tc>
                        <w:tcPr>
                          <w:tcW w:w="5400" w:type="dxa"/>
                        </w:tcPr>
                        <w:p w14:paraId="5B279C97" w14:textId="77777777" w:rsidR="00CD33B9" w:rsidRDefault="00CD33B9"/>
                      </w:tc>
                    </w:tr>
                    <w:tr w:rsidR="00CD33B9" w14:paraId="44EC29AB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3A7FB94" w14:textId="77777777" w:rsidR="00CD33B9" w:rsidRDefault="00D47D35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0E6B496A" w14:textId="3B0A2E3C" w:rsidR="00CD33B9" w:rsidRDefault="003B4649">
                          <w:r>
                            <w:t>22 november 2022</w:t>
                          </w:r>
                        </w:p>
                      </w:tc>
                    </w:tr>
                    <w:tr w:rsidR="00CD33B9" w14:paraId="38000A44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3076DDF" w14:textId="77777777" w:rsidR="00CD33B9" w:rsidRDefault="00D47D35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3F0EDB4E" w14:textId="5C4D6228" w:rsidR="00CD33B9" w:rsidRDefault="003B4649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>
                            <w:t>Aanbiedingsbrief Najaarsnota 2022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CD33B9" w14:paraId="4D9D8947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74969EC1" w14:textId="77777777" w:rsidR="00CD33B9" w:rsidRDefault="00CD33B9"/>
                      </w:tc>
                      <w:tc>
                        <w:tcPr>
                          <w:tcW w:w="4738" w:type="dxa"/>
                        </w:tcPr>
                        <w:p w14:paraId="515539F7" w14:textId="77777777" w:rsidR="00CD33B9" w:rsidRDefault="00CD33B9"/>
                      </w:tc>
                    </w:tr>
                  </w:tbl>
                  <w:p w14:paraId="2FA84CC0" w14:textId="77777777" w:rsidR="00F21482" w:rsidRDefault="00F2148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2C5DA587" wp14:editId="1FA3E524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224F50" w14:textId="78EDEC57" w:rsidR="00CD33B9" w:rsidRDefault="00D47D3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C5DA587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14:paraId="02224F50" w14:textId="78EDEC57" w:rsidR="00CD33B9" w:rsidRDefault="00D47D3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6D9A5949" wp14:editId="55604319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375C7" w14:textId="77777777" w:rsidR="00F21482" w:rsidRDefault="00F21482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D9A5949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14:paraId="0F9375C7" w14:textId="77777777" w:rsidR="00F21482" w:rsidRDefault="00F2148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4880A00"/>
    <w:multiLevelType w:val="multilevel"/>
    <w:tmpl w:val="77EF60EF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DEA67405"/>
    <w:multiLevelType w:val="multilevel"/>
    <w:tmpl w:val="6BC6E0D2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BEC4AD7"/>
    <w:multiLevelType w:val="multilevel"/>
    <w:tmpl w:val="6AA23348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8281CA1"/>
    <w:multiLevelType w:val="multilevel"/>
    <w:tmpl w:val="D2499472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35"/>
    <w:rsid w:val="00202294"/>
    <w:rsid w:val="003B4649"/>
    <w:rsid w:val="003C05CE"/>
    <w:rsid w:val="00641C77"/>
    <w:rsid w:val="00851570"/>
    <w:rsid w:val="00BA067D"/>
    <w:rsid w:val="00C12224"/>
    <w:rsid w:val="00CD33B9"/>
    <w:rsid w:val="00D42B0F"/>
    <w:rsid w:val="00D47D35"/>
    <w:rsid w:val="00EB5309"/>
    <w:rsid w:val="00F2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CB911"/>
  <w15:docId w15:val="{BAC67DE5-3FD9-4CE1-9A2A-D14DD17D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D47D3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7D3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D47D3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7D35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rief%20(4)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21</ap:Words>
  <ap:Characters>121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2022-11-21T16:06:00.0000000Z</dcterms:created>
  <dcterms:modified xsi:type="dcterms:W3CDTF">2022-11-21T16:06:00.0000000Z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Najaarsnota 2022</vt:lpwstr>
  </property>
  <property fmtid="{D5CDD505-2E9C-101B-9397-08002B2CF9AE}" pid="4" name="Datum">
    <vt:lpwstr>17 november 2022</vt:lpwstr>
  </property>
  <property fmtid="{D5CDD505-2E9C-101B-9397-08002B2CF9AE}" pid="5" name="Aan">
    <vt:lpwstr>De voorzitter van de Tweede Kamer der Staten-Generaal_x000d_
Postbus 20018_x000d_
2500 EA Den Haag</vt:lpwstr>
  </property>
  <property fmtid="{D5CDD505-2E9C-101B-9397-08002B2CF9AE}" pid="6" name="Kenmerk">
    <vt:lpwstr>2022-0000281258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35ad6b54-f757-49c9-8c83-ef7f8aa67172_Enabled">
    <vt:lpwstr>true</vt:lpwstr>
  </property>
  <property fmtid="{D5CDD505-2E9C-101B-9397-08002B2CF9AE}" pid="10" name="MSIP_Label_35ad6b54-f757-49c9-8c83-ef7f8aa67172_SetDate">
    <vt:lpwstr>2022-11-15T20:31:12Z</vt:lpwstr>
  </property>
  <property fmtid="{D5CDD505-2E9C-101B-9397-08002B2CF9AE}" pid="11" name="MSIP_Label_35ad6b54-f757-49c9-8c83-ef7f8aa67172_Method">
    <vt:lpwstr>Standard</vt:lpwstr>
  </property>
  <property fmtid="{D5CDD505-2E9C-101B-9397-08002B2CF9AE}" pid="12" name="MSIP_Label_35ad6b54-f757-49c9-8c83-ef7f8aa67172_Name">
    <vt:lpwstr>FIN-DGRB-Rijksoverheid</vt:lpwstr>
  </property>
  <property fmtid="{D5CDD505-2E9C-101B-9397-08002B2CF9AE}" pid="13" name="MSIP_Label_35ad6b54-f757-49c9-8c83-ef7f8aa67172_SiteId">
    <vt:lpwstr>84712536-f524-40a0-913b-5d25ba502732</vt:lpwstr>
  </property>
  <property fmtid="{D5CDD505-2E9C-101B-9397-08002B2CF9AE}" pid="14" name="MSIP_Label_35ad6b54-f757-49c9-8c83-ef7f8aa67172_ActionId">
    <vt:lpwstr>34356dfa-990e-4285-875d-28a14dd1a049</vt:lpwstr>
  </property>
  <property fmtid="{D5CDD505-2E9C-101B-9397-08002B2CF9AE}" pid="15" name="MSIP_Label_35ad6b54-f757-49c9-8c83-ef7f8aa67172_ContentBits">
    <vt:lpwstr>0</vt:lpwstr>
  </property>
</Properties>
</file>