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pPr w:leftFromText="108" w:rightFromText="108" w:bottomFromText="2552" w:vertAnchor="page" w:horzAnchor="page" w:tblpX="738" w:tblpY="3233"/>
        <w:tblW w:w="26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694"/>
      </w:tblGrid>
      <w:tr w:rsidRPr="00A7756A" w:rsidR="00515519" w:rsidTr="0080028C">
        <w:trPr>
          <w:trHeight w:val="993"/>
        </w:trPr>
        <w:sdt>
          <w:sdtPr>
            <w:rPr>
              <w:b/>
              <w:sz w:val="24"/>
              <w:szCs w:val="24"/>
            </w:rPr>
            <w:alias w:val="Memo "/>
            <w:tag w:val="Memo"/>
            <w:id w:val="-2004503583"/>
            <w:lock w:val="sdtLocked"/>
            <w:placeholder>
              <w:docPart w:val="E2D80F92690C46C881D601919E9DCADD"/>
            </w:placeholder>
            <w:comboBox>
              <w:listItem w:value="Kies een item."/>
              <w:listItem w:displayText="Interne Memo" w:value="Interne Memo"/>
              <w:listItem w:displayText="Externe Memo" w:value="Externe Memo"/>
              <w:listItem w:displayText="Memo" w:value="Memo"/>
            </w:comboBox>
          </w:sdtPr>
          <w:sdtEndPr/>
          <w:sdtContent>
            <w:tc>
              <w:tcPr>
                <w:tcW w:w="2694" w:type="dxa"/>
              </w:tcPr>
              <w:p w:rsidRPr="00C3408C" w:rsidR="00515519" w:rsidP="00C3408C" w:rsidRDefault="00812871">
                <w:pPr>
                  <w:rPr>
                    <w:b/>
                    <w:sz w:val="24"/>
                    <w:szCs w:val="24"/>
                  </w:rPr>
                </w:pPr>
                <w:r>
                  <w:rPr>
                    <w:b/>
                    <w:sz w:val="24"/>
                    <w:szCs w:val="24"/>
                  </w:rPr>
                  <w:t>Memo</w:t>
                </w:r>
              </w:p>
            </w:tc>
          </w:sdtContent>
        </w:sdt>
      </w:tr>
      <w:tr w:rsidRPr="00A7756A" w:rsidR="00A7756A" w:rsidTr="0080028C">
        <w:tc>
          <w:tcPr>
            <w:tcW w:w="2694" w:type="dxa"/>
          </w:tcPr>
          <w:p w:rsidRPr="002E7536" w:rsidR="00A7756A" w:rsidP="00095733" w:rsidRDefault="00366E6F">
            <w:pPr>
              <w:rPr>
                <w:b/>
                <w:sz w:val="14"/>
                <w:szCs w:val="14"/>
              </w:rPr>
            </w:pPr>
            <w:sdt>
              <w:sdtPr>
                <w:rPr>
                  <w:b/>
                  <w:sz w:val="14"/>
                  <w:szCs w:val="14"/>
                </w:rPr>
                <w:id w:val="2100911855"/>
                <w:lock w:val="sdtContentLocked"/>
                <w:placeholder>
                  <w:docPart w:val="BFEE703846854C2585F5451E624DAAFF"/>
                </w:placeholder>
                <w:showingPlcHdr/>
              </w:sdtPr>
              <w:sdtEndPr/>
              <w:sdtContent>
                <w:r w:rsidRPr="00095733" w:rsidR="00095733">
                  <w:rPr>
                    <w:rStyle w:val="Tekstvantijdelijkeaanduiding"/>
                    <w:b/>
                    <w:color w:val="auto"/>
                    <w:sz w:val="14"/>
                    <w:szCs w:val="14"/>
                  </w:rPr>
                  <w:t>Onderwerp</w:t>
                </w:r>
              </w:sdtContent>
            </w:sdt>
          </w:p>
        </w:tc>
      </w:tr>
      <w:tr w:rsidRPr="00A7756A" w:rsidR="00A7756A" w:rsidTr="0080028C">
        <w:trPr>
          <w:trHeight w:val="1226"/>
        </w:trPr>
        <w:sdt>
          <w:sdtPr>
            <w:rPr>
              <w:rStyle w:val="onderwerp2Char"/>
            </w:rPr>
            <w:alias w:val="Onderwerp"/>
            <w:tag w:val="Onderwerp"/>
            <w:id w:val="1557747102"/>
            <w:lock w:val="sdtLocked"/>
            <w:placeholder>
              <w:docPart w:val="14365175BDA04B96AB9B60C2B033D764"/>
            </w:placeholder>
            <w:dataBinding w:xpath="/root[1]/Onderwerp[1]" w:storeItemID="{F24CBDC0-2997-4A24-A2DB-B68CFFB0BAAE}"/>
            <w:text w:multiLine="1"/>
          </w:sdtPr>
          <w:sdtEndPr>
            <w:rPr>
              <w:rStyle w:val="Standaardalinea-lettertype"/>
            </w:rPr>
          </w:sdtEndPr>
          <w:sdtContent>
            <w:tc>
              <w:tcPr>
                <w:tcW w:w="2694" w:type="dxa"/>
              </w:tcPr>
              <w:p w:rsidRPr="008B2D8F" w:rsidR="00A7756A" w:rsidP="00EF5737" w:rsidRDefault="003B0772">
                <w:pPr>
                  <w:pStyle w:val="onderwerp2"/>
                  <w:framePr w:hSpace="0" w:wrap="auto" w:hAnchor="text" w:vAnchor="margin" w:xAlign="left" w:yAlign="inline"/>
                </w:pPr>
                <w:r>
                  <w:rPr>
                    <w:rStyle w:val="onderwerp2Char"/>
                  </w:rPr>
                  <w:t>S</w:t>
                </w:r>
                <w:r w:rsidR="00EF5737">
                  <w:rPr>
                    <w:rStyle w:val="onderwerp2Char"/>
                  </w:rPr>
                  <w:t>amenwerking met boa’s</w:t>
                </w:r>
              </w:p>
            </w:tc>
          </w:sdtContent>
        </w:sdt>
      </w:tr>
      <w:tr w:rsidRPr="00A7756A" w:rsidR="00A7756A" w:rsidTr="0080028C">
        <w:sdt>
          <w:sdtPr>
            <w:alias w:val="Organisatieonderdeel"/>
            <w:tag w:val="rganisatieonderdeel"/>
            <w:id w:val="-692147164"/>
            <w:lock w:val="sdtContentLocked"/>
            <w:placeholder>
              <w:docPart w:val="78BD611D79294AB6A86D6CA37DB39BA5"/>
            </w:placeholder>
          </w:sdtPr>
          <w:sdtEndPr/>
          <w:sdtContent>
            <w:tc>
              <w:tcPr>
                <w:tcW w:w="2694" w:type="dxa"/>
              </w:tcPr>
              <w:p w:rsidRPr="00A7756A" w:rsidR="00A7756A" w:rsidP="00180FC1" w:rsidRDefault="00366E6F">
                <w:pPr>
                  <w:pStyle w:val="Overleg"/>
                  <w:framePr w:hSpace="0" w:wrap="auto" w:vAnchor="margin" w:yAlign="inline"/>
                  <w:suppressOverlap w:val="0"/>
                </w:pPr>
                <w:sdt>
                  <w:sdtPr>
                    <w:id w:val="-952781173"/>
                    <w:lock w:val="sdtContentLocked"/>
                    <w:placeholder>
                      <w:docPart w:val="87A79F4CB57847C7808DBC942CDB9274"/>
                    </w:placeholder>
                  </w:sdtPr>
                  <w:sdtEndPr/>
                  <w:sdtContent>
                    <w:r w:rsidRPr="00180FC1" w:rsidR="002E7536">
                      <w:rPr>
                        <w:b/>
                      </w:rPr>
                      <w:t>Organisatieonderdeel</w:t>
                    </w:r>
                    <w:r w:rsidRPr="00180FC1" w:rsidR="002E7536">
                      <w:t xml:space="preserve"> </w:t>
                    </w:r>
                  </w:sdtContent>
                </w:sdt>
              </w:p>
            </w:tc>
          </w:sdtContent>
        </w:sdt>
      </w:tr>
      <w:bookmarkStart w:name="eenheid" w:id="0"/>
      <w:tr w:rsidRPr="00A7756A" w:rsidR="00E509D8" w:rsidTr="0080028C">
        <w:tc>
          <w:tcPr>
            <w:tcW w:w="2694" w:type="dxa"/>
          </w:tcPr>
          <w:p w:rsidRPr="00A7756A" w:rsidR="00E509D8" w:rsidP="00EF5737" w:rsidRDefault="00366E6F">
            <w:pPr>
              <w:pStyle w:val="onderwerp2"/>
              <w:framePr w:hSpace="0" w:wrap="auto" w:hAnchor="text" w:vAnchor="margin" w:xAlign="left" w:yAlign="inline"/>
            </w:pPr>
            <w:sdt>
              <w:sdtPr>
                <w:rPr>
                  <w:rStyle w:val="onderwerp2Char"/>
                </w:rPr>
                <w:alias w:val="Eenheid / PDC"/>
                <w:tag w:val="Eenheid / PDC"/>
                <w:id w:val="-604876963"/>
                <w:placeholder>
                  <w:docPart w:val="DC0690B4E62F460AB9848075752B7E00"/>
                </w:placeholder>
              </w:sdtPr>
              <w:sdtEndPr>
                <w:rPr>
                  <w:rStyle w:val="Standaardalinea-lettertype"/>
                </w:rPr>
              </w:sdtEndPr>
              <w:sdtContent>
                <w:r w:rsidR="00EF5737">
                  <w:rPr>
                    <w:rStyle w:val="onderwerp2Char"/>
                  </w:rPr>
                  <w:t>Staf Korpsleiding</w:t>
                </w:r>
              </w:sdtContent>
            </w:sdt>
            <w:bookmarkEnd w:id="0"/>
          </w:p>
        </w:tc>
      </w:tr>
      <w:tr w:rsidRPr="00A7756A" w:rsidR="00E509D8" w:rsidTr="0080028C">
        <w:bookmarkStart w:name="dienst" w:displacedByCustomXml="next" w:id="1"/>
        <w:sdt>
          <w:sdtPr>
            <w:rPr>
              <w:rStyle w:val="onderwerp2Char"/>
            </w:rPr>
            <w:alias w:val="District / Dienst"/>
            <w:tag w:val="District / Dienst"/>
            <w:id w:val="130059598"/>
            <w:placeholder>
              <w:docPart w:val="55F2F87EC51B4A6BA291A12F53F37CE5"/>
            </w:placeholder>
          </w:sdtPr>
          <w:sdtEndPr>
            <w:rPr>
              <w:rStyle w:val="Standaardalinea-lettertype"/>
            </w:rPr>
          </w:sdtEndPr>
          <w:sdtContent>
            <w:tc>
              <w:tcPr>
                <w:tcW w:w="2694" w:type="dxa"/>
              </w:tcPr>
              <w:p w:rsidRPr="00A7756A" w:rsidR="00E509D8" w:rsidP="00EF5737" w:rsidRDefault="00EF5737">
                <w:pPr>
                  <w:pStyle w:val="onderwerp2"/>
                  <w:framePr w:hSpace="0" w:wrap="auto" w:hAnchor="text" w:vAnchor="margin" w:xAlign="left" w:yAlign="inline"/>
                </w:pPr>
                <w:r>
                  <w:rPr>
                    <w:rStyle w:val="onderwerp2Char"/>
                  </w:rPr>
                  <w:t>Directie Operatiën</w:t>
                </w:r>
              </w:p>
            </w:tc>
          </w:sdtContent>
        </w:sdt>
        <w:bookmarkEnd w:displacedByCustomXml="prev" w:id="1"/>
      </w:tr>
      <w:tr w:rsidRPr="00A7756A" w:rsidR="00E509D8" w:rsidTr="0080028C">
        <w:bookmarkStart w:name="afdeling" w:displacedByCustomXml="next" w:id="2"/>
        <w:sdt>
          <w:sdtPr>
            <w:rPr>
              <w:rStyle w:val="onderwerp2Char"/>
            </w:rPr>
            <w:alias w:val="Afdeling / Team"/>
            <w:tag w:val="Afdeling / Team"/>
            <w:id w:val="958374558"/>
            <w:placeholder>
              <w:docPart w:val="4F0C063CA020499E84468667E805611D"/>
            </w:placeholder>
          </w:sdtPr>
          <w:sdtEndPr>
            <w:rPr>
              <w:rStyle w:val="Standaardalinea-lettertype"/>
            </w:rPr>
          </w:sdtEndPr>
          <w:sdtContent>
            <w:tc>
              <w:tcPr>
                <w:tcW w:w="2694" w:type="dxa"/>
              </w:tcPr>
              <w:p w:rsidRPr="00A7756A" w:rsidR="00E509D8" w:rsidP="00EF5737" w:rsidRDefault="00EF5737">
                <w:pPr>
                  <w:pStyle w:val="onderwerp2"/>
                  <w:framePr w:hSpace="0" w:wrap="auto" w:hAnchor="text" w:vAnchor="margin" w:xAlign="left" w:yAlign="inline"/>
                </w:pPr>
                <w:r>
                  <w:rPr>
                    <w:rStyle w:val="onderwerp2Char"/>
                  </w:rPr>
                  <w:t>Programmamanagment</w:t>
                </w:r>
              </w:p>
            </w:tc>
          </w:sdtContent>
        </w:sdt>
        <w:bookmarkEnd w:displacedByCustomXml="prev" w:id="2"/>
      </w:tr>
      <w:tr w:rsidRPr="00A7756A" w:rsidR="00E509D8" w:rsidTr="0080028C">
        <w:tc>
          <w:tcPr>
            <w:tcW w:w="2694" w:type="dxa"/>
          </w:tcPr>
          <w:p w:rsidRPr="00A7756A" w:rsidR="00E509D8" w:rsidP="00A3701E" w:rsidRDefault="00E509D8">
            <w:pPr>
              <w:rPr>
                <w:sz w:val="14"/>
                <w:szCs w:val="14"/>
              </w:rPr>
            </w:pPr>
          </w:p>
        </w:tc>
      </w:tr>
      <w:tr w:rsidRPr="00A7756A" w:rsidR="00E509D8" w:rsidTr="0080028C">
        <w:sdt>
          <w:sdtPr>
            <w:rPr>
              <w:b/>
              <w:sz w:val="14"/>
              <w:szCs w:val="14"/>
            </w:rPr>
            <w:id w:val="1059822646"/>
            <w:lock w:val="sdtContentLocked"/>
            <w:placeholder>
              <w:docPart w:val="8C8DA2F57D054E38959F6A9C24C0DC30"/>
            </w:placeholder>
          </w:sdtPr>
          <w:sdtEndPr/>
          <w:sdtContent>
            <w:tc>
              <w:tcPr>
                <w:tcW w:w="2694" w:type="dxa"/>
              </w:tcPr>
              <w:p w:rsidRPr="00A7756A" w:rsidR="00E509D8" w:rsidP="00180FC1" w:rsidRDefault="00E509D8">
                <w:pPr>
                  <w:rPr>
                    <w:b/>
                    <w:sz w:val="14"/>
                    <w:szCs w:val="14"/>
                  </w:rPr>
                </w:pPr>
                <w:r w:rsidRPr="00A7756A">
                  <w:rPr>
                    <w:b/>
                    <w:sz w:val="14"/>
                    <w:szCs w:val="14"/>
                  </w:rPr>
                  <w:t>Behande</w:t>
                </w:r>
                <w:r w:rsidR="00180FC1">
                  <w:rPr>
                    <w:b/>
                    <w:sz w:val="14"/>
                    <w:szCs w:val="14"/>
                  </w:rPr>
                  <w:t>l</w:t>
                </w:r>
                <w:r w:rsidRPr="00A7756A">
                  <w:rPr>
                    <w:b/>
                    <w:sz w:val="14"/>
                    <w:szCs w:val="14"/>
                  </w:rPr>
                  <w:t>d door</w:t>
                </w:r>
                <w:r>
                  <w:rPr>
                    <w:b/>
                    <w:sz w:val="14"/>
                    <w:szCs w:val="14"/>
                  </w:rPr>
                  <w:t xml:space="preserve"> </w:t>
                </w:r>
              </w:p>
            </w:tc>
          </w:sdtContent>
        </w:sdt>
      </w:tr>
      <w:tr w:rsidRPr="00A7756A" w:rsidR="00E509D8" w:rsidTr="0080028C">
        <w:bookmarkStart w:name="naam" w:displacedByCustomXml="next" w:id="3"/>
        <w:sdt>
          <w:sdtPr>
            <w:rPr>
              <w:rStyle w:val="onderwerp2Char"/>
            </w:rPr>
            <w:alias w:val="Naam"/>
            <w:tag w:val="Naam"/>
            <w:id w:val="-577361751"/>
            <w:placeholder>
              <w:docPart w:val="D163FE9D756E40C2884E43C431E2B7A1"/>
            </w:placeholder>
          </w:sdtPr>
          <w:sdtEndPr>
            <w:rPr>
              <w:rStyle w:val="Standaardalinea-lettertype"/>
              <w:sz w:val="18"/>
              <w:szCs w:val="14"/>
            </w:rPr>
          </w:sdtEndPr>
          <w:sdtContent>
            <w:tc>
              <w:tcPr>
                <w:tcW w:w="2694" w:type="dxa"/>
              </w:tcPr>
              <w:p w:rsidRPr="00E509D8" w:rsidR="00E509D8" w:rsidP="00EF5737" w:rsidRDefault="00EF5737">
                <w:pPr>
                  <w:rPr>
                    <w:sz w:val="14"/>
                    <w:szCs w:val="14"/>
                  </w:rPr>
                </w:pPr>
                <w:r>
                  <w:rPr>
                    <w:rStyle w:val="onderwerp2Char"/>
                  </w:rPr>
                  <w:t>S. Maarschalkerweerd</w:t>
                </w:r>
              </w:p>
            </w:tc>
          </w:sdtContent>
        </w:sdt>
        <w:bookmarkEnd w:displacedByCustomXml="prev" w:id="3"/>
      </w:tr>
      <w:tr w:rsidRPr="00A7756A" w:rsidR="00E509D8" w:rsidTr="0080028C">
        <w:tc>
          <w:tcPr>
            <w:tcW w:w="2694" w:type="dxa"/>
          </w:tcPr>
          <w:p w:rsidRPr="00A7756A" w:rsidR="00E509D8" w:rsidP="00A3701E" w:rsidRDefault="00E509D8">
            <w:pPr>
              <w:rPr>
                <w:sz w:val="14"/>
                <w:szCs w:val="14"/>
              </w:rPr>
            </w:pPr>
          </w:p>
        </w:tc>
      </w:tr>
      <w:tr w:rsidRPr="00A7756A" w:rsidR="00E509D8" w:rsidTr="0080028C">
        <w:sdt>
          <w:sdtPr>
            <w:rPr>
              <w:sz w:val="14"/>
              <w:szCs w:val="14"/>
            </w:rPr>
            <w:id w:val="2133208804"/>
            <w:placeholder>
              <w:docPart w:val="225601148B6C4E9890AFDE6788C7A865"/>
            </w:placeholder>
            <w:temporary/>
            <w:showingPlcHdr/>
          </w:sdtPr>
          <w:sdtEndPr/>
          <w:sdtContent>
            <w:tc>
              <w:tcPr>
                <w:tcW w:w="2694" w:type="dxa"/>
              </w:tcPr>
              <w:p w:rsidRPr="00A7756A" w:rsidR="00E509D8" w:rsidP="00E509D8" w:rsidRDefault="00E509D8">
                <w:pPr>
                  <w:rPr>
                    <w:sz w:val="14"/>
                    <w:szCs w:val="14"/>
                  </w:rPr>
                </w:pPr>
                <w:r w:rsidRPr="00180FC1">
                  <w:rPr>
                    <w:b/>
                    <w:sz w:val="14"/>
                    <w:szCs w:val="14"/>
                  </w:rPr>
                  <w:t>Functie</w:t>
                </w:r>
              </w:p>
            </w:tc>
          </w:sdtContent>
        </w:sdt>
      </w:tr>
      <w:tr w:rsidRPr="00A7756A" w:rsidR="00E509D8" w:rsidTr="0080028C">
        <w:tc>
          <w:tcPr>
            <w:tcW w:w="2694" w:type="dxa"/>
          </w:tcPr>
          <w:p w:rsidRPr="00A7756A" w:rsidR="00E509D8" w:rsidP="00EF5737" w:rsidRDefault="00754909">
            <w:pPr>
              <w:rPr>
                <w:sz w:val="14"/>
                <w:szCs w:val="14"/>
              </w:rPr>
            </w:pPr>
            <w:r>
              <w:rPr>
                <w:sz w:val="14"/>
                <w:szCs w:val="14"/>
              </w:rPr>
              <w:t>Adviseur Korpscheftaken Boa</w:t>
            </w:r>
          </w:p>
        </w:tc>
      </w:tr>
      <w:tr w:rsidRPr="00A7756A" w:rsidR="00E509D8" w:rsidTr="0080028C">
        <w:tc>
          <w:tcPr>
            <w:tcW w:w="2694" w:type="dxa"/>
          </w:tcPr>
          <w:p w:rsidRPr="00A7756A" w:rsidR="00E509D8" w:rsidP="00A3701E" w:rsidRDefault="00E509D8">
            <w:pPr>
              <w:rPr>
                <w:sz w:val="14"/>
                <w:szCs w:val="14"/>
              </w:rPr>
            </w:pPr>
          </w:p>
        </w:tc>
      </w:tr>
      <w:tr w:rsidRPr="00A7756A" w:rsidR="00E509D8" w:rsidTr="0080028C">
        <w:sdt>
          <w:sdtPr>
            <w:rPr>
              <w:b/>
              <w:sz w:val="14"/>
              <w:szCs w:val="14"/>
            </w:rPr>
            <w:id w:val="1982500630"/>
            <w:lock w:val="sdtContentLocked"/>
            <w:placeholder>
              <w:docPart w:val="E799A129F94A4C18982F8FA11B1DCDF1"/>
            </w:placeholder>
          </w:sdtPr>
          <w:sdtEndPr/>
          <w:sdtContent>
            <w:tc>
              <w:tcPr>
                <w:tcW w:w="2694" w:type="dxa"/>
              </w:tcPr>
              <w:p w:rsidRPr="00A7756A" w:rsidR="00E509D8" w:rsidP="00E509D8" w:rsidRDefault="00E509D8">
                <w:pPr>
                  <w:rPr>
                    <w:b/>
                    <w:sz w:val="14"/>
                    <w:szCs w:val="14"/>
                  </w:rPr>
                </w:pPr>
                <w:r>
                  <w:rPr>
                    <w:b/>
                    <w:sz w:val="14"/>
                    <w:szCs w:val="14"/>
                  </w:rPr>
                  <w:t>Telefoon</w:t>
                </w:r>
              </w:p>
            </w:tc>
          </w:sdtContent>
        </w:sdt>
      </w:tr>
      <w:tr w:rsidRPr="00A7756A" w:rsidR="00E509D8" w:rsidTr="0080028C">
        <w:bookmarkStart w:name="telefoon" w:displacedByCustomXml="next" w:id="4"/>
        <w:sdt>
          <w:sdtPr>
            <w:rPr>
              <w:rStyle w:val="onderwerp2Char"/>
            </w:rPr>
            <w:alias w:val="Telefoonnummer"/>
            <w:tag w:val="Telefoonnummer"/>
            <w:id w:val="1749160892"/>
            <w:placeholder>
              <w:docPart w:val="E5500E671DFF49A3B0B2642FF3C92669"/>
            </w:placeholder>
          </w:sdtPr>
          <w:sdtEndPr>
            <w:rPr>
              <w:rStyle w:val="Standaardalinea-lettertype"/>
              <w:sz w:val="18"/>
              <w:szCs w:val="14"/>
            </w:rPr>
          </w:sdtEndPr>
          <w:sdtContent>
            <w:tc>
              <w:tcPr>
                <w:tcW w:w="2694" w:type="dxa"/>
              </w:tcPr>
              <w:p w:rsidRPr="00A7756A" w:rsidR="00E509D8" w:rsidP="0080028C" w:rsidRDefault="0080028C">
                <w:pPr>
                  <w:rPr>
                    <w:sz w:val="14"/>
                    <w:szCs w:val="14"/>
                  </w:rPr>
                </w:pPr>
                <w:r>
                  <w:rPr>
                    <w:rStyle w:val="onderwerp2Char"/>
                  </w:rPr>
                  <w:t>06-46636981</w:t>
                </w:r>
              </w:p>
            </w:tc>
          </w:sdtContent>
        </w:sdt>
        <w:bookmarkEnd w:displacedByCustomXml="prev" w:id="4"/>
      </w:tr>
      <w:tr w:rsidRPr="00A7756A" w:rsidR="00E509D8" w:rsidTr="0080028C">
        <w:tc>
          <w:tcPr>
            <w:tcW w:w="2694" w:type="dxa"/>
          </w:tcPr>
          <w:p w:rsidRPr="00A7756A" w:rsidR="00E509D8" w:rsidP="00A3701E" w:rsidRDefault="00E509D8">
            <w:pPr>
              <w:rPr>
                <w:sz w:val="14"/>
                <w:szCs w:val="14"/>
              </w:rPr>
            </w:pPr>
          </w:p>
        </w:tc>
      </w:tr>
      <w:tr w:rsidRPr="00A7756A" w:rsidR="00E509D8" w:rsidTr="0080028C">
        <w:sdt>
          <w:sdtPr>
            <w:rPr>
              <w:sz w:val="14"/>
              <w:szCs w:val="14"/>
            </w:rPr>
            <w:id w:val="-398588801"/>
            <w:lock w:val="sdtContentLocked"/>
            <w:placeholder>
              <w:docPart w:val="1EF71BC4A80C438FBAB0C3A4499EC367"/>
            </w:placeholder>
            <w:showingPlcHdr/>
          </w:sdtPr>
          <w:sdtEndPr/>
          <w:sdtContent>
            <w:tc>
              <w:tcPr>
                <w:tcW w:w="2694" w:type="dxa"/>
              </w:tcPr>
              <w:p w:rsidRPr="00A7756A" w:rsidR="00E509D8" w:rsidP="00D03F07" w:rsidRDefault="00D03F07">
                <w:pPr>
                  <w:rPr>
                    <w:sz w:val="14"/>
                    <w:szCs w:val="14"/>
                  </w:rPr>
                </w:pPr>
                <w:r w:rsidRPr="00D03F07">
                  <w:rPr>
                    <w:b/>
                    <w:sz w:val="14"/>
                    <w:szCs w:val="14"/>
                  </w:rPr>
                  <w:t>E-mail</w:t>
                </w:r>
              </w:p>
            </w:tc>
          </w:sdtContent>
        </w:sdt>
      </w:tr>
      <w:tr w:rsidRPr="00A7756A" w:rsidR="00D03F07" w:rsidTr="0080028C">
        <w:bookmarkStart w:name="email" w:displacedByCustomXml="next" w:id="5"/>
        <w:sdt>
          <w:sdtPr>
            <w:rPr>
              <w:rStyle w:val="onderwerp2Char"/>
            </w:rPr>
            <w:alias w:val="E-mail adres"/>
            <w:tag w:val="E-mail adres"/>
            <w:id w:val="-506052510"/>
            <w:placeholder>
              <w:docPart w:val="73AEA0BB0CAB4C9E92E0D2A974711493"/>
            </w:placeholder>
          </w:sdtPr>
          <w:sdtEndPr>
            <w:rPr>
              <w:rStyle w:val="Standaardalinea-lettertype"/>
            </w:rPr>
          </w:sdtEndPr>
          <w:sdtContent>
            <w:tc>
              <w:tcPr>
                <w:tcW w:w="2694" w:type="dxa"/>
              </w:tcPr>
              <w:p w:rsidRPr="00A7756A" w:rsidR="00D03F07" w:rsidP="0080028C" w:rsidRDefault="0080028C">
                <w:pPr>
                  <w:pStyle w:val="Legenda"/>
                </w:pPr>
                <w:r>
                  <w:rPr>
                    <w:rStyle w:val="onderwerp2Char"/>
                  </w:rPr>
                  <w:t>Sander.maarschalkerweerd@politie.nl</w:t>
                </w:r>
              </w:p>
            </w:tc>
          </w:sdtContent>
        </w:sdt>
        <w:bookmarkEnd w:displacedByCustomXml="prev" w:id="5"/>
      </w:tr>
      <w:tr w:rsidRPr="00A7756A" w:rsidR="00D03F07" w:rsidTr="0080028C">
        <w:tc>
          <w:tcPr>
            <w:tcW w:w="2694" w:type="dxa"/>
          </w:tcPr>
          <w:p w:rsidRPr="00A7756A" w:rsidR="00D03F07" w:rsidP="00A3701E" w:rsidRDefault="00D03F07">
            <w:pPr>
              <w:rPr>
                <w:sz w:val="14"/>
                <w:szCs w:val="14"/>
              </w:rPr>
            </w:pPr>
          </w:p>
        </w:tc>
      </w:tr>
      <w:tr w:rsidRPr="00A7756A" w:rsidR="00D03F07" w:rsidTr="0080028C">
        <w:sdt>
          <w:sdtPr>
            <w:rPr>
              <w:sz w:val="14"/>
              <w:szCs w:val="14"/>
            </w:rPr>
            <w:id w:val="-109818111"/>
            <w:lock w:val="contentLocked"/>
            <w:placeholder>
              <w:docPart w:val="C5E5631725664AF7A227AA88CF23EB5B"/>
            </w:placeholder>
            <w:showingPlcHdr/>
          </w:sdtPr>
          <w:sdtEndPr/>
          <w:sdtContent>
            <w:tc>
              <w:tcPr>
                <w:tcW w:w="2694" w:type="dxa"/>
              </w:tcPr>
              <w:p w:rsidRPr="00A7756A" w:rsidR="00D03F07" w:rsidP="00E96892" w:rsidRDefault="00E96892">
                <w:pPr>
                  <w:rPr>
                    <w:sz w:val="14"/>
                    <w:szCs w:val="14"/>
                  </w:rPr>
                </w:pPr>
                <w:r>
                  <w:rPr>
                    <w:b/>
                    <w:sz w:val="14"/>
                    <w:szCs w:val="14"/>
                  </w:rPr>
                  <w:t>Ons kenmerk</w:t>
                </w:r>
              </w:p>
            </w:tc>
          </w:sdtContent>
        </w:sdt>
      </w:tr>
      <w:tr w:rsidRPr="00A7756A" w:rsidR="00D03F07" w:rsidTr="0080028C">
        <w:sdt>
          <w:sdtPr>
            <w:rPr>
              <w:rStyle w:val="onderwerp2Char"/>
            </w:rPr>
            <w:id w:val="257261851"/>
            <w:placeholder>
              <w:docPart w:val="2BF78652EECF4981857CCD5657D3CDF3"/>
            </w:placeholder>
            <w:showingPlcHdr/>
          </w:sdtPr>
          <w:sdtEndPr>
            <w:rPr>
              <w:rStyle w:val="Standaardalinea-lettertype"/>
              <w:sz w:val="18"/>
              <w:szCs w:val="14"/>
            </w:rPr>
          </w:sdtEndPr>
          <w:sdtContent>
            <w:tc>
              <w:tcPr>
                <w:tcW w:w="2694" w:type="dxa"/>
              </w:tcPr>
              <w:p w:rsidRPr="00A7756A" w:rsidR="00D03F07" w:rsidP="00A3701E" w:rsidRDefault="00E96892">
                <w:pPr>
                  <w:rPr>
                    <w:sz w:val="14"/>
                    <w:szCs w:val="14"/>
                  </w:rPr>
                </w:pPr>
                <w:r w:rsidRPr="00E96892">
                  <w:rPr>
                    <w:rStyle w:val="Tekstvantijdelijkeaanduiding"/>
                    <w:sz w:val="14"/>
                    <w:szCs w:val="14"/>
                  </w:rPr>
                  <w:t>Klik hier als u tekst wilt invoeren.</w:t>
                </w:r>
              </w:p>
            </w:tc>
          </w:sdtContent>
        </w:sdt>
      </w:tr>
      <w:tr w:rsidRPr="00A7756A" w:rsidR="00D03F07" w:rsidTr="0080028C">
        <w:tc>
          <w:tcPr>
            <w:tcW w:w="2694" w:type="dxa"/>
          </w:tcPr>
          <w:p w:rsidRPr="00A7756A" w:rsidR="00D03F07" w:rsidP="00A3701E" w:rsidRDefault="00D03F07">
            <w:pPr>
              <w:rPr>
                <w:sz w:val="14"/>
                <w:szCs w:val="14"/>
              </w:rPr>
            </w:pPr>
          </w:p>
        </w:tc>
      </w:tr>
      <w:tr w:rsidRPr="00A7756A" w:rsidR="00E96892" w:rsidTr="0080028C">
        <w:sdt>
          <w:sdtPr>
            <w:rPr>
              <w:sz w:val="14"/>
              <w:szCs w:val="14"/>
            </w:rPr>
            <w:id w:val="-1594773610"/>
            <w:placeholder>
              <w:docPart w:val="055801D961244D1DB580275D6E005BBE"/>
            </w:placeholder>
            <w:temporary/>
            <w:showingPlcHdr/>
          </w:sdtPr>
          <w:sdtEndPr/>
          <w:sdtContent>
            <w:tc>
              <w:tcPr>
                <w:tcW w:w="2694" w:type="dxa"/>
              </w:tcPr>
              <w:p w:rsidRPr="00A7756A" w:rsidR="00E96892" w:rsidP="00E96892" w:rsidRDefault="00E96892">
                <w:pPr>
                  <w:rPr>
                    <w:sz w:val="14"/>
                    <w:szCs w:val="14"/>
                  </w:rPr>
                </w:pPr>
                <w:r>
                  <w:rPr>
                    <w:b/>
                    <w:sz w:val="14"/>
                    <w:szCs w:val="14"/>
                  </w:rPr>
                  <w:t>Uw kenmerk</w:t>
                </w:r>
              </w:p>
            </w:tc>
          </w:sdtContent>
        </w:sdt>
      </w:tr>
      <w:tr w:rsidRPr="00A7756A" w:rsidR="00E96892" w:rsidTr="0080028C">
        <w:sdt>
          <w:sdtPr>
            <w:rPr>
              <w:rStyle w:val="onderwerp2Char"/>
            </w:rPr>
            <w:id w:val="-274788288"/>
            <w:placeholder>
              <w:docPart w:val="5106F746ED4B48EB8BE2299E68290DC6"/>
            </w:placeholder>
            <w:temporary/>
            <w:showingPlcHdr/>
          </w:sdtPr>
          <w:sdtEndPr>
            <w:rPr>
              <w:rStyle w:val="Standaardalinea-lettertype"/>
              <w:sz w:val="18"/>
              <w:szCs w:val="14"/>
            </w:rPr>
          </w:sdtEndPr>
          <w:sdtContent>
            <w:tc>
              <w:tcPr>
                <w:tcW w:w="2694" w:type="dxa"/>
              </w:tcPr>
              <w:p w:rsidRPr="00A7756A" w:rsidR="00E96892" w:rsidP="00A3701E" w:rsidRDefault="00E96892">
                <w:pPr>
                  <w:rPr>
                    <w:sz w:val="14"/>
                    <w:szCs w:val="14"/>
                  </w:rPr>
                </w:pPr>
                <w:r w:rsidRPr="00E96892">
                  <w:rPr>
                    <w:rStyle w:val="Tekstvantijdelijkeaanduiding"/>
                    <w:sz w:val="14"/>
                    <w:szCs w:val="14"/>
                  </w:rPr>
                  <w:t>Klik hier als u tekst wilt invoeren.</w:t>
                </w:r>
              </w:p>
            </w:tc>
          </w:sdtContent>
        </w:sdt>
      </w:tr>
      <w:tr w:rsidRPr="00A7756A" w:rsidR="009C4422" w:rsidTr="0080028C">
        <w:tc>
          <w:tcPr>
            <w:tcW w:w="2694" w:type="dxa"/>
          </w:tcPr>
          <w:p w:rsidR="009C4422" w:rsidP="00A3701E" w:rsidRDefault="009C4422">
            <w:pPr>
              <w:rPr>
                <w:sz w:val="14"/>
                <w:szCs w:val="14"/>
              </w:rPr>
            </w:pPr>
          </w:p>
        </w:tc>
      </w:tr>
      <w:tr w:rsidRPr="00A7756A" w:rsidR="009C4422" w:rsidTr="0080028C">
        <w:sdt>
          <w:sdtPr>
            <w:rPr>
              <w:sz w:val="14"/>
              <w:szCs w:val="14"/>
            </w:rPr>
            <w:id w:val="-1469046527"/>
            <w:placeholder>
              <w:docPart w:val="0E4E493C8C5A4C0C805A039E1CD9BC7D"/>
            </w:placeholder>
            <w:temporary/>
            <w:showingPlcHdr/>
          </w:sdtPr>
          <w:sdtEndPr/>
          <w:sdtContent>
            <w:tc>
              <w:tcPr>
                <w:tcW w:w="2694" w:type="dxa"/>
              </w:tcPr>
              <w:p w:rsidRPr="00A7756A" w:rsidR="009C4422" w:rsidP="009C4422" w:rsidRDefault="009C4422">
                <w:pPr>
                  <w:rPr>
                    <w:sz w:val="14"/>
                    <w:szCs w:val="14"/>
                  </w:rPr>
                </w:pPr>
                <w:r>
                  <w:rPr>
                    <w:b/>
                    <w:sz w:val="14"/>
                    <w:szCs w:val="14"/>
                  </w:rPr>
                  <w:t>In afschrift aan</w:t>
                </w:r>
              </w:p>
            </w:tc>
          </w:sdtContent>
        </w:sdt>
      </w:tr>
      <w:tr w:rsidRPr="00A7756A" w:rsidR="009C4422" w:rsidTr="0080028C">
        <w:sdt>
          <w:sdtPr>
            <w:rPr>
              <w:rStyle w:val="onderwerp2Char"/>
            </w:rPr>
            <w:id w:val="1937090099"/>
            <w:placeholder>
              <w:docPart w:val="8110F28E759943CD99990E6DABEE12FB"/>
            </w:placeholder>
            <w:temporary/>
            <w:showingPlcHdr/>
          </w:sdtPr>
          <w:sdtEndPr>
            <w:rPr>
              <w:rStyle w:val="Standaardalinea-lettertype"/>
              <w:sz w:val="18"/>
              <w:szCs w:val="14"/>
            </w:rPr>
          </w:sdtEndPr>
          <w:sdtContent>
            <w:tc>
              <w:tcPr>
                <w:tcW w:w="2694" w:type="dxa"/>
              </w:tcPr>
              <w:p w:rsidRPr="00A7756A" w:rsidR="009C4422" w:rsidP="00652D63" w:rsidRDefault="009C4422">
                <w:pPr>
                  <w:rPr>
                    <w:sz w:val="14"/>
                    <w:szCs w:val="14"/>
                  </w:rPr>
                </w:pPr>
                <w:r w:rsidRPr="00E96892">
                  <w:rPr>
                    <w:rStyle w:val="Tekstvantijdelijkeaanduiding"/>
                    <w:sz w:val="14"/>
                    <w:szCs w:val="14"/>
                  </w:rPr>
                  <w:t>Klik hier als u tekst wilt invoeren.</w:t>
                </w:r>
              </w:p>
            </w:tc>
          </w:sdtContent>
        </w:sdt>
      </w:tr>
      <w:tr w:rsidRPr="00A7756A" w:rsidR="009C4422" w:rsidTr="0080028C">
        <w:tc>
          <w:tcPr>
            <w:tcW w:w="2694" w:type="dxa"/>
          </w:tcPr>
          <w:p w:rsidR="009C4422" w:rsidP="00652D63" w:rsidRDefault="009C4422">
            <w:pPr>
              <w:rPr>
                <w:sz w:val="14"/>
                <w:szCs w:val="14"/>
              </w:rPr>
            </w:pPr>
          </w:p>
        </w:tc>
      </w:tr>
      <w:tr w:rsidRPr="00A7756A" w:rsidR="009C4422" w:rsidTr="0080028C">
        <w:tc>
          <w:tcPr>
            <w:tcW w:w="2694" w:type="dxa"/>
          </w:tcPr>
          <w:sdt>
            <w:sdtPr>
              <w:rPr>
                <w:b/>
                <w:sz w:val="14"/>
                <w:szCs w:val="14"/>
              </w:rPr>
              <w:id w:val="1005946823"/>
              <w:lock w:val="sdtContentLocked"/>
              <w:placeholder>
                <w:docPart w:val="89BC0AA884F946ACAA6C6F315A05AC99"/>
              </w:placeholder>
            </w:sdtPr>
            <w:sdtEndPr/>
            <w:sdtContent>
              <w:p w:rsidRPr="00A7756A" w:rsidR="009C4422" w:rsidP="00A3701E" w:rsidRDefault="009C4422">
                <w:pPr>
                  <w:rPr>
                    <w:b/>
                    <w:sz w:val="14"/>
                    <w:szCs w:val="14"/>
                  </w:rPr>
                </w:pPr>
                <w:r w:rsidRPr="00A7756A">
                  <w:rPr>
                    <w:b/>
                    <w:sz w:val="14"/>
                    <w:szCs w:val="14"/>
                  </w:rPr>
                  <w:t>Datum</w:t>
                </w:r>
              </w:p>
            </w:sdtContent>
          </w:sdt>
        </w:tc>
      </w:tr>
      <w:tr w:rsidRPr="00A7756A" w:rsidR="009C4422" w:rsidTr="0080028C">
        <w:sdt>
          <w:sdtPr>
            <w:rPr>
              <w:rStyle w:val="onderwerp2Char"/>
            </w:rPr>
            <w:alias w:val="Datum"/>
            <w:tag w:val="Datum"/>
            <w:id w:val="830178915"/>
            <w:placeholder>
              <w:docPart w:val="A2932CF088EC436EBD1225E04C251409"/>
            </w:placeholder>
            <w:dataBinding w:xpath="/root[1]/Datum[1]" w:storeItemID="{F24CBDC0-2997-4A24-A2DB-B68CFFB0BAAE}"/>
            <w:date w:fullDate="2022-04-05T00:00:00Z">
              <w:dateFormat w:val="d MMMM yyyy"/>
              <w:lid w:val="nl-NL"/>
              <w:storeMappedDataAs w:val="dateTime"/>
              <w:calendar w:val="gregorian"/>
            </w:date>
          </w:sdtPr>
          <w:sdtEndPr>
            <w:rPr>
              <w:rStyle w:val="Standaardalinea-lettertype"/>
            </w:rPr>
          </w:sdtEndPr>
          <w:sdtContent>
            <w:tc>
              <w:tcPr>
                <w:tcW w:w="2694" w:type="dxa"/>
              </w:tcPr>
              <w:p w:rsidRPr="00A7756A" w:rsidR="009C4422" w:rsidP="00317D7E" w:rsidRDefault="00B179A1">
                <w:pPr>
                  <w:pStyle w:val="Datumveld"/>
                  <w:framePr w:hSpace="0" w:wrap="auto" w:vAnchor="margin" w:yAlign="inline"/>
                  <w:suppressOverlap w:val="0"/>
                </w:pPr>
                <w:r>
                  <w:rPr>
                    <w:rStyle w:val="onderwerp2Char"/>
                  </w:rPr>
                  <w:t>5 april 2022</w:t>
                </w:r>
              </w:p>
            </w:tc>
          </w:sdtContent>
        </w:sdt>
      </w:tr>
      <w:tr w:rsidRPr="00A7756A" w:rsidR="009C4422" w:rsidTr="0080028C">
        <w:tc>
          <w:tcPr>
            <w:tcW w:w="2694" w:type="dxa"/>
          </w:tcPr>
          <w:p w:rsidR="009C4422" w:rsidP="001B4B85" w:rsidRDefault="009C4422">
            <w:pPr>
              <w:pStyle w:val="Datumveld"/>
              <w:framePr w:hSpace="0" w:wrap="auto" w:vAnchor="margin" w:yAlign="inline"/>
              <w:suppressOverlap w:val="0"/>
            </w:pPr>
          </w:p>
        </w:tc>
      </w:tr>
      <w:tr w:rsidRPr="00A7756A" w:rsidR="009C4422" w:rsidTr="0080028C">
        <w:sdt>
          <w:sdtPr>
            <w:id w:val="1247148573"/>
            <w:lock w:val="sdtContentLocked"/>
            <w:placeholder>
              <w:docPart w:val="F717B18999E543FC892B833DBD14AC10"/>
            </w:placeholder>
            <w:showingPlcHdr/>
          </w:sdtPr>
          <w:sdtEndPr/>
          <w:sdtContent>
            <w:tc>
              <w:tcPr>
                <w:tcW w:w="2694" w:type="dxa"/>
              </w:tcPr>
              <w:p w:rsidR="009C4422" w:rsidP="009C4422" w:rsidRDefault="009C4422">
                <w:pPr>
                  <w:pStyle w:val="Datumveld"/>
                  <w:framePr w:hSpace="0" w:wrap="auto" w:vAnchor="margin" w:yAlign="inline"/>
                  <w:suppressOverlap w:val="0"/>
                </w:pPr>
                <w:r>
                  <w:rPr>
                    <w:b/>
                  </w:rPr>
                  <w:t>Bijlage(n)</w:t>
                </w:r>
              </w:p>
            </w:tc>
          </w:sdtContent>
        </w:sdt>
      </w:tr>
      <w:tr w:rsidRPr="00A7756A" w:rsidR="009C4422" w:rsidTr="0080028C">
        <w:sdt>
          <w:sdtPr>
            <w:rPr>
              <w:rStyle w:val="onderwerp2Char"/>
            </w:rPr>
            <w:id w:val="672536369"/>
            <w:lock w:val="sdtLocked"/>
            <w:placeholder>
              <w:docPart w:val="6A745C6E176E4097A63A9DA765D087E0"/>
            </w:placeholder>
          </w:sdtPr>
          <w:sdtEndPr>
            <w:rPr>
              <w:rStyle w:val="onderwerp2Char"/>
            </w:rPr>
          </w:sdtEndPr>
          <w:sdtContent>
            <w:tc>
              <w:tcPr>
                <w:tcW w:w="2694" w:type="dxa"/>
              </w:tcPr>
              <w:p w:rsidRPr="00A7756A" w:rsidR="009C4422" w:rsidP="00A40619" w:rsidRDefault="00A40619">
                <w:pPr>
                  <w:rPr>
                    <w:sz w:val="14"/>
                    <w:szCs w:val="14"/>
                  </w:rPr>
                </w:pPr>
                <w:r w:rsidRPr="003E7B1C">
                  <w:rPr>
                    <w:rStyle w:val="onderwerp2Char"/>
                  </w:rPr>
                  <w:t>0</w:t>
                </w:r>
              </w:p>
            </w:tc>
          </w:sdtContent>
        </w:sdt>
      </w:tr>
      <w:tr w:rsidRPr="00A7756A" w:rsidR="009C4422" w:rsidTr="0080028C">
        <w:tc>
          <w:tcPr>
            <w:tcW w:w="2694" w:type="dxa"/>
          </w:tcPr>
          <w:p w:rsidR="009C4422" w:rsidP="001B4B85" w:rsidRDefault="009C4422">
            <w:pPr>
              <w:pStyle w:val="Datumveld"/>
              <w:framePr w:hSpace="0" w:wrap="auto" w:vAnchor="margin" w:yAlign="inline"/>
              <w:suppressOverlap w:val="0"/>
            </w:pPr>
          </w:p>
        </w:tc>
      </w:tr>
      <w:tr w:rsidRPr="00A7756A" w:rsidR="009C4422" w:rsidTr="0080028C">
        <w:sdt>
          <w:sdtPr>
            <w:rPr>
              <w:b/>
              <w:sz w:val="14"/>
              <w:szCs w:val="14"/>
            </w:rPr>
            <w:id w:val="1749924462"/>
            <w:lock w:val="sdtContentLocked"/>
            <w:placeholder>
              <w:docPart w:val="1C2A46BD232148F98CFC2B4FC6FA6ED2"/>
            </w:placeholder>
          </w:sdtPr>
          <w:sdtEndPr/>
          <w:sdtContent>
            <w:tc>
              <w:tcPr>
                <w:tcW w:w="2694" w:type="dxa"/>
              </w:tcPr>
              <w:p w:rsidRPr="00A7756A" w:rsidR="009C4422" w:rsidP="007E368C" w:rsidRDefault="009C4422">
                <w:pPr>
                  <w:rPr>
                    <w:b/>
                    <w:sz w:val="14"/>
                    <w:szCs w:val="14"/>
                  </w:rPr>
                </w:pPr>
                <w:r w:rsidRPr="00A7756A">
                  <w:rPr>
                    <w:b/>
                    <w:sz w:val="14"/>
                    <w:szCs w:val="14"/>
                  </w:rPr>
                  <w:t>Pagina</w:t>
                </w:r>
                <w:r>
                  <w:rPr>
                    <w:b/>
                    <w:sz w:val="14"/>
                    <w:szCs w:val="14"/>
                  </w:rPr>
                  <w:t xml:space="preserve"> </w:t>
                </w:r>
              </w:p>
            </w:tc>
          </w:sdtContent>
        </w:sdt>
      </w:tr>
      <w:tr w:rsidRPr="00A7756A" w:rsidR="009C4422" w:rsidTr="0080028C">
        <w:trPr>
          <w:trHeight w:val="197"/>
        </w:trPr>
        <w:tc>
          <w:tcPr>
            <w:tcW w:w="2694" w:type="dxa"/>
          </w:tcPr>
          <w:p w:rsidRPr="00432650" w:rsidR="009C4422" w:rsidP="00432650" w:rsidRDefault="00432650">
            <w:pPr>
              <w:pStyle w:val="Legenda"/>
            </w:pPr>
            <w:r w:rsidRPr="00432650">
              <w:rPr>
                <w:bCs/>
              </w:rPr>
              <w:fldChar w:fldCharType="begin"/>
            </w:r>
            <w:r w:rsidRPr="00432650">
              <w:rPr>
                <w:bCs/>
              </w:rPr>
              <w:instrText>PAGE  \* Arabic  \* MERGEFORMAT</w:instrText>
            </w:r>
            <w:r w:rsidRPr="00432650">
              <w:rPr>
                <w:bCs/>
              </w:rPr>
              <w:fldChar w:fldCharType="separate"/>
            </w:r>
            <w:r w:rsidR="00CB5ACB">
              <w:rPr>
                <w:bCs/>
                <w:noProof/>
              </w:rPr>
              <w:t>1</w:t>
            </w:r>
            <w:r w:rsidRPr="00432650">
              <w:rPr>
                <w:bCs/>
              </w:rPr>
              <w:fldChar w:fldCharType="end"/>
            </w:r>
          </w:p>
        </w:tc>
      </w:tr>
      <w:tr w:rsidRPr="00A7756A" w:rsidR="009C4422" w:rsidTr="0080028C">
        <w:trPr>
          <w:trHeight w:val="261"/>
        </w:trPr>
        <w:tc>
          <w:tcPr>
            <w:tcW w:w="2694" w:type="dxa"/>
          </w:tcPr>
          <w:p w:rsidRPr="00A7756A" w:rsidR="009C4422" w:rsidP="00A3701E" w:rsidRDefault="009C4422">
            <w:pPr>
              <w:rPr>
                <w:sz w:val="14"/>
                <w:szCs w:val="14"/>
              </w:rPr>
            </w:pPr>
          </w:p>
        </w:tc>
      </w:tr>
    </w:tbl>
    <w:tbl>
      <w:tblPr>
        <w:tblStyle w:val="Tabelraster"/>
        <w:tblpPr w:leftFromText="141" w:rightFromText="141" w:horzAnchor="margin" w:tblpXSpec="right" w:tblpY="-2145"/>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6"/>
      </w:tblGrid>
      <w:tr w:rsidRPr="00BD1172" w:rsidR="000E6C43" w:rsidTr="005F10C3">
        <w:trPr>
          <w:trHeight w:val="1278"/>
        </w:trPr>
        <w:tc>
          <w:tcPr>
            <w:tcW w:w="4536" w:type="dxa"/>
          </w:tcPr>
          <w:sdt>
            <w:sdtPr>
              <w:rPr>
                <w:sz w:val="18"/>
                <w:szCs w:val="18"/>
              </w:rPr>
              <w:alias w:val="Aan"/>
              <w:tag w:val="Aan"/>
              <w:id w:val="532999715"/>
              <w:lock w:val="sdtLocked"/>
              <w:placeholder>
                <w:docPart w:val="9EC85A75786F4E73A95EBD8BA0B88DB5"/>
              </w:placeholder>
              <w:showingPlcHdr/>
            </w:sdtPr>
            <w:sdtEndPr/>
            <w:sdtContent>
              <w:p w:rsidRPr="00317D7E" w:rsidR="00C93D53" w:rsidP="00C93D53" w:rsidRDefault="00C93D53">
                <w:pPr>
                  <w:pStyle w:val="Geenafstand"/>
                  <w:spacing w:line="240" w:lineRule="exact"/>
                  <w:rPr>
                    <w:sz w:val="18"/>
                    <w:szCs w:val="18"/>
                  </w:rPr>
                </w:pPr>
                <w:r>
                  <w:rPr>
                    <w:rStyle w:val="Tekstvantijdelijkeaanduiding"/>
                  </w:rPr>
                  <w:t>Klik hier om het vak ‘aan’ in te vullen</w:t>
                </w:r>
              </w:p>
            </w:sdtContent>
          </w:sdt>
          <w:p w:rsidRPr="00317D7E" w:rsidR="00C93D53" w:rsidP="00C93D53" w:rsidRDefault="00C93D53">
            <w:pPr>
              <w:pStyle w:val="Geenafstand"/>
              <w:spacing w:line="240" w:lineRule="exact"/>
              <w:rPr>
                <w:sz w:val="18"/>
                <w:szCs w:val="18"/>
              </w:rPr>
            </w:pPr>
          </w:p>
          <w:p w:rsidRPr="00317D7E" w:rsidR="000E6C43" w:rsidP="00C93D53" w:rsidRDefault="000E6C43">
            <w:pPr>
              <w:pStyle w:val="Geenafstand"/>
              <w:spacing w:line="240" w:lineRule="exact"/>
              <w:rPr>
                <w:sz w:val="18"/>
                <w:szCs w:val="18"/>
              </w:rPr>
            </w:pPr>
          </w:p>
          <w:p w:rsidRPr="00812871" w:rsidR="000E6C43" w:rsidP="005F10C3" w:rsidRDefault="000E6C43">
            <w:pPr>
              <w:pStyle w:val="Geenafstand"/>
              <w:spacing w:line="240" w:lineRule="exact"/>
              <w:rPr>
                <w:sz w:val="18"/>
                <w:szCs w:val="18"/>
              </w:rPr>
            </w:pPr>
          </w:p>
        </w:tc>
      </w:tr>
    </w:tbl>
    <w:p w:rsidR="0074547C" w:rsidP="008A1640" w:rsidRDefault="0074547C">
      <w:pPr>
        <w:jc w:val="both"/>
        <w:rPr>
          <w:rFonts w:ascii="Verdana" w:hAnsi="Verdana"/>
          <w:szCs w:val="20"/>
        </w:rPr>
      </w:pPr>
    </w:p>
    <w:p w:rsidR="00EA7422" w:rsidP="008E2C34" w:rsidRDefault="00EA7422">
      <w:pPr>
        <w:rPr>
          <w:u w:val="single"/>
        </w:rPr>
      </w:pPr>
    </w:p>
    <w:p w:rsidR="008A1640" w:rsidP="008E2C34" w:rsidRDefault="008A1640">
      <w:pPr>
        <w:rPr>
          <w:u w:val="single"/>
        </w:rPr>
      </w:pPr>
    </w:p>
    <w:p w:rsidR="00EA7422" w:rsidP="004B0A8A" w:rsidRDefault="004B0A8A">
      <w:pPr>
        <w:rPr>
          <w:szCs w:val="18"/>
        </w:rPr>
      </w:pPr>
      <w:r w:rsidRPr="004B0A8A">
        <w:rPr>
          <w:szCs w:val="18"/>
        </w:rPr>
        <w:t xml:space="preserve">. </w:t>
      </w:r>
    </w:p>
    <w:p w:rsidR="008A1640" w:rsidP="004B0A8A" w:rsidRDefault="008A1640">
      <w:pPr>
        <w:rPr>
          <w:szCs w:val="18"/>
        </w:rPr>
      </w:pPr>
    </w:p>
    <w:p w:rsidR="004B0A8A" w:rsidP="008E2C34" w:rsidRDefault="004B0A8A">
      <w:pPr>
        <w:rPr>
          <w:u w:val="single"/>
        </w:rPr>
      </w:pPr>
    </w:p>
    <w:p w:rsidR="008F1401" w:rsidP="003B0772" w:rsidRDefault="008F1401">
      <w:pPr>
        <w:rPr>
          <w:szCs w:val="18"/>
          <w:u w:val="single"/>
        </w:rPr>
      </w:pPr>
      <w:r w:rsidRPr="008F1401">
        <w:rPr>
          <w:szCs w:val="18"/>
          <w:u w:val="single"/>
        </w:rPr>
        <w:t xml:space="preserve">Samenwerking met boa’s domein II: </w:t>
      </w:r>
    </w:p>
    <w:p w:rsidRPr="008F1401" w:rsidR="008F1401" w:rsidP="003B0772" w:rsidRDefault="008F1401">
      <w:pPr>
        <w:rPr>
          <w:szCs w:val="18"/>
          <w:u w:val="single"/>
        </w:rPr>
      </w:pPr>
    </w:p>
    <w:p w:rsidRPr="003B0772" w:rsidR="003B0772" w:rsidP="003B0772" w:rsidRDefault="009878AA">
      <w:r w:rsidRPr="009878AA">
        <w:rPr>
          <w:szCs w:val="18"/>
        </w:rPr>
        <w:t>Boa</w:t>
      </w:r>
      <w:r w:rsidR="006A6278">
        <w:rPr>
          <w:szCs w:val="18"/>
        </w:rPr>
        <w:t xml:space="preserve">’s </w:t>
      </w:r>
      <w:r w:rsidRPr="009878AA">
        <w:rPr>
          <w:szCs w:val="18"/>
        </w:rPr>
        <w:t>zijn niet me</w:t>
      </w:r>
      <w:r w:rsidR="00095964">
        <w:rPr>
          <w:szCs w:val="18"/>
        </w:rPr>
        <w:t>er weg te denken als handhavings</w:t>
      </w:r>
      <w:r w:rsidRPr="009878AA">
        <w:rPr>
          <w:szCs w:val="18"/>
        </w:rPr>
        <w:t xml:space="preserve">partner in </w:t>
      </w:r>
      <w:r w:rsidR="006A6278">
        <w:rPr>
          <w:szCs w:val="18"/>
        </w:rPr>
        <w:t>onder andere het buitengebied</w:t>
      </w:r>
      <w:r w:rsidRPr="009878AA">
        <w:rPr>
          <w:szCs w:val="18"/>
        </w:rPr>
        <w:t>. Het is van groot belang dat</w:t>
      </w:r>
      <w:r w:rsidR="00F51109">
        <w:rPr>
          <w:szCs w:val="18"/>
        </w:rPr>
        <w:t xml:space="preserve"> politie en boa’s door goede</w:t>
      </w:r>
      <w:r w:rsidRPr="009878AA">
        <w:rPr>
          <w:szCs w:val="18"/>
        </w:rPr>
        <w:t xml:space="preserve"> samenwerking</w:t>
      </w:r>
      <w:r w:rsidR="00F51109">
        <w:rPr>
          <w:szCs w:val="18"/>
        </w:rPr>
        <w:t xml:space="preserve"> elkaar</w:t>
      </w:r>
      <w:r w:rsidRPr="009878AA">
        <w:rPr>
          <w:szCs w:val="18"/>
        </w:rPr>
        <w:t xml:space="preserve"> zoveel mogelijk versterken en aanvullen. De beleids- en u</w:t>
      </w:r>
      <w:r w:rsidR="00F51109">
        <w:rPr>
          <w:szCs w:val="18"/>
        </w:rPr>
        <w:t>itvoeringsagenda politie-boa’s geven hiervoor belangrijke uitgangspunten</w:t>
      </w:r>
      <w:r w:rsidR="003B0772">
        <w:rPr>
          <w:szCs w:val="18"/>
        </w:rPr>
        <w:t>.</w:t>
      </w:r>
      <w:r w:rsidR="003B0772">
        <w:t> Om op</w:t>
      </w:r>
      <w:r w:rsidR="00F51109">
        <w:t xml:space="preserve">timaal gebruik te maken van </w:t>
      </w:r>
      <w:r w:rsidR="00555558">
        <w:t xml:space="preserve">beschikbare </w:t>
      </w:r>
      <w:r w:rsidR="003B0772">
        <w:t>handhavings-</w:t>
      </w:r>
      <w:r w:rsidR="00F51109">
        <w:t xml:space="preserve"> en </w:t>
      </w:r>
      <w:r w:rsidR="006A6278">
        <w:t xml:space="preserve">opsporingscapaciteit </w:t>
      </w:r>
      <w:r w:rsidR="003B0772">
        <w:t>ziet d</w:t>
      </w:r>
      <w:r w:rsidR="003B0772">
        <w:rPr>
          <w:szCs w:val="18"/>
        </w:rPr>
        <w:t>e korpschef - vanuit zijn rol</w:t>
      </w:r>
      <w:r w:rsidR="00F51109">
        <w:rPr>
          <w:szCs w:val="18"/>
        </w:rPr>
        <w:t xml:space="preserve"> als korpsbeheerder en </w:t>
      </w:r>
      <w:r w:rsidR="003B0772">
        <w:rPr>
          <w:szCs w:val="18"/>
        </w:rPr>
        <w:t>als direct to</w:t>
      </w:r>
      <w:r w:rsidR="00F51109">
        <w:rPr>
          <w:szCs w:val="18"/>
        </w:rPr>
        <w:t xml:space="preserve">ezichthouder - toe </w:t>
      </w:r>
      <w:r w:rsidR="003B0772">
        <w:rPr>
          <w:szCs w:val="18"/>
        </w:rPr>
        <w:t>op een goede samenwerking tussen politie en boa’s. </w:t>
      </w:r>
    </w:p>
    <w:p w:rsidR="003B0772" w:rsidP="003B0772" w:rsidRDefault="003B0772">
      <w:pPr>
        <w:rPr>
          <w:szCs w:val="18"/>
        </w:rPr>
      </w:pPr>
    </w:p>
    <w:p w:rsidR="00095964" w:rsidP="003B0772" w:rsidRDefault="003B0772">
      <w:pPr>
        <w:rPr>
          <w:szCs w:val="18"/>
        </w:rPr>
      </w:pPr>
      <w:r>
        <w:rPr>
          <w:szCs w:val="18"/>
        </w:rPr>
        <w:t xml:space="preserve">Ter verbetering van de samenwerking tussen politie en boa's zijn de notitie: “ Boa en politie, niet naast elkaar, maar elkaar (2018) en de bijbehorende uitwerkingsagenda (2019) door de Korpsleiding bekrachtigd. Deze stukken zijn opgesteld vanuit de professionele overweging dat boa’s en politie niet naast elkaar, maar met elkaar werken aan een veiliger samenleving. </w:t>
      </w:r>
    </w:p>
    <w:p w:rsidR="00095964" w:rsidP="003B0772" w:rsidRDefault="00095964">
      <w:pPr>
        <w:rPr>
          <w:szCs w:val="18"/>
        </w:rPr>
      </w:pPr>
    </w:p>
    <w:p w:rsidRPr="003B0772" w:rsidR="003B0772" w:rsidP="003B0772" w:rsidRDefault="000D5A6D">
      <w:pPr>
        <w:rPr>
          <w:szCs w:val="18"/>
        </w:rPr>
      </w:pPr>
      <w:r>
        <w:rPr>
          <w:szCs w:val="18"/>
        </w:rPr>
        <w:t>Landelijk werken ongeveer 2400 boa’s domein II bij 279</w:t>
      </w:r>
      <w:r w:rsidR="00095964">
        <w:rPr>
          <w:szCs w:val="18"/>
        </w:rPr>
        <w:t xml:space="preserve"> verschi</w:t>
      </w:r>
      <w:r>
        <w:rPr>
          <w:szCs w:val="18"/>
        </w:rPr>
        <w:t xml:space="preserve">llende werkgevers. </w:t>
      </w:r>
      <w:r w:rsidR="00095964">
        <w:rPr>
          <w:szCs w:val="18"/>
        </w:rPr>
        <w:t xml:space="preserve">Hieronder vallen </w:t>
      </w:r>
      <w:r>
        <w:rPr>
          <w:szCs w:val="18"/>
        </w:rPr>
        <w:t xml:space="preserve">niet alleen boa’s in dienst van centrale overheid, </w:t>
      </w:r>
      <w:r w:rsidR="00095964">
        <w:rPr>
          <w:szCs w:val="18"/>
        </w:rPr>
        <w:t xml:space="preserve">provincies of gemeenten, maar ook boa’s in </w:t>
      </w:r>
      <w:r w:rsidR="003C27CA">
        <w:rPr>
          <w:szCs w:val="18"/>
        </w:rPr>
        <w:t xml:space="preserve">dienst </w:t>
      </w:r>
      <w:r w:rsidR="00095964">
        <w:rPr>
          <w:szCs w:val="18"/>
        </w:rPr>
        <w:t>van</w:t>
      </w:r>
      <w:r>
        <w:rPr>
          <w:szCs w:val="18"/>
        </w:rPr>
        <w:t xml:space="preserve"> terrein beherende organisaties, stichtingen </w:t>
      </w:r>
      <w:r w:rsidR="00095964">
        <w:rPr>
          <w:szCs w:val="18"/>
        </w:rPr>
        <w:t xml:space="preserve">en particuliere landgoedeigenaren. </w:t>
      </w:r>
      <w:r w:rsidR="003B0772">
        <w:rPr>
          <w:szCs w:val="18"/>
        </w:rPr>
        <w:t>Met </w:t>
      </w:r>
      <w:r w:rsidR="003B0772">
        <w:t>het grote aantal spelers op het gebied van toezicht en handhaving - met verschillende taken,</w:t>
      </w:r>
      <w:r w:rsidR="00B179A1">
        <w:t xml:space="preserve"> </w:t>
      </w:r>
      <w:r w:rsidR="00F81706">
        <w:t xml:space="preserve">werkgebieden, </w:t>
      </w:r>
      <w:r w:rsidR="003B0772">
        <w:t>bevoegdheden en belangen - neemt niet alleen de slagkracht maa</w:t>
      </w:r>
      <w:r w:rsidR="00095964">
        <w:t xml:space="preserve">r ook de </w:t>
      </w:r>
      <w:r w:rsidR="00E60C17">
        <w:t xml:space="preserve">complexiteit </w:t>
      </w:r>
      <w:r w:rsidR="003C27CA">
        <w:t xml:space="preserve">van </w:t>
      </w:r>
      <w:r w:rsidR="00E60C17">
        <w:t xml:space="preserve">samenwerking toe. Een </w:t>
      </w:r>
      <w:r w:rsidR="003B0772">
        <w:t>goede regie, heldere prioriteiten en afgestemde samenwerking</w:t>
      </w:r>
      <w:r w:rsidR="00F81706">
        <w:t xml:space="preserve"> zijn</w:t>
      </w:r>
      <w:r w:rsidR="00E60C17">
        <w:t xml:space="preserve"> daarbij </w:t>
      </w:r>
      <w:r w:rsidR="003B0772">
        <w:t>essentieel.</w:t>
      </w:r>
      <w:r w:rsidR="00E60C17">
        <w:t xml:space="preserve"> </w:t>
      </w:r>
      <w:r w:rsidR="003B0772">
        <w:t> </w:t>
      </w:r>
    </w:p>
    <w:p w:rsidR="003B0772" w:rsidP="003B0772" w:rsidRDefault="003B0772"/>
    <w:p w:rsidRPr="00B179A1" w:rsidR="003B0772" w:rsidP="003B0772" w:rsidRDefault="00B179A1">
      <w:r>
        <w:t xml:space="preserve">In de praktijk zijn er tal </w:t>
      </w:r>
      <w:r w:rsidR="00B025E8">
        <w:t xml:space="preserve">van </w:t>
      </w:r>
      <w:r w:rsidR="005B3A8C">
        <w:t xml:space="preserve">goede </w:t>
      </w:r>
      <w:r>
        <w:t>voorbeelden waarin politie en boa</w:t>
      </w:r>
      <w:r w:rsidR="00E95C90">
        <w:t>’</w:t>
      </w:r>
      <w:r>
        <w:t>s</w:t>
      </w:r>
      <w:r w:rsidR="00E95C90">
        <w:t xml:space="preserve"> domein </w:t>
      </w:r>
      <w:r w:rsidR="00B402C7">
        <w:t xml:space="preserve">II </w:t>
      </w:r>
      <w:r>
        <w:t xml:space="preserve">op projectmatige basis samenwerken </w:t>
      </w:r>
      <w:r w:rsidR="005B3A8C">
        <w:t xml:space="preserve">en </w:t>
      </w:r>
      <w:r>
        <w:t>gezamenlijk handhavingsacties verrichten. Daarnaast bieden</w:t>
      </w:r>
      <w:r w:rsidR="00EC62AE">
        <w:rPr>
          <w:szCs w:val="18"/>
        </w:rPr>
        <w:t xml:space="preserve"> handhavings</w:t>
      </w:r>
      <w:r>
        <w:rPr>
          <w:szCs w:val="18"/>
        </w:rPr>
        <w:t>arrangementen</w:t>
      </w:r>
      <w:r w:rsidR="006A6278">
        <w:rPr>
          <w:szCs w:val="18"/>
        </w:rPr>
        <w:t xml:space="preserve"> </w:t>
      </w:r>
      <w:r w:rsidR="00555558">
        <w:rPr>
          <w:szCs w:val="18"/>
        </w:rPr>
        <w:t xml:space="preserve">de </w:t>
      </w:r>
      <w:r w:rsidR="003B0772">
        <w:rPr>
          <w:szCs w:val="18"/>
        </w:rPr>
        <w:t>politie en boa’s een basis</w:t>
      </w:r>
      <w:r w:rsidR="006A6278">
        <w:rPr>
          <w:szCs w:val="18"/>
        </w:rPr>
        <w:t xml:space="preserve"> </w:t>
      </w:r>
      <w:r w:rsidR="003B0772">
        <w:rPr>
          <w:szCs w:val="18"/>
        </w:rPr>
        <w:t>waarmee </w:t>
      </w:r>
      <w:r w:rsidR="003B0772">
        <w:t xml:space="preserve">hun samenwerking verder kan worden geformaliseerd. Zo kunnen handhavingstaken worden geprioriteerd en zorgvuldig binnen de beschikbare capaciteit op elkaar worden </w:t>
      </w:r>
      <w:r w:rsidR="003D4DCE">
        <w:t xml:space="preserve">afgestemd. </w:t>
      </w:r>
      <w:r w:rsidR="008A721C">
        <w:t xml:space="preserve">In </w:t>
      </w:r>
      <w:r w:rsidR="006A6278">
        <w:t xml:space="preserve">handhavingsarrangementen </w:t>
      </w:r>
      <w:r w:rsidR="003B1215">
        <w:t xml:space="preserve">kunnen </w:t>
      </w:r>
      <w:r w:rsidR="003B0772">
        <w:t xml:space="preserve">afspraken worden gemaakt over gezamenlijk optreden, overbrengen van aangehouden verdachten, toegang tot politiebureaus, administratieve afhandeling van zaken en het delen van informatie, uiteraard binnen de daarbij geldende kaders van het Boa-beleid en de Wet politiegegevens. </w:t>
      </w:r>
    </w:p>
    <w:p w:rsidR="003B0772" w:rsidP="003B0772" w:rsidRDefault="003B0772"/>
    <w:p w:rsidR="003B0772" w:rsidP="003B0772" w:rsidRDefault="003B0772">
      <w:pPr>
        <w:rPr>
          <w:rFonts w:ascii="Times New Roman" w:hAnsi="Times New Roman"/>
          <w:sz w:val="24"/>
        </w:rPr>
      </w:pPr>
      <w:r>
        <w:t xml:space="preserve">Naast het verschil van taken en bevoegdheden waarmee de inzet van boa's wordt begrenst, dient </w:t>
      </w:r>
      <w:r w:rsidR="00F51109">
        <w:t>extra aandacht te worden besteed</w:t>
      </w:r>
      <w:r>
        <w:t xml:space="preserve"> aan eventuele risico's die verbonden zijn aan de uitvoering van handhavingstaken door boa's. Zo is </w:t>
      </w:r>
      <w:r>
        <w:rPr>
          <w:szCs w:val="18"/>
        </w:rPr>
        <w:t>de boa opgeleid en uitgerust voor handhaving en toezicht met een minimale gevaarzetting. Om de veiligheid van boa's te waarborgen, zal voorafgaand aan de inzet van boa's een zorgvuldige risico-inschatting moeten worden gemaakt. Waar han</w:t>
      </w:r>
      <w:r w:rsidR="006A6278">
        <w:rPr>
          <w:szCs w:val="18"/>
        </w:rPr>
        <w:t xml:space="preserve">dhavingstaken </w:t>
      </w:r>
      <w:r>
        <w:rPr>
          <w:szCs w:val="18"/>
        </w:rPr>
        <w:t>niet p</w:t>
      </w:r>
      <w:r w:rsidR="006A6278">
        <w:rPr>
          <w:szCs w:val="18"/>
        </w:rPr>
        <w:t xml:space="preserve">laats kunnen </w:t>
      </w:r>
      <w:r>
        <w:rPr>
          <w:szCs w:val="18"/>
        </w:rPr>
        <w:t xml:space="preserve">vinden i.v.m. een te grote gevaarzetting voor de boa, verandert het werk in een </w:t>
      </w:r>
      <w:r w:rsidR="006A6278">
        <w:rPr>
          <w:szCs w:val="18"/>
        </w:rPr>
        <w:t>politietaak: handhaven rechts</w:t>
      </w:r>
      <w:r>
        <w:rPr>
          <w:szCs w:val="18"/>
        </w:rPr>
        <w:t xml:space="preserve">orde en veiligheid. Indien boa's tijdens de uitvoering van hun handhavingstaken onverhoopt worden geconfronteerd met agressie en geweld kunnen zij uiteraard </w:t>
      </w:r>
      <w:r w:rsidR="00366E6F">
        <w:rPr>
          <w:szCs w:val="18"/>
        </w:rPr>
        <w:t xml:space="preserve">- zover mogelijk - </w:t>
      </w:r>
      <w:bookmarkStart w:name="_GoBack" w:id="6"/>
      <w:bookmarkEnd w:id="6"/>
      <w:r>
        <w:rPr>
          <w:szCs w:val="18"/>
        </w:rPr>
        <w:t>rekenen op back-up van de politie.</w:t>
      </w:r>
    </w:p>
    <w:p w:rsidRPr="00754909" w:rsidR="00AD01ED" w:rsidP="008E2C34" w:rsidRDefault="00AD01ED">
      <w:pPr>
        <w:rPr>
          <w:u w:val="single"/>
        </w:rPr>
      </w:pPr>
    </w:p>
    <w:tbl>
      <w:tblPr>
        <w:tblStyle w:val="Tabelraster"/>
        <w:tblpPr w:leftFromText="142" w:rightFromText="142" w:topFromText="142" w:bottomFromText="284" w:vertAnchor="page" w:horzAnchor="page" w:tblpX="738" w:tblpY="15140"/>
        <w:tblW w:w="103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348"/>
      </w:tblGrid>
      <w:tr w:rsidRPr="00294F4E" w:rsidR="005F10C3" w:rsidTr="00C93D53">
        <w:trPr>
          <w:trHeight w:val="126"/>
        </w:trPr>
        <w:tc>
          <w:tcPr>
            <w:tcW w:w="10348" w:type="dxa"/>
          </w:tcPr>
          <w:bookmarkStart w:name="pastraat" w:id="7"/>
          <w:p w:rsidRPr="00294F4E" w:rsidR="005F10C3" w:rsidP="00C93D53" w:rsidRDefault="00366E6F">
            <w:pPr>
              <w:rPr>
                <w:noProof/>
              </w:rPr>
            </w:pPr>
            <w:sdt>
              <w:sdtPr>
                <w:rPr>
                  <w:rStyle w:val="onderwerp2Char"/>
                </w:rPr>
                <w:alias w:val="Postbus"/>
                <w:tag w:val="Postbus"/>
                <w:id w:val="1266812773"/>
                <w:placeholder>
                  <w:docPart w:val="C845CF5BEFAA4F0A9D12576837AE3C8B"/>
                </w:placeholder>
                <w:showingPlcHdr/>
              </w:sdtPr>
              <w:sdtEndPr>
                <w:rPr>
                  <w:rStyle w:val="Standaardalinea-lettertype"/>
                  <w:noProof/>
                  <w:sz w:val="18"/>
                  <w:lang w:val="en-US"/>
                </w:rPr>
              </w:sdtEndPr>
              <w:sdtContent>
                <w:r w:rsidRPr="009A7260" w:rsidR="005F10C3">
                  <w:rPr>
                    <w:rStyle w:val="Tekstvantijdelijkeaanduiding"/>
                    <w:sz w:val="14"/>
                    <w:szCs w:val="14"/>
                  </w:rPr>
                  <w:t>Klik hier als u tekst wilt invoeren.</w:t>
                </w:r>
              </w:sdtContent>
            </w:sdt>
            <w:bookmarkEnd w:id="7"/>
          </w:p>
        </w:tc>
      </w:tr>
      <w:bookmarkStart w:name="papcode" w:id="8"/>
      <w:tr w:rsidRPr="00294F4E" w:rsidR="005F10C3" w:rsidTr="00C93D53">
        <w:tc>
          <w:tcPr>
            <w:tcW w:w="10348" w:type="dxa"/>
          </w:tcPr>
          <w:p w:rsidRPr="00294F4E" w:rsidR="005F10C3" w:rsidP="00322545" w:rsidRDefault="00366E6F">
            <w:pPr>
              <w:rPr>
                <w:noProof/>
              </w:rPr>
            </w:pPr>
            <w:sdt>
              <w:sdtPr>
                <w:rPr>
                  <w:rStyle w:val="onderwerp2Char"/>
                </w:rPr>
                <w:alias w:val="Postcode postbus"/>
                <w:tag w:val="Postcode"/>
                <w:id w:val="1817290329"/>
                <w:placeholder>
                  <w:docPart w:val="C845CF5BEFAA4F0A9D12576837AE3C8B"/>
                </w:placeholder>
                <w:showingPlcHdr/>
              </w:sdtPr>
              <w:sdtEndPr>
                <w:rPr>
                  <w:rStyle w:val="Standaardalinea-lettertype"/>
                  <w:noProof/>
                  <w:sz w:val="18"/>
                </w:rPr>
              </w:sdtEndPr>
              <w:sdtContent>
                <w:r w:rsidRPr="009A7260" w:rsidR="00DC5902">
                  <w:rPr>
                    <w:rStyle w:val="Tekstvantijdelijkeaanduiding"/>
                    <w:sz w:val="14"/>
                    <w:szCs w:val="14"/>
                  </w:rPr>
                  <w:t>Klik hier als u tekst wilt invoeren.</w:t>
                </w:r>
              </w:sdtContent>
            </w:sdt>
            <w:bookmarkEnd w:id="8"/>
            <w:r w:rsidRPr="00294F4E" w:rsidR="005F10C3">
              <w:rPr>
                <w:noProof/>
              </w:rPr>
              <w:t xml:space="preserve"> </w:t>
            </w:r>
            <w:bookmarkStart w:name="paplaatsnaam" w:id="9"/>
            <w:sdt>
              <w:sdtPr>
                <w:rPr>
                  <w:rStyle w:val="onderwerp2Char"/>
                </w:rPr>
                <w:alias w:val="Plaatsnaam postbus"/>
                <w:tag w:val="Plaatsnaam"/>
                <w:id w:val="93366564"/>
                <w:placeholder>
                  <w:docPart w:val="C845CF5BEFAA4F0A9D12576837AE3C8B"/>
                </w:placeholder>
                <w:showingPlcHdr/>
              </w:sdtPr>
              <w:sdtEndPr>
                <w:rPr>
                  <w:rStyle w:val="Standaardalinea-lettertype"/>
                  <w:noProof/>
                  <w:sz w:val="18"/>
                </w:rPr>
              </w:sdtEndPr>
              <w:sdtContent>
                <w:r w:rsidRPr="009A7260" w:rsidR="00DC5902">
                  <w:rPr>
                    <w:rStyle w:val="Tekstvantijdelijkeaanduiding"/>
                    <w:sz w:val="14"/>
                    <w:szCs w:val="14"/>
                  </w:rPr>
                  <w:t>Klik hier als u tekst wilt invoeren.</w:t>
                </w:r>
              </w:sdtContent>
            </w:sdt>
            <w:bookmarkEnd w:id="9"/>
          </w:p>
        </w:tc>
      </w:tr>
      <w:tr w:rsidRPr="00294F4E" w:rsidR="005F10C3" w:rsidTr="00C93D53">
        <w:bookmarkStart w:name="bastraat" w:displacedByCustomXml="next" w:id="10"/>
        <w:sdt>
          <w:sdtPr>
            <w:rPr>
              <w:rStyle w:val="onderwerp2Char"/>
            </w:rPr>
            <w:alias w:val="Straatnaam bezoekadres"/>
            <w:tag w:val="Straatnaam"/>
            <w:id w:val="950514425"/>
            <w:placeholder>
              <w:docPart w:val="C845CF5BEFAA4F0A9D12576837AE3C8B"/>
            </w:placeholder>
            <w:showingPlcHdr/>
          </w:sdtPr>
          <w:sdtEndPr>
            <w:rPr>
              <w:rStyle w:val="Standaardalinea-lettertype"/>
              <w:noProof/>
              <w:sz w:val="18"/>
            </w:rPr>
          </w:sdtEndPr>
          <w:sdtContent>
            <w:tc>
              <w:tcPr>
                <w:tcW w:w="10348" w:type="dxa"/>
              </w:tcPr>
              <w:p w:rsidRPr="00294F4E" w:rsidR="005F10C3" w:rsidP="00C93D53" w:rsidRDefault="00DC5902">
                <w:pPr>
                  <w:rPr>
                    <w:noProof/>
                  </w:rPr>
                </w:pPr>
                <w:r w:rsidRPr="009A7260">
                  <w:rPr>
                    <w:rStyle w:val="Tekstvantijdelijkeaanduiding"/>
                    <w:sz w:val="14"/>
                    <w:szCs w:val="14"/>
                  </w:rPr>
                  <w:t>Klik hier als u tekst wilt invoeren.</w:t>
                </w:r>
              </w:p>
            </w:tc>
          </w:sdtContent>
        </w:sdt>
        <w:bookmarkEnd w:displacedByCustomXml="prev" w:id="10"/>
      </w:tr>
      <w:bookmarkStart w:name="bapcode" w:id="11"/>
      <w:tr w:rsidRPr="00294F4E" w:rsidR="005F10C3" w:rsidTr="00C93D53">
        <w:tc>
          <w:tcPr>
            <w:tcW w:w="10348" w:type="dxa"/>
          </w:tcPr>
          <w:p w:rsidRPr="00294F4E" w:rsidR="005F10C3" w:rsidP="00322545" w:rsidRDefault="00366E6F">
            <w:pPr>
              <w:rPr>
                <w:noProof/>
              </w:rPr>
            </w:pPr>
            <w:sdt>
              <w:sdtPr>
                <w:rPr>
                  <w:rStyle w:val="onderwerp2Char"/>
                </w:rPr>
                <w:alias w:val="Postcode bezoekadres"/>
                <w:tag w:val="Postcode"/>
                <w:id w:val="1350363710"/>
                <w:placeholder>
                  <w:docPart w:val="C845CF5BEFAA4F0A9D12576837AE3C8B"/>
                </w:placeholder>
                <w:showingPlcHdr/>
              </w:sdtPr>
              <w:sdtEndPr>
                <w:rPr>
                  <w:rStyle w:val="Standaardalinea-lettertype"/>
                  <w:noProof/>
                  <w:sz w:val="18"/>
                </w:rPr>
              </w:sdtEndPr>
              <w:sdtContent>
                <w:r w:rsidRPr="009A7260" w:rsidR="00DC5902">
                  <w:rPr>
                    <w:rStyle w:val="Tekstvantijdelijkeaanduiding"/>
                    <w:sz w:val="14"/>
                    <w:szCs w:val="14"/>
                  </w:rPr>
                  <w:t>Klik hier als u tekst wilt invoeren.</w:t>
                </w:r>
              </w:sdtContent>
            </w:sdt>
            <w:bookmarkEnd w:id="11"/>
            <w:r w:rsidRPr="00294F4E" w:rsidR="005F10C3">
              <w:rPr>
                <w:noProof/>
              </w:rPr>
              <w:t xml:space="preserve"> </w:t>
            </w:r>
            <w:bookmarkStart w:name="baplaatsnaam" w:id="12"/>
            <w:sdt>
              <w:sdtPr>
                <w:rPr>
                  <w:rStyle w:val="onderwerp2Char"/>
                </w:rPr>
                <w:alias w:val="Plaatsnaam bezoekadres"/>
                <w:tag w:val="Plaatsnaam bezoekadres"/>
                <w:id w:val="434563342"/>
                <w:placeholder>
                  <w:docPart w:val="F72EC790398E441ABEE9160E5C54B36B"/>
                </w:placeholder>
                <w:showingPlcHdr/>
              </w:sdtPr>
              <w:sdtEndPr>
                <w:rPr>
                  <w:rStyle w:val="Standaardalinea-lettertype"/>
                  <w:noProof/>
                  <w:sz w:val="18"/>
                </w:rPr>
              </w:sdtEndPr>
              <w:sdtContent>
                <w:r w:rsidRPr="009A7260" w:rsidR="005F10C3">
                  <w:rPr>
                    <w:rStyle w:val="Tekstvantijdelijkeaanduiding"/>
                    <w:sz w:val="14"/>
                    <w:szCs w:val="14"/>
                  </w:rPr>
                  <w:t>Klik hier als u tekst wilt invoeren.</w:t>
                </w:r>
              </w:sdtContent>
            </w:sdt>
            <w:bookmarkEnd w:id="12"/>
          </w:p>
        </w:tc>
      </w:tr>
      <w:tr w:rsidRPr="00294F4E" w:rsidR="005F10C3" w:rsidTr="00C93D53">
        <w:sdt>
          <w:sdtPr>
            <w:rPr>
              <w:sz w:val="14"/>
              <w:szCs w:val="14"/>
            </w:rPr>
            <w:id w:val="1750453343"/>
            <w:lock w:val="sdtContentLocked"/>
            <w:placeholder>
              <w:docPart w:val="E3A1C20B787444B1AC042872E5DAA812"/>
            </w:placeholder>
          </w:sdtPr>
          <w:sdtEndPr/>
          <w:sdtContent>
            <w:tc>
              <w:tcPr>
                <w:tcW w:w="10348" w:type="dxa"/>
              </w:tcPr>
              <w:p w:rsidR="00820651" w:rsidP="00C93D53" w:rsidRDefault="005F10C3">
                <w:pPr>
                  <w:rPr>
                    <w:noProof/>
                    <w:sz w:val="14"/>
                    <w:szCs w:val="14"/>
                    <w:lang w:val="en-US"/>
                  </w:rPr>
                </w:pPr>
                <w:r w:rsidRPr="00E9368C">
                  <w:rPr>
                    <w:sz w:val="14"/>
                    <w:szCs w:val="14"/>
                  </w:rPr>
                  <w:t xml:space="preserve">www.politie.nl </w:t>
                </w:r>
              </w:p>
              <w:p w:rsidR="00820651" w:rsidP="00820651" w:rsidRDefault="00820651">
                <w:pPr>
                  <w:rPr>
                    <w:sz w:val="14"/>
                    <w:szCs w:val="14"/>
                    <w:lang w:val="en-US"/>
                  </w:rPr>
                </w:pPr>
              </w:p>
              <w:p w:rsidRPr="00820651" w:rsidR="005F10C3" w:rsidP="00820651" w:rsidRDefault="005F10C3">
                <w:pPr>
                  <w:jc w:val="center"/>
                  <w:rPr>
                    <w:sz w:val="14"/>
                    <w:szCs w:val="14"/>
                    <w:lang w:val="en-US"/>
                  </w:rPr>
                </w:pPr>
              </w:p>
            </w:tc>
          </w:sdtContent>
        </w:sdt>
      </w:tr>
    </w:tbl>
    <w:p w:rsidRPr="00C3408C" w:rsidR="00730898" w:rsidP="00D139A8" w:rsidRDefault="00730898"/>
    <w:sectPr w:rsidRPr="00C3408C" w:rsidR="00730898" w:rsidSect="00730898">
      <w:headerReference w:type="default" r:id="rId9"/>
      <w:footerReference w:type="default" r:id="rId10"/>
      <w:headerReference w:type="first" r:id="rId11"/>
      <w:footerReference w:type="first" r:id="rId12"/>
      <w:type w:val="continuous"/>
      <w:pgSz w:w="11906" w:h="16838" w:code="9"/>
      <w:pgMar w:top="2268" w:right="1418" w:bottom="1418" w:left="3459" w:header="425" w:footer="0" w:gutter="0"/>
      <w:cols w:space="708"/>
      <w:titlePg/>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871" w:rsidRDefault="00812871" w:rsidP="0036092F">
      <w:pPr>
        <w:spacing w:line="240" w:lineRule="auto"/>
      </w:pPr>
      <w:r>
        <w:separator/>
      </w:r>
    </w:p>
  </w:endnote>
  <w:endnote w:type="continuationSeparator" w:id="0">
    <w:p w:rsidR="00812871" w:rsidRDefault="00812871" w:rsidP="00360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0000000000000000000"/>
    <w:charset w:val="00"/>
    <w:family w:val="swiss"/>
    <w:notTrueType/>
    <w:pitch w:val="variable"/>
    <w:sig w:usb0="00000003" w:usb1="00000000" w:usb2="00000000" w:usb3="00000000" w:csb0="00000001" w:csb1="00000000"/>
  </w:font>
  <w:font w:name="LEGBF N+ Univers">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AA8" w:rsidRDefault="00C60AA8">
    <w:pPr>
      <w:pStyle w:val="Voettekst"/>
    </w:pPr>
    <w:r>
      <w:rPr>
        <w:noProof/>
        <w:lang w:eastAsia="nl-NL"/>
      </w:rPr>
      <w:drawing>
        <wp:anchor distT="0" distB="0" distL="114300" distR="114300" simplePos="0" relativeHeight="251665408" behindDoc="0" locked="0" layoutInCell="1" allowOverlap="1">
          <wp:simplePos x="0" y="0"/>
          <wp:positionH relativeFrom="page">
            <wp:align>center</wp:align>
          </wp:positionH>
          <wp:positionV relativeFrom="page">
            <wp:align>bottom</wp:align>
          </wp:positionV>
          <wp:extent cx="2520000" cy="741600"/>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_Motto_Blauw_RGB_30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741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DB" w:rsidRPr="002E55DB" w:rsidRDefault="00451A8F">
    <w:pPr>
      <w:pStyle w:val="Voettekst"/>
      <w:rPr>
        <w:sz w:val="8"/>
        <w:szCs w:val="8"/>
      </w:rPr>
    </w:pPr>
    <w:r>
      <w:rPr>
        <w:noProof/>
        <w:sz w:val="8"/>
        <w:szCs w:val="8"/>
        <w:lang w:eastAsia="nl-NL"/>
      </w:rPr>
      <w:drawing>
        <wp:anchor distT="0" distB="0" distL="114300" distR="114300" simplePos="0" relativeHeight="251660288" behindDoc="1" locked="0" layoutInCell="1" allowOverlap="1" wp14:anchorId="30D25077" wp14:editId="0F65C3A5">
          <wp:simplePos x="0" y="0"/>
          <wp:positionH relativeFrom="page">
            <wp:posOffset>2520315</wp:posOffset>
          </wp:positionH>
          <wp:positionV relativeFrom="paragraph">
            <wp:posOffset>-698500</wp:posOffset>
          </wp:positionV>
          <wp:extent cx="2520000" cy="741600"/>
          <wp:effectExtent l="0" t="0" r="0" b="0"/>
          <wp:wrapNone/>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OL_Motto_Blauw_RGB_30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741600"/>
                  </a:xfrm>
                  <a:prstGeom prst="rect">
                    <a:avLst/>
                  </a:prstGeom>
                </pic:spPr>
              </pic:pic>
            </a:graphicData>
          </a:graphic>
          <wp14:sizeRelH relativeFrom="margin">
            <wp14:pctWidth>0</wp14:pctWidth>
          </wp14:sizeRelH>
          <wp14:sizeRelV relativeFrom="margin">
            <wp14:pctHeight>0</wp14:pctHeight>
          </wp14:sizeRelV>
        </wp:anchor>
      </w:drawing>
    </w:r>
    <w:r w:rsidR="002E55DB">
      <w:rPr>
        <w:sz w:val="8"/>
        <w:szCs w:val="8"/>
      </w:rP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871" w:rsidRDefault="00812871" w:rsidP="0036092F">
      <w:pPr>
        <w:spacing w:line="240" w:lineRule="auto"/>
      </w:pPr>
      <w:r>
        <w:separator/>
      </w:r>
    </w:p>
  </w:footnote>
  <w:footnote w:type="continuationSeparator" w:id="0">
    <w:p w:rsidR="00812871" w:rsidRDefault="00812871" w:rsidP="003609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raster"/>
      <w:tblpPr w:leftFromText="142" w:rightFromText="142" w:bottomFromText="13041" w:vertAnchor="page" w:horzAnchor="page" w:tblpX="738" w:tblpY="2269"/>
      <w:tblOverlap w:val="never"/>
      <w:tblW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tblGrid>
    <w:tr w:rsidR="003829C9" w:rsidRPr="00F820DF" w:rsidTr="00730898">
      <w:sdt>
        <w:sdtPr>
          <w:rPr>
            <w:sz w:val="14"/>
            <w:szCs w:val="14"/>
          </w:rPr>
          <w:id w:val="-86545269"/>
          <w:lock w:val="sdtContentLocked"/>
          <w:placeholder>
            <w:docPart w:val="C845CF5BEFAA4F0A9D12576837AE3C8B"/>
          </w:placeholder>
          <w:showingPlcHdr/>
        </w:sdtPr>
        <w:sdtEndPr/>
        <w:sdtContent>
          <w:tc>
            <w:tcPr>
              <w:tcW w:w="2268" w:type="dxa"/>
            </w:tcPr>
            <w:p w:rsidR="003829C9" w:rsidRPr="00F820DF" w:rsidRDefault="00DC5902" w:rsidP="00730898">
              <w:pPr>
                <w:spacing w:line="240" w:lineRule="exact"/>
                <w:rPr>
                  <w:sz w:val="14"/>
                  <w:szCs w:val="14"/>
                </w:rPr>
              </w:pPr>
              <w:r w:rsidRPr="004046F9">
                <w:rPr>
                  <w:rStyle w:val="Tekstvantijdelijkeaanduiding"/>
                  <w:b/>
                  <w:color w:val="auto"/>
                  <w:sz w:val="14"/>
                  <w:szCs w:val="14"/>
                </w:rPr>
                <w:t>Onderwerp</w:t>
              </w:r>
            </w:p>
          </w:tc>
        </w:sdtContent>
      </w:sdt>
    </w:tr>
    <w:tr w:rsidR="003829C9" w:rsidRPr="00F820DF" w:rsidTr="00730898">
      <w:sdt>
        <w:sdtPr>
          <w:rPr>
            <w:rStyle w:val="onderwerp2Char"/>
          </w:rPr>
          <w:alias w:val="Onderwerp"/>
          <w:tag w:val="Onderwerp"/>
          <w:id w:val="-1906747986"/>
          <w:lock w:val="sdtLocked"/>
          <w:placeholder>
            <w:docPart w:val="E3A1C20B787444B1AC042872E5DAA812"/>
          </w:placeholder>
          <w:dataBinding w:xpath="/root[1]/Onderwerp[1]" w:storeItemID="{F24CBDC0-2997-4A24-A2DB-B68CFFB0BAAE}"/>
          <w:text w:multiLine="1"/>
        </w:sdtPr>
        <w:sdtEndPr>
          <w:rPr>
            <w:rStyle w:val="Standaardalinea-lettertype"/>
          </w:rPr>
        </w:sdtEndPr>
        <w:sdtContent>
          <w:tc>
            <w:tcPr>
              <w:tcW w:w="2268" w:type="dxa"/>
            </w:tcPr>
            <w:p w:rsidR="003829C9" w:rsidRPr="00F820DF" w:rsidRDefault="003B0772" w:rsidP="005D1B28">
              <w:pPr>
                <w:pStyle w:val="onderwerp2"/>
                <w:framePr w:hSpace="0" w:wrap="auto" w:vAnchor="margin" w:hAnchor="text" w:xAlign="left" w:yAlign="inline"/>
              </w:pPr>
              <w:r>
                <w:rPr>
                  <w:rStyle w:val="onderwerp2Char"/>
                </w:rPr>
                <w:t>Samenwerking met boa’s</w:t>
              </w:r>
            </w:p>
          </w:tc>
        </w:sdtContent>
      </w:sdt>
    </w:tr>
    <w:tr w:rsidR="003829C9" w:rsidRPr="00F820DF" w:rsidTr="00730898">
      <w:tc>
        <w:tcPr>
          <w:tcW w:w="2268" w:type="dxa"/>
        </w:tcPr>
        <w:p w:rsidR="003829C9" w:rsidRPr="00F820DF" w:rsidRDefault="003829C9" w:rsidP="00730898">
          <w:pPr>
            <w:spacing w:line="240" w:lineRule="exact"/>
            <w:rPr>
              <w:sz w:val="14"/>
              <w:szCs w:val="14"/>
            </w:rPr>
          </w:pPr>
        </w:p>
      </w:tc>
    </w:tr>
    <w:tr w:rsidR="003829C9" w:rsidRPr="00F820DF" w:rsidTr="00730898">
      <w:tc>
        <w:tcPr>
          <w:tcW w:w="2268" w:type="dxa"/>
        </w:tcPr>
        <w:sdt>
          <w:sdtPr>
            <w:rPr>
              <w:b/>
              <w:sz w:val="14"/>
              <w:szCs w:val="14"/>
            </w:rPr>
            <w:id w:val="-162704697"/>
            <w:lock w:val="sdtContentLocked"/>
          </w:sdtPr>
          <w:sdtEndPr/>
          <w:sdtContent>
            <w:p w:rsidR="003829C9" w:rsidRPr="00DC5902" w:rsidRDefault="00DC5902" w:rsidP="00DC5902">
              <w:pPr>
                <w:rPr>
                  <w:b/>
                  <w:sz w:val="14"/>
                  <w:szCs w:val="14"/>
                </w:rPr>
              </w:pPr>
              <w:r w:rsidRPr="00A7756A">
                <w:rPr>
                  <w:b/>
                  <w:sz w:val="14"/>
                  <w:szCs w:val="14"/>
                </w:rPr>
                <w:t>Datum</w:t>
              </w:r>
            </w:p>
          </w:sdtContent>
        </w:sdt>
      </w:tc>
    </w:tr>
    <w:tr w:rsidR="003829C9" w:rsidRPr="00F820DF" w:rsidTr="00730898">
      <w:sdt>
        <w:sdtPr>
          <w:rPr>
            <w:sz w:val="14"/>
            <w:szCs w:val="14"/>
          </w:rPr>
          <w:alias w:val="Datum"/>
          <w:tag w:val="Datum"/>
          <w:id w:val="163289077"/>
          <w:dataBinding w:xpath="/root[1]/Datum[1]" w:storeItemID="{F24CBDC0-2997-4A24-A2DB-B68CFFB0BAAE}"/>
          <w:date w:fullDate="2022-04-05T00:00:00Z">
            <w:dateFormat w:val="d MMMM yyyy"/>
            <w:lid w:val="nl-NL"/>
            <w:storeMappedDataAs w:val="dateTime"/>
            <w:calendar w:val="gregorian"/>
          </w:date>
        </w:sdtPr>
        <w:sdtEndPr/>
        <w:sdtContent>
          <w:tc>
            <w:tcPr>
              <w:tcW w:w="2268" w:type="dxa"/>
            </w:tcPr>
            <w:p w:rsidR="003829C9" w:rsidRPr="003E7B1C" w:rsidRDefault="00B179A1" w:rsidP="00730898">
              <w:pPr>
                <w:spacing w:line="240" w:lineRule="exact"/>
                <w:rPr>
                  <w:sz w:val="14"/>
                  <w:szCs w:val="14"/>
                </w:rPr>
              </w:pPr>
              <w:r>
                <w:rPr>
                  <w:sz w:val="14"/>
                  <w:szCs w:val="14"/>
                </w:rPr>
                <w:t>5 april 2022</w:t>
              </w:r>
            </w:p>
          </w:tc>
        </w:sdtContent>
      </w:sdt>
    </w:tr>
    <w:tr w:rsidR="003829C9" w:rsidRPr="00F820DF" w:rsidTr="00730898">
      <w:tc>
        <w:tcPr>
          <w:tcW w:w="2268" w:type="dxa"/>
        </w:tcPr>
        <w:p w:rsidR="003829C9" w:rsidRPr="00F820DF" w:rsidRDefault="003829C9" w:rsidP="00730898">
          <w:pPr>
            <w:spacing w:line="240" w:lineRule="exact"/>
            <w:rPr>
              <w:sz w:val="14"/>
              <w:szCs w:val="14"/>
            </w:rPr>
          </w:pPr>
        </w:p>
      </w:tc>
    </w:tr>
    <w:tr w:rsidR="00FC7DC2" w:rsidRPr="00F820DF" w:rsidTr="00730898">
      <w:sdt>
        <w:sdtPr>
          <w:rPr>
            <w:sz w:val="14"/>
            <w:szCs w:val="14"/>
          </w:rPr>
          <w:id w:val="61768050"/>
          <w:placeholder>
            <w:docPart w:val="F72EC790398E441ABEE9160E5C54B36B"/>
          </w:placeholder>
          <w:showingPlcHdr/>
        </w:sdtPr>
        <w:sdtEndPr/>
        <w:sdtContent>
          <w:tc>
            <w:tcPr>
              <w:tcW w:w="2268" w:type="dxa"/>
            </w:tcPr>
            <w:p w:rsidR="00FC7DC2" w:rsidRPr="00F820DF" w:rsidRDefault="00FC7DC2" w:rsidP="00730898">
              <w:pPr>
                <w:spacing w:line="240" w:lineRule="exact"/>
                <w:rPr>
                  <w:sz w:val="14"/>
                  <w:szCs w:val="14"/>
                </w:rPr>
              </w:pPr>
              <w:r w:rsidRPr="00FC7DC2">
                <w:rPr>
                  <w:b/>
                  <w:sz w:val="14"/>
                  <w:szCs w:val="14"/>
                </w:rPr>
                <w:t>Pagina</w:t>
              </w:r>
            </w:p>
          </w:tc>
        </w:sdtContent>
      </w:sdt>
    </w:tr>
    <w:tr w:rsidR="003E7B1C" w:rsidRPr="00F820DF" w:rsidTr="00730898">
      <w:tc>
        <w:tcPr>
          <w:tcW w:w="2268" w:type="dxa"/>
        </w:tcPr>
        <w:p w:rsidR="003E7B1C" w:rsidRPr="00432650" w:rsidRDefault="00432650" w:rsidP="00730898">
          <w:pPr>
            <w:spacing w:line="240" w:lineRule="exact"/>
            <w:rPr>
              <w:sz w:val="14"/>
              <w:szCs w:val="14"/>
            </w:rPr>
          </w:pPr>
          <w:r w:rsidRPr="00432650">
            <w:rPr>
              <w:bCs/>
              <w:sz w:val="14"/>
              <w:szCs w:val="14"/>
            </w:rPr>
            <w:fldChar w:fldCharType="begin"/>
          </w:r>
          <w:r w:rsidRPr="00432650">
            <w:rPr>
              <w:bCs/>
              <w:sz w:val="14"/>
              <w:szCs w:val="14"/>
            </w:rPr>
            <w:instrText>PAGE  \* Arabic  \* MERGEFORMAT</w:instrText>
          </w:r>
          <w:r w:rsidRPr="00432650">
            <w:rPr>
              <w:bCs/>
              <w:sz w:val="14"/>
              <w:szCs w:val="14"/>
            </w:rPr>
            <w:fldChar w:fldCharType="separate"/>
          </w:r>
          <w:r w:rsidR="00CB649F">
            <w:rPr>
              <w:bCs/>
              <w:noProof/>
              <w:sz w:val="14"/>
              <w:szCs w:val="14"/>
            </w:rPr>
            <w:t>2</w:t>
          </w:r>
          <w:r w:rsidRPr="00432650">
            <w:rPr>
              <w:bCs/>
              <w:sz w:val="14"/>
              <w:szCs w:val="14"/>
            </w:rPr>
            <w:fldChar w:fldCharType="end"/>
          </w:r>
          <w:r w:rsidRPr="00432650">
            <w:rPr>
              <w:sz w:val="14"/>
              <w:szCs w:val="14"/>
            </w:rPr>
            <w:t xml:space="preserve"> van </w:t>
          </w:r>
          <w:r w:rsidRPr="00432650">
            <w:rPr>
              <w:bCs/>
              <w:sz w:val="14"/>
              <w:szCs w:val="14"/>
            </w:rPr>
            <w:fldChar w:fldCharType="begin"/>
          </w:r>
          <w:r w:rsidRPr="00432650">
            <w:rPr>
              <w:bCs/>
              <w:sz w:val="14"/>
              <w:szCs w:val="14"/>
            </w:rPr>
            <w:instrText>NUMPAGES  \* Arabic  \* MERGEFORMAT</w:instrText>
          </w:r>
          <w:r w:rsidRPr="00432650">
            <w:rPr>
              <w:bCs/>
              <w:sz w:val="14"/>
              <w:szCs w:val="14"/>
            </w:rPr>
            <w:fldChar w:fldCharType="separate"/>
          </w:r>
          <w:r w:rsidR="00CB649F">
            <w:rPr>
              <w:bCs/>
              <w:noProof/>
              <w:sz w:val="14"/>
              <w:szCs w:val="14"/>
            </w:rPr>
            <w:t>2</w:t>
          </w:r>
          <w:r w:rsidRPr="00432650">
            <w:rPr>
              <w:bCs/>
              <w:sz w:val="14"/>
              <w:szCs w:val="14"/>
            </w:rPr>
            <w:fldChar w:fldCharType="end"/>
          </w:r>
        </w:p>
      </w:tc>
    </w:tr>
  </w:tbl>
  <w:p w:rsidR="00DA109E" w:rsidRDefault="00DA109E">
    <w:pPr>
      <w:pStyle w:val="Koptekst"/>
    </w:pPr>
    <w:r w:rsidRPr="00451A8F">
      <w:rPr>
        <w:noProof/>
        <w:szCs w:val="18"/>
        <w:lang w:eastAsia="nl-NL"/>
      </w:rPr>
      <w:drawing>
        <wp:anchor distT="0" distB="0" distL="114300" distR="114300" simplePos="0" relativeHeight="251664384" behindDoc="0" locked="0" layoutInCell="1" allowOverlap="1" wp14:anchorId="431CD26A" wp14:editId="43C11389">
          <wp:simplePos x="0" y="0"/>
          <wp:positionH relativeFrom="page">
            <wp:posOffset>2520315</wp:posOffset>
          </wp:positionH>
          <wp:positionV relativeFrom="margin">
            <wp:posOffset>-1432560</wp:posOffset>
          </wp:positionV>
          <wp:extent cx="2520000" cy="1260000"/>
          <wp:effectExtent l="0" t="0" r="0" b="0"/>
          <wp:wrapSquare wrapText="bothSides"/>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OL_Logo_RGB_30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1260000"/>
                  </a:xfrm>
                  <a:prstGeom prst="rect">
                    <a:avLst/>
                  </a:prstGeom>
                </pic:spPr>
              </pic:pic>
            </a:graphicData>
          </a:graphic>
          <wp14:sizeRelH relativeFrom="margin">
            <wp14:pctWidth>0</wp14:pctWidth>
          </wp14:sizeRelH>
          <wp14:sizeRelV relativeFrom="margin">
            <wp14:pctHeight>0</wp14:pctHeight>
          </wp14:sizeRelV>
        </wp:anchor>
      </w:drawing>
    </w:r>
  </w:p>
  <w:p w:rsidR="00F430D7" w:rsidRDefault="00F430D7" w:rsidP="001B4B85">
    <w:pPr>
      <w:pStyle w:val="Koptekst"/>
      <w:tabs>
        <w:tab w:val="clear" w:pos="9072"/>
        <w:tab w:val="left" w:pos="4536"/>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9E" w:rsidRDefault="00DA109E">
    <w:pPr>
      <w:pStyle w:val="Koptekst"/>
    </w:pPr>
    <w:r w:rsidRPr="00451A8F">
      <w:rPr>
        <w:noProof/>
        <w:szCs w:val="18"/>
        <w:lang w:eastAsia="nl-NL"/>
      </w:rPr>
      <w:drawing>
        <wp:anchor distT="0" distB="0" distL="114300" distR="114300" simplePos="0" relativeHeight="251662336" behindDoc="0" locked="0" layoutInCell="1" allowOverlap="1" wp14:anchorId="44960222" wp14:editId="49DCA5D2">
          <wp:simplePos x="0" y="0"/>
          <wp:positionH relativeFrom="page">
            <wp:align>center</wp:align>
          </wp:positionH>
          <wp:positionV relativeFrom="margin">
            <wp:posOffset>-3427730</wp:posOffset>
          </wp:positionV>
          <wp:extent cx="2520000" cy="1260000"/>
          <wp:effectExtent l="0" t="0" r="0" b="0"/>
          <wp:wrapSquare wrapText="bothSides"/>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OL_Logo_RGB_30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12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212BF0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8AF0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7E72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F5EA8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362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B8B1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04DC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2EC6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A8CB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6888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A64201"/>
    <w:multiLevelType w:val="hybridMultilevel"/>
    <w:tmpl w:val="7916A8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70C69B8"/>
    <w:multiLevelType w:val="hybridMultilevel"/>
    <w:tmpl w:val="EEBAF7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68129FF"/>
    <w:multiLevelType w:val="hybridMultilevel"/>
    <w:tmpl w:val="CC72D932"/>
    <w:lvl w:ilvl="0" w:tplc="C6820BE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B86636F"/>
    <w:multiLevelType w:val="hybridMultilevel"/>
    <w:tmpl w:val="E11A5B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2E660EA"/>
    <w:multiLevelType w:val="hybridMultilevel"/>
    <w:tmpl w:val="8B0E0F50"/>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13"/>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2"/>
  </w:num>
  <w:num w:numId="13">
    <w:abstractNumId w:val="10"/>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attachedTemplate r:id="rId1"/>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871"/>
    <w:rsid w:val="00002845"/>
    <w:rsid w:val="00005A79"/>
    <w:rsid w:val="000063AC"/>
    <w:rsid w:val="00027682"/>
    <w:rsid w:val="00080723"/>
    <w:rsid w:val="000875E7"/>
    <w:rsid w:val="00095733"/>
    <w:rsid w:val="00095964"/>
    <w:rsid w:val="000B22C2"/>
    <w:rsid w:val="000B6895"/>
    <w:rsid w:val="000C1F7A"/>
    <w:rsid w:val="000D0DDA"/>
    <w:rsid w:val="000D2FDC"/>
    <w:rsid w:val="000D432B"/>
    <w:rsid w:val="000D5A6D"/>
    <w:rsid w:val="000E6C43"/>
    <w:rsid w:val="000F28D7"/>
    <w:rsid w:val="00102334"/>
    <w:rsid w:val="001067AD"/>
    <w:rsid w:val="00180FC1"/>
    <w:rsid w:val="001B4B85"/>
    <w:rsid w:val="001B740C"/>
    <w:rsid w:val="001B7C66"/>
    <w:rsid w:val="001C1B78"/>
    <w:rsid w:val="001D77A7"/>
    <w:rsid w:val="001F354B"/>
    <w:rsid w:val="00212F28"/>
    <w:rsid w:val="0029005C"/>
    <w:rsid w:val="00294F4E"/>
    <w:rsid w:val="002B16E1"/>
    <w:rsid w:val="002D6459"/>
    <w:rsid w:val="002E55DB"/>
    <w:rsid w:val="002E7536"/>
    <w:rsid w:val="0031127F"/>
    <w:rsid w:val="00317D7E"/>
    <w:rsid w:val="00322545"/>
    <w:rsid w:val="00347576"/>
    <w:rsid w:val="00354ACC"/>
    <w:rsid w:val="0036092F"/>
    <w:rsid w:val="0036135A"/>
    <w:rsid w:val="00366DEA"/>
    <w:rsid w:val="00366E6F"/>
    <w:rsid w:val="003725FD"/>
    <w:rsid w:val="00375263"/>
    <w:rsid w:val="003829C9"/>
    <w:rsid w:val="00385507"/>
    <w:rsid w:val="0039071C"/>
    <w:rsid w:val="003B0772"/>
    <w:rsid w:val="003B1215"/>
    <w:rsid w:val="003B16BB"/>
    <w:rsid w:val="003C16A5"/>
    <w:rsid w:val="003C27CA"/>
    <w:rsid w:val="003C6770"/>
    <w:rsid w:val="003D4DCE"/>
    <w:rsid w:val="003E7B1C"/>
    <w:rsid w:val="004046F9"/>
    <w:rsid w:val="004207AF"/>
    <w:rsid w:val="00432650"/>
    <w:rsid w:val="00445477"/>
    <w:rsid w:val="00451A8F"/>
    <w:rsid w:val="00453D6E"/>
    <w:rsid w:val="004B0A8A"/>
    <w:rsid w:val="004D1850"/>
    <w:rsid w:val="004E7404"/>
    <w:rsid w:val="00515519"/>
    <w:rsid w:val="00555558"/>
    <w:rsid w:val="00557EB3"/>
    <w:rsid w:val="005803F8"/>
    <w:rsid w:val="005B3A8C"/>
    <w:rsid w:val="005D1B28"/>
    <w:rsid w:val="005D7EC9"/>
    <w:rsid w:val="005F10C3"/>
    <w:rsid w:val="005F28E5"/>
    <w:rsid w:val="00636418"/>
    <w:rsid w:val="00676D12"/>
    <w:rsid w:val="006907EE"/>
    <w:rsid w:val="006A6278"/>
    <w:rsid w:val="006C066F"/>
    <w:rsid w:val="006D2BBB"/>
    <w:rsid w:val="006D74B7"/>
    <w:rsid w:val="006F13EE"/>
    <w:rsid w:val="00701918"/>
    <w:rsid w:val="007056B7"/>
    <w:rsid w:val="00722D2F"/>
    <w:rsid w:val="00730898"/>
    <w:rsid w:val="00731887"/>
    <w:rsid w:val="00734F63"/>
    <w:rsid w:val="0074547C"/>
    <w:rsid w:val="0075429D"/>
    <w:rsid w:val="00754909"/>
    <w:rsid w:val="00786C7C"/>
    <w:rsid w:val="00793BA9"/>
    <w:rsid w:val="007A7156"/>
    <w:rsid w:val="007C71DB"/>
    <w:rsid w:val="007D2522"/>
    <w:rsid w:val="007E368C"/>
    <w:rsid w:val="0080028C"/>
    <w:rsid w:val="00812871"/>
    <w:rsid w:val="00820651"/>
    <w:rsid w:val="00835723"/>
    <w:rsid w:val="00837386"/>
    <w:rsid w:val="00845BBD"/>
    <w:rsid w:val="00846503"/>
    <w:rsid w:val="0085576D"/>
    <w:rsid w:val="00867A8D"/>
    <w:rsid w:val="008742BD"/>
    <w:rsid w:val="008A1640"/>
    <w:rsid w:val="008A721C"/>
    <w:rsid w:val="008B2D8F"/>
    <w:rsid w:val="008B4CF4"/>
    <w:rsid w:val="008C5C4B"/>
    <w:rsid w:val="008C65EE"/>
    <w:rsid w:val="008E2C34"/>
    <w:rsid w:val="008F112D"/>
    <w:rsid w:val="008F1401"/>
    <w:rsid w:val="00900F30"/>
    <w:rsid w:val="00904792"/>
    <w:rsid w:val="0094236C"/>
    <w:rsid w:val="009731BF"/>
    <w:rsid w:val="009878AA"/>
    <w:rsid w:val="009926B4"/>
    <w:rsid w:val="009A0AE5"/>
    <w:rsid w:val="009A7260"/>
    <w:rsid w:val="009C4422"/>
    <w:rsid w:val="009C5EE7"/>
    <w:rsid w:val="009D0CE6"/>
    <w:rsid w:val="009F2D1D"/>
    <w:rsid w:val="00A15B35"/>
    <w:rsid w:val="00A35843"/>
    <w:rsid w:val="00A3701E"/>
    <w:rsid w:val="00A40619"/>
    <w:rsid w:val="00A71322"/>
    <w:rsid w:val="00A71E63"/>
    <w:rsid w:val="00A73447"/>
    <w:rsid w:val="00A7756A"/>
    <w:rsid w:val="00AA112D"/>
    <w:rsid w:val="00AA6931"/>
    <w:rsid w:val="00AC4D86"/>
    <w:rsid w:val="00AD01ED"/>
    <w:rsid w:val="00AF1C7E"/>
    <w:rsid w:val="00B025E8"/>
    <w:rsid w:val="00B02E3D"/>
    <w:rsid w:val="00B179A1"/>
    <w:rsid w:val="00B402C7"/>
    <w:rsid w:val="00B46D72"/>
    <w:rsid w:val="00B72328"/>
    <w:rsid w:val="00B76D2E"/>
    <w:rsid w:val="00B76D55"/>
    <w:rsid w:val="00B81D90"/>
    <w:rsid w:val="00B83CB6"/>
    <w:rsid w:val="00B95CDC"/>
    <w:rsid w:val="00BB48E4"/>
    <w:rsid w:val="00BB4AB0"/>
    <w:rsid w:val="00BB5363"/>
    <w:rsid w:val="00BB6A5E"/>
    <w:rsid w:val="00BC1271"/>
    <w:rsid w:val="00BD1172"/>
    <w:rsid w:val="00BD2CC6"/>
    <w:rsid w:val="00BD584F"/>
    <w:rsid w:val="00C054A0"/>
    <w:rsid w:val="00C10BCC"/>
    <w:rsid w:val="00C20983"/>
    <w:rsid w:val="00C3408C"/>
    <w:rsid w:val="00C42247"/>
    <w:rsid w:val="00C5674E"/>
    <w:rsid w:val="00C60AA8"/>
    <w:rsid w:val="00C80A2D"/>
    <w:rsid w:val="00C82406"/>
    <w:rsid w:val="00C86C8F"/>
    <w:rsid w:val="00C87A22"/>
    <w:rsid w:val="00C93C37"/>
    <w:rsid w:val="00C93D53"/>
    <w:rsid w:val="00C96DB4"/>
    <w:rsid w:val="00CA2A74"/>
    <w:rsid w:val="00CB5ACB"/>
    <w:rsid w:val="00CB649F"/>
    <w:rsid w:val="00CC1A57"/>
    <w:rsid w:val="00CF252E"/>
    <w:rsid w:val="00D038D6"/>
    <w:rsid w:val="00D03F07"/>
    <w:rsid w:val="00D06327"/>
    <w:rsid w:val="00D139A8"/>
    <w:rsid w:val="00D3447B"/>
    <w:rsid w:val="00D434D7"/>
    <w:rsid w:val="00D4514F"/>
    <w:rsid w:val="00D728FF"/>
    <w:rsid w:val="00D9261A"/>
    <w:rsid w:val="00DA109E"/>
    <w:rsid w:val="00DA14AF"/>
    <w:rsid w:val="00DB7A35"/>
    <w:rsid w:val="00DC2355"/>
    <w:rsid w:val="00DC5902"/>
    <w:rsid w:val="00DF157B"/>
    <w:rsid w:val="00E00F81"/>
    <w:rsid w:val="00E01862"/>
    <w:rsid w:val="00E509D8"/>
    <w:rsid w:val="00E55FD6"/>
    <w:rsid w:val="00E57D89"/>
    <w:rsid w:val="00E60C17"/>
    <w:rsid w:val="00E62DE7"/>
    <w:rsid w:val="00E65D7F"/>
    <w:rsid w:val="00E8765B"/>
    <w:rsid w:val="00E9368C"/>
    <w:rsid w:val="00E95C90"/>
    <w:rsid w:val="00E96892"/>
    <w:rsid w:val="00EA7422"/>
    <w:rsid w:val="00EC62AE"/>
    <w:rsid w:val="00EF5737"/>
    <w:rsid w:val="00F23360"/>
    <w:rsid w:val="00F27E55"/>
    <w:rsid w:val="00F430D7"/>
    <w:rsid w:val="00F51109"/>
    <w:rsid w:val="00F81706"/>
    <w:rsid w:val="00F820DF"/>
    <w:rsid w:val="00FB3E6C"/>
    <w:rsid w:val="00FC2ED1"/>
    <w:rsid w:val="00FC7DC2"/>
    <w:rsid w:val="00FD02E7"/>
    <w:rsid w:val="00FE7A71"/>
    <w:rsid w:val="00FF74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E2C34"/>
    <w:pPr>
      <w:spacing w:after="0" w:line="276" w:lineRule="auto"/>
    </w:pPr>
    <w:rPr>
      <w:rFonts w:ascii="Arial" w:hAnsi="Arial"/>
      <w:sz w:val="18"/>
    </w:rPr>
  </w:style>
  <w:style w:type="paragraph" w:styleId="Kop1">
    <w:name w:val="heading 1"/>
    <w:basedOn w:val="Standaard"/>
    <w:next w:val="Standaard"/>
    <w:link w:val="Kop1Char"/>
    <w:uiPriority w:val="9"/>
    <w:qFormat/>
    <w:rsid w:val="00CB5ACB"/>
    <w:pPr>
      <w:keepNext/>
      <w:keepLines/>
      <w:spacing w:before="360" w:after="240"/>
      <w:outlineLvl w:val="0"/>
    </w:pPr>
    <w:rPr>
      <w:rFonts w:eastAsiaTheme="majorEastAsia" w:cstheme="majorBidi"/>
      <w:b/>
      <w:color w:val="004380"/>
      <w:sz w:val="40"/>
      <w:szCs w:val="32"/>
    </w:rPr>
  </w:style>
  <w:style w:type="paragraph" w:styleId="Kop2">
    <w:name w:val="heading 2"/>
    <w:basedOn w:val="Standaard"/>
    <w:next w:val="Standaard"/>
    <w:link w:val="Kop2Char"/>
    <w:uiPriority w:val="9"/>
    <w:unhideWhenUsed/>
    <w:qFormat/>
    <w:rsid w:val="00CA2A74"/>
    <w:pPr>
      <w:keepNext/>
      <w:keepLines/>
      <w:spacing w:before="240"/>
      <w:outlineLvl w:val="1"/>
    </w:pPr>
    <w:rPr>
      <w:rFonts w:eastAsiaTheme="majorEastAsia" w:cstheme="majorBidi"/>
      <w:b/>
      <w:color w:val="004380"/>
      <w:szCs w:val="26"/>
    </w:rPr>
  </w:style>
  <w:style w:type="paragraph" w:styleId="Kop3">
    <w:name w:val="heading 3"/>
    <w:basedOn w:val="Standaard"/>
    <w:next w:val="Standaard"/>
    <w:link w:val="Kop3Char"/>
    <w:uiPriority w:val="9"/>
    <w:unhideWhenUsed/>
    <w:qFormat/>
    <w:rsid w:val="00445477"/>
    <w:pPr>
      <w:keepNext/>
      <w:keepLines/>
      <w:spacing w:before="160"/>
      <w:outlineLvl w:val="2"/>
    </w:pPr>
    <w:rPr>
      <w:rFonts w:eastAsiaTheme="majorEastAsia" w:cstheme="majorBidi"/>
      <w:b/>
      <w:szCs w:val="24"/>
    </w:rPr>
  </w:style>
  <w:style w:type="paragraph" w:styleId="Kop4">
    <w:name w:val="heading 4"/>
    <w:basedOn w:val="Standaard"/>
    <w:next w:val="Standaard"/>
    <w:link w:val="Kop4Char"/>
    <w:uiPriority w:val="9"/>
    <w:unhideWhenUsed/>
    <w:qFormat/>
    <w:rsid w:val="00CA2A74"/>
    <w:pPr>
      <w:keepNext/>
      <w:keepLines/>
      <w:spacing w:before="160"/>
      <w:outlineLvl w:val="3"/>
    </w:pPr>
    <w:rPr>
      <w:rFonts w:eastAsiaTheme="majorEastAsia" w:cstheme="majorBidi"/>
      <w:b/>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CB5ACB"/>
    <w:pPr>
      <w:spacing w:line="240" w:lineRule="auto"/>
      <w:contextualSpacing/>
    </w:pPr>
    <w:rPr>
      <w:rFonts w:eastAsiaTheme="majorEastAsia" w:cstheme="majorBidi"/>
      <w:b/>
      <w:color w:val="004380"/>
      <w:kern w:val="28"/>
      <w:sz w:val="68"/>
      <w:szCs w:val="56"/>
    </w:rPr>
  </w:style>
  <w:style w:type="character" w:customStyle="1" w:styleId="TitelChar">
    <w:name w:val="Titel Char"/>
    <w:basedOn w:val="Standaardalinea-lettertype"/>
    <w:link w:val="Titel"/>
    <w:uiPriority w:val="10"/>
    <w:rsid w:val="00CB5ACB"/>
    <w:rPr>
      <w:rFonts w:ascii="Arial" w:eastAsiaTheme="majorEastAsia" w:hAnsi="Arial" w:cstheme="majorBidi"/>
      <w:b/>
      <w:color w:val="004380"/>
      <w:kern w:val="28"/>
      <w:sz w:val="68"/>
      <w:szCs w:val="56"/>
    </w:rPr>
  </w:style>
  <w:style w:type="character" w:customStyle="1" w:styleId="Kop1Char">
    <w:name w:val="Kop 1 Char"/>
    <w:basedOn w:val="Standaardalinea-lettertype"/>
    <w:link w:val="Kop1"/>
    <w:uiPriority w:val="9"/>
    <w:rsid w:val="00CB5ACB"/>
    <w:rPr>
      <w:rFonts w:ascii="Arial" w:eastAsiaTheme="majorEastAsia" w:hAnsi="Arial" w:cstheme="majorBidi"/>
      <w:b/>
      <w:color w:val="004380"/>
      <w:sz w:val="40"/>
      <w:szCs w:val="32"/>
    </w:rPr>
  </w:style>
  <w:style w:type="character" w:customStyle="1" w:styleId="Kop2Char">
    <w:name w:val="Kop 2 Char"/>
    <w:basedOn w:val="Standaardalinea-lettertype"/>
    <w:link w:val="Kop2"/>
    <w:uiPriority w:val="9"/>
    <w:rsid w:val="00CA2A74"/>
    <w:rPr>
      <w:rFonts w:ascii="Arial" w:eastAsiaTheme="majorEastAsia" w:hAnsi="Arial" w:cstheme="majorBidi"/>
      <w:b/>
      <w:color w:val="004380"/>
      <w:sz w:val="20"/>
      <w:szCs w:val="26"/>
    </w:rPr>
  </w:style>
  <w:style w:type="character" w:customStyle="1" w:styleId="Kop3Char">
    <w:name w:val="Kop 3 Char"/>
    <w:basedOn w:val="Standaardalinea-lettertype"/>
    <w:link w:val="Kop3"/>
    <w:uiPriority w:val="9"/>
    <w:rsid w:val="00445477"/>
    <w:rPr>
      <w:rFonts w:ascii="Arial" w:eastAsiaTheme="majorEastAsia" w:hAnsi="Arial" w:cstheme="majorBidi"/>
      <w:b/>
      <w:sz w:val="20"/>
      <w:szCs w:val="24"/>
    </w:rPr>
  </w:style>
  <w:style w:type="character" w:customStyle="1" w:styleId="Kop4Char">
    <w:name w:val="Kop 4 Char"/>
    <w:basedOn w:val="Standaardalinea-lettertype"/>
    <w:link w:val="Kop4"/>
    <w:uiPriority w:val="9"/>
    <w:rsid w:val="00CA2A74"/>
    <w:rPr>
      <w:rFonts w:ascii="Arial" w:eastAsiaTheme="majorEastAsia" w:hAnsi="Arial" w:cstheme="majorBidi"/>
      <w:b/>
      <w:i/>
      <w:iCs/>
      <w:sz w:val="20"/>
    </w:rPr>
  </w:style>
  <w:style w:type="table" w:styleId="Tabelraster">
    <w:name w:val="Table Grid"/>
    <w:basedOn w:val="Standaardtabel"/>
    <w:uiPriority w:val="39"/>
    <w:rsid w:val="00B02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1">
    <w:name w:val="Grid Table 4 Accent 1"/>
    <w:basedOn w:val="Standaardtabel"/>
    <w:uiPriority w:val="49"/>
    <w:rsid w:val="00B02E3D"/>
    <w:pPr>
      <w:spacing w:after="0" w:line="240" w:lineRule="auto"/>
    </w:pPr>
    <w:tblPr>
      <w:tblStyleRowBandSize w:val="1"/>
      <w:tblStyleColBandSize w:val="1"/>
      <w:tblBorders>
        <w:top w:val="single" w:sz="4" w:space="0" w:color="1B95FF" w:themeColor="accent1" w:themeTint="99"/>
        <w:left w:val="single" w:sz="4" w:space="0" w:color="1B95FF" w:themeColor="accent1" w:themeTint="99"/>
        <w:bottom w:val="single" w:sz="4" w:space="0" w:color="1B95FF" w:themeColor="accent1" w:themeTint="99"/>
        <w:right w:val="single" w:sz="4" w:space="0" w:color="1B95FF" w:themeColor="accent1" w:themeTint="99"/>
        <w:insideH w:val="single" w:sz="4" w:space="0" w:color="1B95FF" w:themeColor="accent1" w:themeTint="99"/>
        <w:insideV w:val="single" w:sz="4" w:space="0" w:color="1B95FF" w:themeColor="accent1" w:themeTint="99"/>
      </w:tblBorders>
    </w:tblPr>
    <w:tblStylePr w:type="firstRow">
      <w:rPr>
        <w:b/>
        <w:bCs/>
        <w:color w:val="FFFFFF" w:themeColor="background1"/>
      </w:rPr>
      <w:tblPr/>
      <w:tcPr>
        <w:tcBorders>
          <w:top w:val="single" w:sz="4" w:space="0" w:color="004682" w:themeColor="accent1"/>
          <w:left w:val="single" w:sz="4" w:space="0" w:color="004682" w:themeColor="accent1"/>
          <w:bottom w:val="single" w:sz="4" w:space="0" w:color="004682" w:themeColor="accent1"/>
          <w:right w:val="single" w:sz="4" w:space="0" w:color="004682" w:themeColor="accent1"/>
          <w:insideH w:val="nil"/>
          <w:insideV w:val="nil"/>
        </w:tcBorders>
        <w:shd w:val="clear" w:color="auto" w:fill="004682" w:themeFill="accent1"/>
      </w:tcPr>
    </w:tblStylePr>
    <w:tblStylePr w:type="lastRow">
      <w:rPr>
        <w:b/>
        <w:bCs/>
      </w:rPr>
      <w:tblPr/>
      <w:tcPr>
        <w:tcBorders>
          <w:top w:val="double" w:sz="4" w:space="0" w:color="004682" w:themeColor="accent1"/>
        </w:tcBorders>
      </w:tcPr>
    </w:tblStylePr>
    <w:tblStylePr w:type="firstCol">
      <w:rPr>
        <w:b/>
        <w:bCs/>
      </w:rPr>
    </w:tblStylePr>
    <w:tblStylePr w:type="lastCol">
      <w:rPr>
        <w:b/>
        <w:bCs/>
      </w:rPr>
    </w:tblStylePr>
    <w:tblStylePr w:type="band1Vert">
      <w:tblPr/>
      <w:tcPr>
        <w:shd w:val="clear" w:color="auto" w:fill="B3DBFF" w:themeFill="accent1" w:themeFillTint="33"/>
      </w:tcPr>
    </w:tblStylePr>
    <w:tblStylePr w:type="band1Horz">
      <w:tblPr/>
      <w:tcPr>
        <w:shd w:val="clear" w:color="auto" w:fill="B3DBFF" w:themeFill="accent1" w:themeFillTint="33"/>
      </w:tcPr>
    </w:tblStylePr>
  </w:style>
  <w:style w:type="table" w:styleId="Tabelrasterlicht">
    <w:name w:val="Grid Table Light"/>
    <w:basedOn w:val="Standaardtabel"/>
    <w:uiPriority w:val="40"/>
    <w:rsid w:val="00B02E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olitie">
    <w:name w:val="Politie"/>
    <w:basedOn w:val="Standaardtabel"/>
    <w:uiPriority w:val="99"/>
    <w:rsid w:val="00B02E3D"/>
    <w:pPr>
      <w:spacing w:after="0" w:line="240" w:lineRule="auto"/>
    </w:pPr>
    <w:rPr>
      <w:rFonts w:ascii="Arial" w:hAnsi="Arial"/>
    </w:rPr>
    <w:tblPr>
      <w:tblBorders>
        <w:top w:val="single" w:sz="4" w:space="0" w:color="004380"/>
        <w:left w:val="single" w:sz="4" w:space="0" w:color="004380"/>
        <w:bottom w:val="single" w:sz="4" w:space="0" w:color="004380"/>
        <w:right w:val="single" w:sz="4" w:space="0" w:color="004380"/>
        <w:insideH w:val="single" w:sz="4" w:space="0" w:color="004380"/>
        <w:insideV w:val="single" w:sz="4" w:space="0" w:color="004380"/>
      </w:tblBorders>
    </w:tblPr>
    <w:tcPr>
      <w:vAlign w:val="center"/>
    </w:tcPr>
    <w:tblStylePr w:type="firstRow">
      <w:pPr>
        <w:wordWrap/>
        <w:jc w:val="center"/>
      </w:pPr>
      <w:rPr>
        <w:rFonts w:ascii="Arial" w:hAnsi="Arial"/>
        <w:b/>
        <w:color w:val="FFFFFF" w:themeColor="background1"/>
        <w:sz w:val="22"/>
      </w:rPr>
      <w:tblPr/>
      <w:tcPr>
        <w:tcBorders>
          <w:top w:val="single" w:sz="4" w:space="0" w:color="004380"/>
          <w:left w:val="single" w:sz="4" w:space="0" w:color="004380"/>
          <w:bottom w:val="single" w:sz="4" w:space="0" w:color="004380"/>
          <w:right w:val="single" w:sz="4" w:space="0" w:color="004380"/>
          <w:insideH w:val="nil"/>
          <w:insideV w:val="nil"/>
        </w:tcBorders>
        <w:shd w:val="clear" w:color="auto" w:fill="004380"/>
      </w:tcPr>
    </w:tblStylePr>
    <w:tblStylePr w:type="lastRow">
      <w:pPr>
        <w:jc w:val="right"/>
      </w:pPr>
      <w:tblPr/>
      <w:tcPr>
        <w:vAlign w:val="center"/>
      </w:tcPr>
    </w:tblStylePr>
  </w:style>
  <w:style w:type="paragraph" w:styleId="Koptekst">
    <w:name w:val="header"/>
    <w:basedOn w:val="Standaard"/>
    <w:link w:val="KoptekstChar"/>
    <w:uiPriority w:val="99"/>
    <w:unhideWhenUsed/>
    <w:rsid w:val="0036092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6092F"/>
    <w:rPr>
      <w:rFonts w:ascii="Arial" w:hAnsi="Arial"/>
      <w:sz w:val="20"/>
    </w:rPr>
  </w:style>
  <w:style w:type="paragraph" w:styleId="Voettekst">
    <w:name w:val="footer"/>
    <w:basedOn w:val="Standaard"/>
    <w:link w:val="VoettekstChar"/>
    <w:uiPriority w:val="99"/>
    <w:unhideWhenUsed/>
    <w:rsid w:val="0036092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36092F"/>
    <w:rPr>
      <w:rFonts w:ascii="Arial" w:hAnsi="Arial"/>
      <w:sz w:val="20"/>
    </w:rPr>
  </w:style>
  <w:style w:type="character" w:styleId="Tekstvantijdelijkeaanduiding">
    <w:name w:val="Placeholder Text"/>
    <w:basedOn w:val="Standaardalinea-lettertype"/>
    <w:uiPriority w:val="99"/>
    <w:semiHidden/>
    <w:rsid w:val="00C80A2D"/>
    <w:rPr>
      <w:color w:val="808080"/>
    </w:rPr>
  </w:style>
  <w:style w:type="paragraph" w:styleId="Geenafstand">
    <w:name w:val="No Spacing"/>
    <w:uiPriority w:val="1"/>
    <w:rsid w:val="00A3701E"/>
    <w:pPr>
      <w:spacing w:after="0" w:line="240" w:lineRule="auto"/>
    </w:pPr>
    <w:rPr>
      <w:rFonts w:ascii="Arial" w:hAnsi="Arial"/>
      <w:sz w:val="20"/>
    </w:rPr>
  </w:style>
  <w:style w:type="paragraph" w:styleId="Lijstalinea">
    <w:name w:val="List Paragraph"/>
    <w:basedOn w:val="Standaard"/>
    <w:uiPriority w:val="34"/>
    <w:qFormat/>
    <w:rsid w:val="00A3701E"/>
    <w:pPr>
      <w:ind w:left="720"/>
      <w:contextualSpacing/>
    </w:pPr>
  </w:style>
  <w:style w:type="paragraph" w:customStyle="1" w:styleId="Overleg">
    <w:name w:val="Overleg"/>
    <w:basedOn w:val="Standaard"/>
    <w:uiPriority w:val="14"/>
    <w:qFormat/>
    <w:rsid w:val="001B4B85"/>
    <w:pPr>
      <w:framePr w:hSpace="142" w:wrap="around" w:vAnchor="text" w:hAnchor="text" w:y="1"/>
      <w:suppressOverlap/>
    </w:pPr>
    <w:rPr>
      <w:sz w:val="14"/>
      <w:szCs w:val="14"/>
    </w:rPr>
  </w:style>
  <w:style w:type="paragraph" w:customStyle="1" w:styleId="Datumveld">
    <w:name w:val="Datumveld"/>
    <w:basedOn w:val="Standaard"/>
    <w:link w:val="DatumveldChar"/>
    <w:uiPriority w:val="15"/>
    <w:qFormat/>
    <w:rsid w:val="001B4B85"/>
    <w:pPr>
      <w:framePr w:hSpace="142" w:wrap="around" w:vAnchor="text" w:hAnchor="text" w:y="1"/>
      <w:suppressOverlap/>
    </w:pPr>
    <w:rPr>
      <w:sz w:val="14"/>
      <w:szCs w:val="14"/>
    </w:rPr>
  </w:style>
  <w:style w:type="paragraph" w:customStyle="1" w:styleId="Legenda">
    <w:name w:val="Legenda"/>
    <w:basedOn w:val="Standaard"/>
    <w:next w:val="Standaard"/>
    <w:uiPriority w:val="12"/>
    <w:qFormat/>
    <w:rsid w:val="00027682"/>
    <w:rPr>
      <w:sz w:val="14"/>
      <w:szCs w:val="18"/>
      <w:lang w:eastAsia="nl-NL"/>
    </w:rPr>
  </w:style>
  <w:style w:type="paragraph" w:customStyle="1" w:styleId="onderwerp">
    <w:name w:val="onderwerp"/>
    <w:basedOn w:val="Standaard"/>
    <w:link w:val="onderwerpChar"/>
    <w:rsid w:val="00FC7DC2"/>
    <w:pPr>
      <w:framePr w:hSpace="108" w:wrap="around" w:vAnchor="page" w:hAnchor="page" w:x="738" w:y="3233"/>
      <w:suppressOverlap/>
    </w:pPr>
    <w:rPr>
      <w:sz w:val="14"/>
      <w:szCs w:val="14"/>
    </w:rPr>
  </w:style>
  <w:style w:type="paragraph" w:customStyle="1" w:styleId="datum">
    <w:name w:val="datum"/>
    <w:basedOn w:val="Datumveld"/>
    <w:link w:val="datumChar"/>
    <w:rsid w:val="00FC7DC2"/>
    <w:pPr>
      <w:framePr w:hSpace="108" w:wrap="around" w:vAnchor="page" w:hAnchor="page" w:x="738" w:y="3233"/>
    </w:pPr>
  </w:style>
  <w:style w:type="character" w:customStyle="1" w:styleId="onderwerpChar">
    <w:name w:val="onderwerp Char"/>
    <w:basedOn w:val="Standaardalinea-lettertype"/>
    <w:link w:val="onderwerp"/>
    <w:rsid w:val="00FC7DC2"/>
    <w:rPr>
      <w:rFonts w:ascii="Arial" w:hAnsi="Arial"/>
      <w:sz w:val="14"/>
      <w:szCs w:val="14"/>
    </w:rPr>
  </w:style>
  <w:style w:type="paragraph" w:customStyle="1" w:styleId="onderwerp2">
    <w:name w:val="onderwerp2"/>
    <w:basedOn w:val="Standaard"/>
    <w:next w:val="onderwerp"/>
    <w:link w:val="onderwerp2Char"/>
    <w:autoRedefine/>
    <w:rsid w:val="008B2D8F"/>
    <w:pPr>
      <w:framePr w:hSpace="108" w:wrap="around" w:vAnchor="page" w:hAnchor="page" w:x="738" w:y="3233"/>
    </w:pPr>
    <w:rPr>
      <w:sz w:val="14"/>
    </w:rPr>
  </w:style>
  <w:style w:type="character" w:customStyle="1" w:styleId="DatumveldChar">
    <w:name w:val="Datumveld Char"/>
    <w:basedOn w:val="Standaardalinea-lettertype"/>
    <w:link w:val="Datumveld"/>
    <w:uiPriority w:val="15"/>
    <w:rsid w:val="00FC7DC2"/>
    <w:rPr>
      <w:rFonts w:ascii="Arial" w:hAnsi="Arial"/>
      <w:sz w:val="14"/>
      <w:szCs w:val="14"/>
    </w:rPr>
  </w:style>
  <w:style w:type="character" w:customStyle="1" w:styleId="datumChar">
    <w:name w:val="datum Char"/>
    <w:basedOn w:val="DatumveldChar"/>
    <w:link w:val="datum"/>
    <w:rsid w:val="00FC7DC2"/>
    <w:rPr>
      <w:rFonts w:ascii="Arial" w:hAnsi="Arial"/>
      <w:sz w:val="14"/>
      <w:szCs w:val="14"/>
    </w:rPr>
  </w:style>
  <w:style w:type="paragraph" w:customStyle="1" w:styleId="aanhef">
    <w:name w:val="aanhef"/>
    <w:basedOn w:val="Standaard"/>
    <w:link w:val="aanhefChar"/>
    <w:rsid w:val="00BD2CC6"/>
    <w:pPr>
      <w:spacing w:line="240" w:lineRule="exact"/>
    </w:pPr>
    <w:rPr>
      <w:noProof/>
      <w:szCs w:val="18"/>
      <w:lang w:eastAsia="nl-NL"/>
    </w:rPr>
  </w:style>
  <w:style w:type="character" w:customStyle="1" w:styleId="onderwerp2Char">
    <w:name w:val="onderwerp2 Char"/>
    <w:basedOn w:val="Standaardalinea-lettertype"/>
    <w:link w:val="onderwerp2"/>
    <w:rsid w:val="008B2D8F"/>
    <w:rPr>
      <w:rFonts w:ascii="Arial" w:hAnsi="Arial"/>
      <w:sz w:val="14"/>
    </w:rPr>
  </w:style>
  <w:style w:type="paragraph" w:styleId="Ballontekst">
    <w:name w:val="Balloon Text"/>
    <w:basedOn w:val="Standaard"/>
    <w:link w:val="BallontekstChar"/>
    <w:uiPriority w:val="99"/>
    <w:semiHidden/>
    <w:unhideWhenUsed/>
    <w:rsid w:val="00BD2CC6"/>
    <w:pPr>
      <w:spacing w:line="240" w:lineRule="auto"/>
    </w:pPr>
    <w:rPr>
      <w:rFonts w:ascii="Segoe UI" w:hAnsi="Segoe UI" w:cs="Segoe UI"/>
      <w:szCs w:val="18"/>
    </w:rPr>
  </w:style>
  <w:style w:type="character" w:customStyle="1" w:styleId="aanhefChar">
    <w:name w:val="aanhef Char"/>
    <w:basedOn w:val="Standaardalinea-lettertype"/>
    <w:link w:val="aanhef"/>
    <w:rsid w:val="00BD2CC6"/>
    <w:rPr>
      <w:rFonts w:ascii="Arial" w:hAnsi="Arial"/>
      <w:noProof/>
      <w:sz w:val="18"/>
      <w:szCs w:val="18"/>
      <w:lang w:eastAsia="nl-NL"/>
    </w:rPr>
  </w:style>
  <w:style w:type="character" w:customStyle="1" w:styleId="BallontekstChar">
    <w:name w:val="Ballontekst Char"/>
    <w:basedOn w:val="Standaardalinea-lettertype"/>
    <w:link w:val="Ballontekst"/>
    <w:uiPriority w:val="99"/>
    <w:semiHidden/>
    <w:rsid w:val="00BD2CC6"/>
    <w:rPr>
      <w:rFonts w:ascii="Segoe UI" w:hAnsi="Segoe UI" w:cs="Segoe UI"/>
      <w:sz w:val="18"/>
      <w:szCs w:val="18"/>
    </w:rPr>
  </w:style>
  <w:style w:type="paragraph" w:customStyle="1" w:styleId="Default">
    <w:name w:val="Default"/>
    <w:rsid w:val="00EA7422"/>
    <w:pPr>
      <w:autoSpaceDE w:val="0"/>
      <w:autoSpaceDN w:val="0"/>
      <w:adjustRightInd w:val="0"/>
      <w:spacing w:after="0" w:line="240" w:lineRule="auto"/>
    </w:pPr>
    <w:rPr>
      <w:rFonts w:ascii="LEGBF N+ Univers" w:hAnsi="LEGBF N+ Univers" w:cs="LEGBF N+ Univer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653868">
      <w:bodyDiv w:val="1"/>
      <w:marLeft w:val="0"/>
      <w:marRight w:val="0"/>
      <w:marTop w:val="0"/>
      <w:marBottom w:val="0"/>
      <w:divBdr>
        <w:top w:val="none" w:sz="0" w:space="0" w:color="auto"/>
        <w:left w:val="none" w:sz="0" w:space="0" w:color="auto"/>
        <w:bottom w:val="none" w:sz="0" w:space="0" w:color="auto"/>
        <w:right w:val="none" w:sz="0" w:space="0" w:color="auto"/>
      </w:divBdr>
    </w:div>
    <w:div w:id="815223940">
      <w:bodyDiv w:val="1"/>
      <w:marLeft w:val="0"/>
      <w:marRight w:val="0"/>
      <w:marTop w:val="0"/>
      <w:marBottom w:val="0"/>
      <w:divBdr>
        <w:top w:val="none" w:sz="0" w:space="0" w:color="auto"/>
        <w:left w:val="none" w:sz="0" w:space="0" w:color="auto"/>
        <w:bottom w:val="none" w:sz="0" w:space="0" w:color="auto"/>
        <w:right w:val="none" w:sz="0" w:space="0" w:color="auto"/>
      </w:divBdr>
    </w:div>
    <w:div w:id="1068916574">
      <w:bodyDiv w:val="1"/>
      <w:marLeft w:val="0"/>
      <w:marRight w:val="0"/>
      <w:marTop w:val="0"/>
      <w:marBottom w:val="0"/>
      <w:divBdr>
        <w:top w:val="none" w:sz="0" w:space="0" w:color="auto"/>
        <w:left w:val="none" w:sz="0" w:space="0" w:color="auto"/>
        <w:bottom w:val="none" w:sz="0" w:space="0" w:color="auto"/>
        <w:right w:val="none" w:sz="0" w:space="0" w:color="auto"/>
      </w:divBdr>
    </w:div>
    <w:div w:id="1195923345">
      <w:bodyDiv w:val="1"/>
      <w:marLeft w:val="0"/>
      <w:marRight w:val="0"/>
      <w:marTop w:val="0"/>
      <w:marBottom w:val="0"/>
      <w:divBdr>
        <w:top w:val="none" w:sz="0" w:space="0" w:color="auto"/>
        <w:left w:val="none" w:sz="0" w:space="0" w:color="auto"/>
        <w:bottom w:val="none" w:sz="0" w:space="0" w:color="auto"/>
        <w:right w:val="none" w:sz="0" w:space="0" w:color="auto"/>
      </w:divBdr>
    </w:div>
    <w:div w:id="1294868059">
      <w:bodyDiv w:val="1"/>
      <w:marLeft w:val="0"/>
      <w:marRight w:val="0"/>
      <w:marTop w:val="0"/>
      <w:marBottom w:val="0"/>
      <w:divBdr>
        <w:top w:val="none" w:sz="0" w:space="0" w:color="auto"/>
        <w:left w:val="none" w:sz="0" w:space="0" w:color="auto"/>
        <w:bottom w:val="none" w:sz="0" w:space="0" w:color="auto"/>
        <w:right w:val="none" w:sz="0" w:space="0" w:color="auto"/>
      </w:divBdr>
    </w:div>
    <w:div w:id="147825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glossaryDocument" Target="glossary/document.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centraal\office\2013\huisstijl\Politie\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2D80F92690C46C881D601919E9DCADD"/>
        <w:category>
          <w:name w:val="Algemeen"/>
          <w:gallery w:val="placeholder"/>
        </w:category>
        <w:types>
          <w:type w:val="bbPlcHdr"/>
        </w:types>
        <w:behaviors>
          <w:behavior w:val="content"/>
        </w:behaviors>
        <w:guid w:val="{E79BD1CE-AD21-4045-B935-7D837330FABA}"/>
      </w:docPartPr>
      <w:docPartBody>
        <w:p w:rsidR="00274D02" w:rsidRDefault="00274D02">
          <w:pPr>
            <w:pStyle w:val="E2D80F92690C46C881D601919E9DCADD"/>
          </w:pPr>
          <w:r w:rsidRPr="00C3408C">
            <w:rPr>
              <w:rStyle w:val="Tekstvantijdelijkeaanduiding"/>
              <w:b/>
              <w:sz w:val="24"/>
              <w:szCs w:val="24"/>
            </w:rPr>
            <w:t>Kies een item.</w:t>
          </w:r>
        </w:p>
      </w:docPartBody>
    </w:docPart>
    <w:docPart>
      <w:docPartPr>
        <w:name w:val="BFEE703846854C2585F5451E624DAAFF"/>
        <w:category>
          <w:name w:val="Algemeen"/>
          <w:gallery w:val="placeholder"/>
        </w:category>
        <w:types>
          <w:type w:val="bbPlcHdr"/>
        </w:types>
        <w:behaviors>
          <w:behavior w:val="content"/>
        </w:behaviors>
        <w:guid w:val="{97379B44-BC86-40EA-956D-855216B56887}"/>
      </w:docPartPr>
      <w:docPartBody>
        <w:p w:rsidR="00274D02" w:rsidRDefault="00274D02">
          <w:pPr>
            <w:pStyle w:val="BFEE703846854C2585F5451E624DAAFF"/>
          </w:pPr>
          <w:r w:rsidRPr="00095733">
            <w:rPr>
              <w:rStyle w:val="Tekstvantijdelijkeaanduiding"/>
              <w:b/>
              <w:sz w:val="14"/>
              <w:szCs w:val="14"/>
            </w:rPr>
            <w:t>Onderwerp</w:t>
          </w:r>
        </w:p>
      </w:docPartBody>
    </w:docPart>
    <w:docPart>
      <w:docPartPr>
        <w:name w:val="14365175BDA04B96AB9B60C2B033D764"/>
        <w:category>
          <w:name w:val="Algemeen"/>
          <w:gallery w:val="placeholder"/>
        </w:category>
        <w:types>
          <w:type w:val="bbPlcHdr"/>
        </w:types>
        <w:behaviors>
          <w:behavior w:val="content"/>
        </w:behaviors>
        <w:guid w:val="{F2204199-60E8-496E-BAC0-2C19684E5585}"/>
      </w:docPartPr>
      <w:docPartBody>
        <w:p w:rsidR="00274D02" w:rsidRDefault="00274D02">
          <w:pPr>
            <w:pStyle w:val="14365175BDA04B96AB9B60C2B033D764"/>
          </w:pPr>
          <w:r w:rsidRPr="00786C7C">
            <w:rPr>
              <w:rStyle w:val="Tekstvantijdelijkeaanduiding"/>
              <w:color w:val="808080" w:themeColor="background1" w:themeShade="80"/>
            </w:rPr>
            <w:t>Klik hier als u tekst wilt invoeren.</w:t>
          </w:r>
        </w:p>
      </w:docPartBody>
    </w:docPart>
    <w:docPart>
      <w:docPartPr>
        <w:name w:val="78BD611D79294AB6A86D6CA37DB39BA5"/>
        <w:category>
          <w:name w:val="Algemeen"/>
          <w:gallery w:val="placeholder"/>
        </w:category>
        <w:types>
          <w:type w:val="bbPlcHdr"/>
        </w:types>
        <w:behaviors>
          <w:behavior w:val="content"/>
        </w:behaviors>
        <w:guid w:val="{A90369A9-C6AE-4AF3-BD8D-9B834488E252}"/>
      </w:docPartPr>
      <w:docPartBody>
        <w:p w:rsidR="00274D02" w:rsidRDefault="00274D02">
          <w:pPr>
            <w:pStyle w:val="78BD611D79294AB6A86D6CA37DB39BA5"/>
          </w:pPr>
          <w:r w:rsidRPr="007E619C">
            <w:rPr>
              <w:rStyle w:val="Tekstvantijdelijkeaanduiding"/>
            </w:rPr>
            <w:t>Klik hier als u tekst wilt invoeren.</w:t>
          </w:r>
        </w:p>
      </w:docPartBody>
    </w:docPart>
    <w:docPart>
      <w:docPartPr>
        <w:name w:val="87A79F4CB57847C7808DBC942CDB9274"/>
        <w:category>
          <w:name w:val="Algemeen"/>
          <w:gallery w:val="placeholder"/>
        </w:category>
        <w:types>
          <w:type w:val="bbPlcHdr"/>
        </w:types>
        <w:behaviors>
          <w:behavior w:val="content"/>
        </w:behaviors>
        <w:guid w:val="{9863C033-DAE4-4A2A-820B-A125D519C945}"/>
      </w:docPartPr>
      <w:docPartBody>
        <w:p w:rsidR="00274D02" w:rsidRDefault="00274D02">
          <w:pPr>
            <w:pStyle w:val="87A79F4CB57847C7808DBC942CDB9274"/>
          </w:pPr>
          <w:r w:rsidRPr="007E619C">
            <w:rPr>
              <w:rStyle w:val="Tekstvantijdelijkeaanduiding"/>
            </w:rPr>
            <w:t>Klik hier als u tekst wilt invoeren.</w:t>
          </w:r>
        </w:p>
      </w:docPartBody>
    </w:docPart>
    <w:docPart>
      <w:docPartPr>
        <w:name w:val="DC0690B4E62F460AB9848075752B7E00"/>
        <w:category>
          <w:name w:val="Algemeen"/>
          <w:gallery w:val="placeholder"/>
        </w:category>
        <w:types>
          <w:type w:val="bbPlcHdr"/>
        </w:types>
        <w:behaviors>
          <w:behavior w:val="content"/>
        </w:behaviors>
        <w:guid w:val="{9AA5EE2D-9AB4-4640-BE10-3A1B9A913A39}"/>
      </w:docPartPr>
      <w:docPartBody>
        <w:p w:rsidR="00274D02" w:rsidRDefault="00274D02">
          <w:pPr>
            <w:pStyle w:val="DC0690B4E62F460AB9848075752B7E00"/>
          </w:pPr>
          <w:r w:rsidRPr="00294F4E">
            <w:rPr>
              <w:rStyle w:val="Tekstvantijdelijkeaanduiding"/>
              <w:szCs w:val="14"/>
            </w:rPr>
            <w:t>Klik hier als u tekst wilt invoeren.</w:t>
          </w:r>
        </w:p>
      </w:docPartBody>
    </w:docPart>
    <w:docPart>
      <w:docPartPr>
        <w:name w:val="55F2F87EC51B4A6BA291A12F53F37CE5"/>
        <w:category>
          <w:name w:val="Algemeen"/>
          <w:gallery w:val="placeholder"/>
        </w:category>
        <w:types>
          <w:type w:val="bbPlcHdr"/>
        </w:types>
        <w:behaviors>
          <w:behavior w:val="content"/>
        </w:behaviors>
        <w:guid w:val="{E0F34A7A-F554-4C36-B8D7-DC27F9DDD0EB}"/>
      </w:docPartPr>
      <w:docPartBody>
        <w:p w:rsidR="00274D02" w:rsidRDefault="00274D02">
          <w:pPr>
            <w:pStyle w:val="55F2F87EC51B4A6BA291A12F53F37CE5"/>
          </w:pPr>
          <w:r w:rsidRPr="00294F4E">
            <w:rPr>
              <w:rStyle w:val="Tekstvantijdelijkeaanduiding"/>
              <w:szCs w:val="14"/>
            </w:rPr>
            <w:t>Klik hier als u tekst wilt invoeren.</w:t>
          </w:r>
        </w:p>
      </w:docPartBody>
    </w:docPart>
    <w:docPart>
      <w:docPartPr>
        <w:name w:val="4F0C063CA020499E84468667E805611D"/>
        <w:category>
          <w:name w:val="Algemeen"/>
          <w:gallery w:val="placeholder"/>
        </w:category>
        <w:types>
          <w:type w:val="bbPlcHdr"/>
        </w:types>
        <w:behaviors>
          <w:behavior w:val="content"/>
        </w:behaviors>
        <w:guid w:val="{65BEE7E3-286F-4931-A8ED-7B88C5D77767}"/>
      </w:docPartPr>
      <w:docPartBody>
        <w:p w:rsidR="00274D02" w:rsidRDefault="00274D02">
          <w:pPr>
            <w:pStyle w:val="4F0C063CA020499E84468667E805611D"/>
          </w:pPr>
          <w:r w:rsidRPr="00294F4E">
            <w:rPr>
              <w:rStyle w:val="Tekstvantijdelijkeaanduiding"/>
              <w:szCs w:val="14"/>
            </w:rPr>
            <w:t>Klik hier als u tekst wilt invoeren.</w:t>
          </w:r>
        </w:p>
      </w:docPartBody>
    </w:docPart>
    <w:docPart>
      <w:docPartPr>
        <w:name w:val="8C8DA2F57D054E38959F6A9C24C0DC30"/>
        <w:category>
          <w:name w:val="Algemeen"/>
          <w:gallery w:val="placeholder"/>
        </w:category>
        <w:types>
          <w:type w:val="bbPlcHdr"/>
        </w:types>
        <w:behaviors>
          <w:behavior w:val="content"/>
        </w:behaviors>
        <w:guid w:val="{5705372D-1C5F-47A5-B80E-7CC421155A34}"/>
      </w:docPartPr>
      <w:docPartBody>
        <w:p w:rsidR="00274D02" w:rsidRDefault="00274D02">
          <w:pPr>
            <w:pStyle w:val="8C8DA2F57D054E38959F6A9C24C0DC30"/>
          </w:pPr>
          <w:r w:rsidRPr="007E619C">
            <w:rPr>
              <w:rStyle w:val="Tekstvantijdelijkeaanduiding"/>
            </w:rPr>
            <w:t>Klik hier als u tekst wilt invoeren.</w:t>
          </w:r>
        </w:p>
      </w:docPartBody>
    </w:docPart>
    <w:docPart>
      <w:docPartPr>
        <w:name w:val="D163FE9D756E40C2884E43C431E2B7A1"/>
        <w:category>
          <w:name w:val="Algemeen"/>
          <w:gallery w:val="placeholder"/>
        </w:category>
        <w:types>
          <w:type w:val="bbPlcHdr"/>
        </w:types>
        <w:behaviors>
          <w:behavior w:val="content"/>
        </w:behaviors>
        <w:guid w:val="{DD9F4CF1-3499-47AE-8D73-A299C03B586D}"/>
      </w:docPartPr>
      <w:docPartBody>
        <w:p w:rsidR="00274D02" w:rsidRDefault="00274D02">
          <w:pPr>
            <w:pStyle w:val="D163FE9D756E40C2884E43C431E2B7A1"/>
          </w:pPr>
          <w:r w:rsidRPr="00317D7E">
            <w:rPr>
              <w:rStyle w:val="Tekstvantijdelijkeaanduiding"/>
              <w:sz w:val="14"/>
              <w:szCs w:val="14"/>
            </w:rPr>
            <w:t>Klik hier als u tekst wilt invoeren.</w:t>
          </w:r>
        </w:p>
      </w:docPartBody>
    </w:docPart>
    <w:docPart>
      <w:docPartPr>
        <w:name w:val="225601148B6C4E9890AFDE6788C7A865"/>
        <w:category>
          <w:name w:val="Algemeen"/>
          <w:gallery w:val="placeholder"/>
        </w:category>
        <w:types>
          <w:type w:val="bbPlcHdr"/>
        </w:types>
        <w:behaviors>
          <w:behavior w:val="content"/>
        </w:behaviors>
        <w:guid w:val="{F9A6CCC1-F3BE-49A7-8CAF-FAF1C3081C0E}"/>
      </w:docPartPr>
      <w:docPartBody>
        <w:p w:rsidR="00274D02" w:rsidRDefault="00274D02">
          <w:pPr>
            <w:pStyle w:val="225601148B6C4E9890AFDE6788C7A865"/>
          </w:pPr>
          <w:r w:rsidRPr="00180FC1">
            <w:rPr>
              <w:b/>
              <w:sz w:val="14"/>
              <w:szCs w:val="14"/>
            </w:rPr>
            <w:t>Functie</w:t>
          </w:r>
        </w:p>
      </w:docPartBody>
    </w:docPart>
    <w:docPart>
      <w:docPartPr>
        <w:name w:val="E799A129F94A4C18982F8FA11B1DCDF1"/>
        <w:category>
          <w:name w:val="Algemeen"/>
          <w:gallery w:val="placeholder"/>
        </w:category>
        <w:types>
          <w:type w:val="bbPlcHdr"/>
        </w:types>
        <w:behaviors>
          <w:behavior w:val="content"/>
        </w:behaviors>
        <w:guid w:val="{2C4AD14D-5DA6-454B-8D6F-60F01938E8D9}"/>
      </w:docPartPr>
      <w:docPartBody>
        <w:p w:rsidR="00274D02" w:rsidRDefault="00274D02">
          <w:pPr>
            <w:pStyle w:val="E799A129F94A4C18982F8FA11B1DCDF1"/>
          </w:pPr>
          <w:r w:rsidRPr="007E619C">
            <w:rPr>
              <w:rStyle w:val="Tekstvantijdelijkeaanduiding"/>
            </w:rPr>
            <w:t>Klik hier als u tekst wilt invoeren.</w:t>
          </w:r>
        </w:p>
      </w:docPartBody>
    </w:docPart>
    <w:docPart>
      <w:docPartPr>
        <w:name w:val="E5500E671DFF49A3B0B2642FF3C92669"/>
        <w:category>
          <w:name w:val="Algemeen"/>
          <w:gallery w:val="placeholder"/>
        </w:category>
        <w:types>
          <w:type w:val="bbPlcHdr"/>
        </w:types>
        <w:behaviors>
          <w:behavior w:val="content"/>
        </w:behaviors>
        <w:guid w:val="{9EFEC129-4102-4FDA-B7A6-545A9AD1EC05}"/>
      </w:docPartPr>
      <w:docPartBody>
        <w:p w:rsidR="00274D02" w:rsidRDefault="00274D02">
          <w:pPr>
            <w:pStyle w:val="E5500E671DFF49A3B0B2642FF3C92669"/>
          </w:pPr>
          <w:r w:rsidRPr="00D03F07">
            <w:rPr>
              <w:rStyle w:val="Tekstvantijdelijkeaanduiding"/>
              <w:sz w:val="14"/>
              <w:szCs w:val="14"/>
            </w:rPr>
            <w:t>Klik hier als u tekst wilt invoeren.</w:t>
          </w:r>
        </w:p>
      </w:docPartBody>
    </w:docPart>
    <w:docPart>
      <w:docPartPr>
        <w:name w:val="1EF71BC4A80C438FBAB0C3A4499EC367"/>
        <w:category>
          <w:name w:val="Algemeen"/>
          <w:gallery w:val="placeholder"/>
        </w:category>
        <w:types>
          <w:type w:val="bbPlcHdr"/>
        </w:types>
        <w:behaviors>
          <w:behavior w:val="content"/>
        </w:behaviors>
        <w:guid w:val="{4ED6B86E-1F8E-4ECC-8220-E0B680743BB8}"/>
      </w:docPartPr>
      <w:docPartBody>
        <w:p w:rsidR="00274D02" w:rsidRDefault="00274D02">
          <w:pPr>
            <w:pStyle w:val="1EF71BC4A80C438FBAB0C3A4499EC367"/>
          </w:pPr>
          <w:r w:rsidRPr="00D03F07">
            <w:rPr>
              <w:b/>
              <w:sz w:val="14"/>
              <w:szCs w:val="14"/>
            </w:rPr>
            <w:t>E-mail</w:t>
          </w:r>
        </w:p>
      </w:docPartBody>
    </w:docPart>
    <w:docPart>
      <w:docPartPr>
        <w:name w:val="73AEA0BB0CAB4C9E92E0D2A974711493"/>
        <w:category>
          <w:name w:val="Algemeen"/>
          <w:gallery w:val="placeholder"/>
        </w:category>
        <w:types>
          <w:type w:val="bbPlcHdr"/>
        </w:types>
        <w:behaviors>
          <w:behavior w:val="content"/>
        </w:behaviors>
        <w:guid w:val="{777AE57E-5302-43A9-BB5D-2A5A7EE2A6CA}"/>
      </w:docPartPr>
      <w:docPartBody>
        <w:p w:rsidR="00274D02" w:rsidRDefault="00274D02">
          <w:pPr>
            <w:pStyle w:val="73AEA0BB0CAB4C9E92E0D2A974711493"/>
          </w:pPr>
          <w:r w:rsidRPr="00294F4E">
            <w:rPr>
              <w:rStyle w:val="Tekstvantijdelijkeaanduiding"/>
              <w:szCs w:val="14"/>
            </w:rPr>
            <w:t>Klik hier als u tekst wilt invoeren.</w:t>
          </w:r>
        </w:p>
      </w:docPartBody>
    </w:docPart>
    <w:docPart>
      <w:docPartPr>
        <w:name w:val="C5E5631725664AF7A227AA88CF23EB5B"/>
        <w:category>
          <w:name w:val="Algemeen"/>
          <w:gallery w:val="placeholder"/>
        </w:category>
        <w:types>
          <w:type w:val="bbPlcHdr"/>
        </w:types>
        <w:behaviors>
          <w:behavior w:val="content"/>
        </w:behaviors>
        <w:guid w:val="{FA620B0A-94D6-4B65-AD0B-270D731F4D55}"/>
      </w:docPartPr>
      <w:docPartBody>
        <w:p w:rsidR="00274D02" w:rsidRDefault="00274D02">
          <w:pPr>
            <w:pStyle w:val="C5E5631725664AF7A227AA88CF23EB5B"/>
          </w:pPr>
          <w:r>
            <w:rPr>
              <w:b/>
              <w:sz w:val="14"/>
              <w:szCs w:val="14"/>
            </w:rPr>
            <w:t>Ons kenmerk</w:t>
          </w:r>
        </w:p>
      </w:docPartBody>
    </w:docPart>
    <w:docPart>
      <w:docPartPr>
        <w:name w:val="2BF78652EECF4981857CCD5657D3CDF3"/>
        <w:category>
          <w:name w:val="Algemeen"/>
          <w:gallery w:val="placeholder"/>
        </w:category>
        <w:types>
          <w:type w:val="bbPlcHdr"/>
        </w:types>
        <w:behaviors>
          <w:behavior w:val="content"/>
        </w:behaviors>
        <w:guid w:val="{F9DE052C-31DC-4357-AE44-4E998D2624D5}"/>
      </w:docPartPr>
      <w:docPartBody>
        <w:p w:rsidR="00274D02" w:rsidRDefault="00274D02">
          <w:pPr>
            <w:pStyle w:val="2BF78652EECF4981857CCD5657D3CDF3"/>
          </w:pPr>
          <w:r w:rsidRPr="00E96892">
            <w:rPr>
              <w:rStyle w:val="Tekstvantijdelijkeaanduiding"/>
              <w:sz w:val="14"/>
              <w:szCs w:val="14"/>
            </w:rPr>
            <w:t>Klik hier als u tekst wilt invoeren.</w:t>
          </w:r>
        </w:p>
      </w:docPartBody>
    </w:docPart>
    <w:docPart>
      <w:docPartPr>
        <w:name w:val="055801D961244D1DB580275D6E005BBE"/>
        <w:category>
          <w:name w:val="Algemeen"/>
          <w:gallery w:val="placeholder"/>
        </w:category>
        <w:types>
          <w:type w:val="bbPlcHdr"/>
        </w:types>
        <w:behaviors>
          <w:behavior w:val="content"/>
        </w:behaviors>
        <w:guid w:val="{3FFB32E1-42C3-4483-9CEB-A6E54AAF3DB1}"/>
      </w:docPartPr>
      <w:docPartBody>
        <w:p w:rsidR="00274D02" w:rsidRDefault="00274D02">
          <w:pPr>
            <w:pStyle w:val="055801D961244D1DB580275D6E005BBE"/>
          </w:pPr>
          <w:r>
            <w:rPr>
              <w:b/>
              <w:sz w:val="14"/>
              <w:szCs w:val="14"/>
            </w:rPr>
            <w:t>Uw kenmerk</w:t>
          </w:r>
        </w:p>
      </w:docPartBody>
    </w:docPart>
    <w:docPart>
      <w:docPartPr>
        <w:name w:val="5106F746ED4B48EB8BE2299E68290DC6"/>
        <w:category>
          <w:name w:val="Algemeen"/>
          <w:gallery w:val="placeholder"/>
        </w:category>
        <w:types>
          <w:type w:val="bbPlcHdr"/>
        </w:types>
        <w:behaviors>
          <w:behavior w:val="content"/>
        </w:behaviors>
        <w:guid w:val="{F2BBE554-EA36-4048-9AAB-4503B247D267}"/>
      </w:docPartPr>
      <w:docPartBody>
        <w:p w:rsidR="00274D02" w:rsidRDefault="00274D02">
          <w:pPr>
            <w:pStyle w:val="5106F746ED4B48EB8BE2299E68290DC6"/>
          </w:pPr>
          <w:r w:rsidRPr="00E96892">
            <w:rPr>
              <w:rStyle w:val="Tekstvantijdelijkeaanduiding"/>
              <w:sz w:val="14"/>
              <w:szCs w:val="14"/>
            </w:rPr>
            <w:t>Klik hier als u tekst wilt invoeren.</w:t>
          </w:r>
        </w:p>
      </w:docPartBody>
    </w:docPart>
    <w:docPart>
      <w:docPartPr>
        <w:name w:val="0E4E493C8C5A4C0C805A039E1CD9BC7D"/>
        <w:category>
          <w:name w:val="Algemeen"/>
          <w:gallery w:val="placeholder"/>
        </w:category>
        <w:types>
          <w:type w:val="bbPlcHdr"/>
        </w:types>
        <w:behaviors>
          <w:behavior w:val="content"/>
        </w:behaviors>
        <w:guid w:val="{6D4CBA70-58A8-4BE7-8689-B22390239E54}"/>
      </w:docPartPr>
      <w:docPartBody>
        <w:p w:rsidR="00274D02" w:rsidRDefault="00274D02">
          <w:pPr>
            <w:pStyle w:val="0E4E493C8C5A4C0C805A039E1CD9BC7D"/>
          </w:pPr>
          <w:r>
            <w:rPr>
              <w:b/>
              <w:sz w:val="14"/>
              <w:szCs w:val="14"/>
            </w:rPr>
            <w:t>In afschrift aan</w:t>
          </w:r>
        </w:p>
      </w:docPartBody>
    </w:docPart>
    <w:docPart>
      <w:docPartPr>
        <w:name w:val="8110F28E759943CD99990E6DABEE12FB"/>
        <w:category>
          <w:name w:val="Algemeen"/>
          <w:gallery w:val="placeholder"/>
        </w:category>
        <w:types>
          <w:type w:val="bbPlcHdr"/>
        </w:types>
        <w:behaviors>
          <w:behavior w:val="content"/>
        </w:behaviors>
        <w:guid w:val="{8C7F4F43-3136-4423-9871-E2B04E56EC60}"/>
      </w:docPartPr>
      <w:docPartBody>
        <w:p w:rsidR="00274D02" w:rsidRDefault="00274D02">
          <w:pPr>
            <w:pStyle w:val="8110F28E759943CD99990E6DABEE12FB"/>
          </w:pPr>
          <w:r w:rsidRPr="00E96892">
            <w:rPr>
              <w:rStyle w:val="Tekstvantijdelijkeaanduiding"/>
              <w:sz w:val="14"/>
              <w:szCs w:val="14"/>
            </w:rPr>
            <w:t>Klik hier als u tekst wilt invoeren.</w:t>
          </w:r>
        </w:p>
      </w:docPartBody>
    </w:docPart>
    <w:docPart>
      <w:docPartPr>
        <w:name w:val="89BC0AA884F946ACAA6C6F315A05AC99"/>
        <w:category>
          <w:name w:val="Algemeen"/>
          <w:gallery w:val="placeholder"/>
        </w:category>
        <w:types>
          <w:type w:val="bbPlcHdr"/>
        </w:types>
        <w:behaviors>
          <w:behavior w:val="content"/>
        </w:behaviors>
        <w:guid w:val="{1181B622-3E5B-4AD1-8E8C-5D6E6554EDAA}"/>
      </w:docPartPr>
      <w:docPartBody>
        <w:p w:rsidR="00274D02" w:rsidRDefault="00274D02">
          <w:pPr>
            <w:pStyle w:val="89BC0AA884F946ACAA6C6F315A05AC99"/>
          </w:pPr>
          <w:r w:rsidRPr="007E619C">
            <w:rPr>
              <w:rStyle w:val="Tekstvantijdelijkeaanduiding"/>
            </w:rPr>
            <w:t>Klik hier als u tekst wilt invoeren.</w:t>
          </w:r>
        </w:p>
      </w:docPartBody>
    </w:docPart>
    <w:docPart>
      <w:docPartPr>
        <w:name w:val="A2932CF088EC436EBD1225E04C251409"/>
        <w:category>
          <w:name w:val="Algemeen"/>
          <w:gallery w:val="placeholder"/>
        </w:category>
        <w:types>
          <w:type w:val="bbPlcHdr"/>
        </w:types>
        <w:behaviors>
          <w:behavior w:val="content"/>
        </w:behaviors>
        <w:guid w:val="{B6D7A004-B494-4264-95D4-E4D86F41DC6C}"/>
      </w:docPartPr>
      <w:docPartBody>
        <w:p w:rsidR="00274D02" w:rsidRDefault="00274D02">
          <w:pPr>
            <w:pStyle w:val="A2932CF088EC436EBD1225E04C251409"/>
          </w:pPr>
          <w:r w:rsidRPr="00294F4E">
            <w:rPr>
              <w:rStyle w:val="Tekstvantijdelijkeaanduiding"/>
            </w:rPr>
            <w:t xml:space="preserve">Klik hier </w:t>
          </w:r>
          <w:r>
            <w:rPr>
              <w:rStyle w:val="Tekstvantijdelijkeaanduiding"/>
            </w:rPr>
            <w:t>op de dropdown voor datum invoeren</w:t>
          </w:r>
          <w:r w:rsidRPr="00294F4E">
            <w:rPr>
              <w:rStyle w:val="Tekstvantijdelijkeaanduiding"/>
            </w:rPr>
            <w:t>.</w:t>
          </w:r>
        </w:p>
      </w:docPartBody>
    </w:docPart>
    <w:docPart>
      <w:docPartPr>
        <w:name w:val="F717B18999E543FC892B833DBD14AC10"/>
        <w:category>
          <w:name w:val="Algemeen"/>
          <w:gallery w:val="placeholder"/>
        </w:category>
        <w:types>
          <w:type w:val="bbPlcHdr"/>
        </w:types>
        <w:behaviors>
          <w:behavior w:val="content"/>
        </w:behaviors>
        <w:guid w:val="{2EA0674D-13D8-4A6B-AE6A-5316382889C6}"/>
      </w:docPartPr>
      <w:docPartBody>
        <w:p w:rsidR="00274D02" w:rsidRDefault="00274D02">
          <w:pPr>
            <w:pStyle w:val="F717B18999E543FC892B833DBD14AC10"/>
          </w:pPr>
          <w:r>
            <w:rPr>
              <w:b/>
            </w:rPr>
            <w:t>Bijlage(n)</w:t>
          </w:r>
        </w:p>
      </w:docPartBody>
    </w:docPart>
    <w:docPart>
      <w:docPartPr>
        <w:name w:val="6A745C6E176E4097A63A9DA765D087E0"/>
        <w:category>
          <w:name w:val="Algemeen"/>
          <w:gallery w:val="placeholder"/>
        </w:category>
        <w:types>
          <w:type w:val="bbPlcHdr"/>
        </w:types>
        <w:behaviors>
          <w:behavior w:val="content"/>
        </w:behaviors>
        <w:guid w:val="{3534E57C-22C6-46AB-BA2C-BCFB155D4F2C}"/>
      </w:docPartPr>
      <w:docPartBody>
        <w:p w:rsidR="00274D02" w:rsidRDefault="00274D02">
          <w:pPr>
            <w:pStyle w:val="6A745C6E176E4097A63A9DA765D087E0"/>
          </w:pPr>
          <w:r>
            <w:rPr>
              <w:sz w:val="14"/>
              <w:szCs w:val="14"/>
            </w:rPr>
            <w:t>0</w:t>
          </w:r>
        </w:p>
      </w:docPartBody>
    </w:docPart>
    <w:docPart>
      <w:docPartPr>
        <w:name w:val="1C2A46BD232148F98CFC2B4FC6FA6ED2"/>
        <w:category>
          <w:name w:val="Algemeen"/>
          <w:gallery w:val="placeholder"/>
        </w:category>
        <w:types>
          <w:type w:val="bbPlcHdr"/>
        </w:types>
        <w:behaviors>
          <w:behavior w:val="content"/>
        </w:behaviors>
        <w:guid w:val="{D5213F3E-105B-4AB4-B169-236A661EAD11}"/>
      </w:docPartPr>
      <w:docPartBody>
        <w:p w:rsidR="00274D02" w:rsidRDefault="00274D02">
          <w:pPr>
            <w:pStyle w:val="1C2A46BD232148F98CFC2B4FC6FA6ED2"/>
          </w:pPr>
          <w:r w:rsidRPr="007E619C">
            <w:rPr>
              <w:rStyle w:val="Tekstvantijdelijkeaanduiding"/>
            </w:rPr>
            <w:t>Klik hier als u tekst wilt invoeren.</w:t>
          </w:r>
        </w:p>
      </w:docPartBody>
    </w:docPart>
    <w:docPart>
      <w:docPartPr>
        <w:name w:val="9EC85A75786F4E73A95EBD8BA0B88DB5"/>
        <w:category>
          <w:name w:val="Algemeen"/>
          <w:gallery w:val="placeholder"/>
        </w:category>
        <w:types>
          <w:type w:val="bbPlcHdr"/>
        </w:types>
        <w:behaviors>
          <w:behavior w:val="content"/>
        </w:behaviors>
        <w:guid w:val="{75090DB4-B6AE-411A-8D33-7FE9124F55E8}"/>
      </w:docPartPr>
      <w:docPartBody>
        <w:p w:rsidR="00274D02" w:rsidRDefault="00274D02">
          <w:pPr>
            <w:pStyle w:val="9EC85A75786F4E73A95EBD8BA0B88DB5"/>
          </w:pPr>
          <w:r>
            <w:rPr>
              <w:rStyle w:val="Tekstvantijdelijkeaanduiding"/>
            </w:rPr>
            <w:t>Klik hier om het vak ‘aan’ in te vullen</w:t>
          </w:r>
        </w:p>
      </w:docPartBody>
    </w:docPart>
    <w:docPart>
      <w:docPartPr>
        <w:name w:val="C845CF5BEFAA4F0A9D12576837AE3C8B"/>
        <w:category>
          <w:name w:val="Algemeen"/>
          <w:gallery w:val="placeholder"/>
        </w:category>
        <w:types>
          <w:type w:val="bbPlcHdr"/>
        </w:types>
        <w:behaviors>
          <w:behavior w:val="content"/>
        </w:behaviors>
        <w:guid w:val="{0F0F2388-3F8E-4323-A024-176532EE969A}"/>
      </w:docPartPr>
      <w:docPartBody>
        <w:p w:rsidR="00274D02" w:rsidRDefault="00274D02">
          <w:pPr>
            <w:pStyle w:val="C845CF5BEFAA4F0A9D12576837AE3C8B"/>
          </w:pPr>
          <w:r w:rsidRPr="009A7260">
            <w:rPr>
              <w:rStyle w:val="Tekstvantijdelijkeaanduiding"/>
              <w:sz w:val="14"/>
              <w:szCs w:val="14"/>
            </w:rPr>
            <w:t>Klik hier als u tekst wilt invoeren.</w:t>
          </w:r>
        </w:p>
      </w:docPartBody>
    </w:docPart>
    <w:docPart>
      <w:docPartPr>
        <w:name w:val="F72EC790398E441ABEE9160E5C54B36B"/>
        <w:category>
          <w:name w:val="Algemeen"/>
          <w:gallery w:val="placeholder"/>
        </w:category>
        <w:types>
          <w:type w:val="bbPlcHdr"/>
        </w:types>
        <w:behaviors>
          <w:behavior w:val="content"/>
        </w:behaviors>
        <w:guid w:val="{4A829A45-AC17-4D7F-8B18-4471A1D57FF3}"/>
      </w:docPartPr>
      <w:docPartBody>
        <w:p w:rsidR="00274D02" w:rsidRDefault="00274D02">
          <w:pPr>
            <w:pStyle w:val="F72EC790398E441ABEE9160E5C54B36B"/>
          </w:pPr>
          <w:r w:rsidRPr="009A7260">
            <w:rPr>
              <w:rStyle w:val="Tekstvantijdelijkeaanduiding"/>
              <w:sz w:val="14"/>
              <w:szCs w:val="14"/>
            </w:rPr>
            <w:t>Klik hier als u tekst wilt invoeren.</w:t>
          </w:r>
        </w:p>
      </w:docPartBody>
    </w:docPart>
    <w:docPart>
      <w:docPartPr>
        <w:name w:val="E3A1C20B787444B1AC042872E5DAA812"/>
        <w:category>
          <w:name w:val="Algemeen"/>
          <w:gallery w:val="placeholder"/>
        </w:category>
        <w:types>
          <w:type w:val="bbPlcHdr"/>
        </w:types>
        <w:behaviors>
          <w:behavior w:val="content"/>
        </w:behaviors>
        <w:guid w:val="{D8E903F1-520A-4BC9-B753-7F182CE503B6}"/>
      </w:docPartPr>
      <w:docPartBody>
        <w:p w:rsidR="00274D02" w:rsidRDefault="00274D02">
          <w:pPr>
            <w:pStyle w:val="E3A1C20B787444B1AC042872E5DAA812"/>
          </w:pPr>
          <w:r w:rsidRPr="004046F9">
            <w:rPr>
              <w:rStyle w:val="Tekstvantijdelijkeaanduiding"/>
              <w:b/>
              <w:sz w:val="14"/>
              <w:szCs w:val="14"/>
            </w:rPr>
            <w:t>Onderwerp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0000000000000000000"/>
    <w:charset w:val="00"/>
    <w:family w:val="swiss"/>
    <w:notTrueType/>
    <w:pitch w:val="variable"/>
    <w:sig w:usb0="00000003" w:usb1="00000000" w:usb2="00000000" w:usb3="00000000" w:csb0="00000001" w:csb1="00000000"/>
  </w:font>
  <w:font w:name="LEGBF N+ Univers">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D02"/>
    <w:rsid w:val="00274D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color w:val="808080"/>
    </w:rPr>
  </w:style>
  <w:style w:type="paragraph" w:customStyle="1" w:styleId="E2D80F92690C46C881D601919E9DCADD">
    <w:name w:val="E2D80F92690C46C881D601919E9DCADD"/>
  </w:style>
  <w:style w:type="paragraph" w:customStyle="1" w:styleId="BFEE703846854C2585F5451E624DAAFF">
    <w:name w:val="BFEE703846854C2585F5451E624DAAFF"/>
  </w:style>
  <w:style w:type="paragraph" w:customStyle="1" w:styleId="14365175BDA04B96AB9B60C2B033D764">
    <w:name w:val="14365175BDA04B96AB9B60C2B033D764"/>
  </w:style>
  <w:style w:type="paragraph" w:customStyle="1" w:styleId="78BD611D79294AB6A86D6CA37DB39BA5">
    <w:name w:val="78BD611D79294AB6A86D6CA37DB39BA5"/>
  </w:style>
  <w:style w:type="paragraph" w:customStyle="1" w:styleId="87A79F4CB57847C7808DBC942CDB9274">
    <w:name w:val="87A79F4CB57847C7808DBC942CDB9274"/>
  </w:style>
  <w:style w:type="paragraph" w:customStyle="1" w:styleId="DC0690B4E62F460AB9848075752B7E00">
    <w:name w:val="DC0690B4E62F460AB9848075752B7E00"/>
  </w:style>
  <w:style w:type="paragraph" w:customStyle="1" w:styleId="55F2F87EC51B4A6BA291A12F53F37CE5">
    <w:name w:val="55F2F87EC51B4A6BA291A12F53F37CE5"/>
  </w:style>
  <w:style w:type="paragraph" w:customStyle="1" w:styleId="4F0C063CA020499E84468667E805611D">
    <w:name w:val="4F0C063CA020499E84468667E805611D"/>
  </w:style>
  <w:style w:type="paragraph" w:customStyle="1" w:styleId="8C8DA2F57D054E38959F6A9C24C0DC30">
    <w:name w:val="8C8DA2F57D054E38959F6A9C24C0DC30"/>
  </w:style>
  <w:style w:type="paragraph" w:customStyle="1" w:styleId="D163FE9D756E40C2884E43C431E2B7A1">
    <w:name w:val="D163FE9D756E40C2884E43C431E2B7A1"/>
  </w:style>
  <w:style w:type="paragraph" w:customStyle="1" w:styleId="225601148B6C4E9890AFDE6788C7A865">
    <w:name w:val="225601148B6C4E9890AFDE6788C7A865"/>
  </w:style>
  <w:style w:type="paragraph" w:customStyle="1" w:styleId="7D0E8AAFCE8540609ABCBDB121A4ADE0">
    <w:name w:val="7D0E8AAFCE8540609ABCBDB121A4ADE0"/>
  </w:style>
  <w:style w:type="paragraph" w:customStyle="1" w:styleId="E799A129F94A4C18982F8FA11B1DCDF1">
    <w:name w:val="E799A129F94A4C18982F8FA11B1DCDF1"/>
  </w:style>
  <w:style w:type="paragraph" w:customStyle="1" w:styleId="E5500E671DFF49A3B0B2642FF3C92669">
    <w:name w:val="E5500E671DFF49A3B0B2642FF3C92669"/>
  </w:style>
  <w:style w:type="paragraph" w:customStyle="1" w:styleId="1EF71BC4A80C438FBAB0C3A4499EC367">
    <w:name w:val="1EF71BC4A80C438FBAB0C3A4499EC367"/>
  </w:style>
  <w:style w:type="paragraph" w:customStyle="1" w:styleId="73AEA0BB0CAB4C9E92E0D2A974711493">
    <w:name w:val="73AEA0BB0CAB4C9E92E0D2A974711493"/>
  </w:style>
  <w:style w:type="paragraph" w:customStyle="1" w:styleId="C5E5631725664AF7A227AA88CF23EB5B">
    <w:name w:val="C5E5631725664AF7A227AA88CF23EB5B"/>
  </w:style>
  <w:style w:type="paragraph" w:customStyle="1" w:styleId="2BF78652EECF4981857CCD5657D3CDF3">
    <w:name w:val="2BF78652EECF4981857CCD5657D3CDF3"/>
  </w:style>
  <w:style w:type="paragraph" w:customStyle="1" w:styleId="055801D961244D1DB580275D6E005BBE">
    <w:name w:val="055801D961244D1DB580275D6E005BBE"/>
  </w:style>
  <w:style w:type="paragraph" w:customStyle="1" w:styleId="5106F746ED4B48EB8BE2299E68290DC6">
    <w:name w:val="5106F746ED4B48EB8BE2299E68290DC6"/>
  </w:style>
  <w:style w:type="paragraph" w:customStyle="1" w:styleId="0E4E493C8C5A4C0C805A039E1CD9BC7D">
    <w:name w:val="0E4E493C8C5A4C0C805A039E1CD9BC7D"/>
  </w:style>
  <w:style w:type="paragraph" w:customStyle="1" w:styleId="8110F28E759943CD99990E6DABEE12FB">
    <w:name w:val="8110F28E759943CD99990E6DABEE12FB"/>
  </w:style>
  <w:style w:type="paragraph" w:customStyle="1" w:styleId="89BC0AA884F946ACAA6C6F315A05AC99">
    <w:name w:val="89BC0AA884F946ACAA6C6F315A05AC99"/>
  </w:style>
  <w:style w:type="paragraph" w:customStyle="1" w:styleId="A2932CF088EC436EBD1225E04C251409">
    <w:name w:val="A2932CF088EC436EBD1225E04C251409"/>
  </w:style>
  <w:style w:type="paragraph" w:customStyle="1" w:styleId="F717B18999E543FC892B833DBD14AC10">
    <w:name w:val="F717B18999E543FC892B833DBD14AC10"/>
  </w:style>
  <w:style w:type="paragraph" w:customStyle="1" w:styleId="6A745C6E176E4097A63A9DA765D087E0">
    <w:name w:val="6A745C6E176E4097A63A9DA765D087E0"/>
  </w:style>
  <w:style w:type="paragraph" w:customStyle="1" w:styleId="1C2A46BD232148F98CFC2B4FC6FA6ED2">
    <w:name w:val="1C2A46BD232148F98CFC2B4FC6FA6ED2"/>
  </w:style>
  <w:style w:type="paragraph" w:customStyle="1" w:styleId="9EC85A75786F4E73A95EBD8BA0B88DB5">
    <w:name w:val="9EC85A75786F4E73A95EBD8BA0B88DB5"/>
  </w:style>
  <w:style w:type="paragraph" w:customStyle="1" w:styleId="C845CF5BEFAA4F0A9D12576837AE3C8B">
    <w:name w:val="C845CF5BEFAA4F0A9D12576837AE3C8B"/>
  </w:style>
  <w:style w:type="paragraph" w:customStyle="1" w:styleId="F72EC790398E441ABEE9160E5C54B36B">
    <w:name w:val="F72EC790398E441ABEE9160E5C54B36B"/>
  </w:style>
  <w:style w:type="paragraph" w:customStyle="1" w:styleId="E3A1C20B787444B1AC042872E5DAA812">
    <w:name w:val="E3A1C20B787444B1AC042872E5DAA8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Aangepast 1">
      <a:dk1>
        <a:sysClr val="windowText" lastClr="000000"/>
      </a:dk1>
      <a:lt1>
        <a:sysClr val="window" lastClr="FFFFFF"/>
      </a:lt1>
      <a:dk2>
        <a:srgbClr val="44546A"/>
      </a:dk2>
      <a:lt2>
        <a:srgbClr val="E7E6E6"/>
      </a:lt2>
      <a:accent1>
        <a:srgbClr val="004682"/>
      </a:accent1>
      <a:accent2>
        <a:srgbClr val="BE965A"/>
      </a:accent2>
      <a:accent3>
        <a:srgbClr val="D1E9FF"/>
      </a:accent3>
      <a:accent4>
        <a:srgbClr val="DCCBA4"/>
      </a:accent4>
      <a:accent5>
        <a:srgbClr val="757070"/>
      </a:accent5>
      <a:accent6>
        <a:srgbClr val="AEABAB"/>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609</ap:Words>
  <ap:Characters>3354</ap:Characters>
  <ap:DocSecurity>0</ap:DocSecurity>
  <ap:Lines>27</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3956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2022-03-19T09:55:00.0000000Z</dcterms:created>
  <dcterms:modified xsi:type="dcterms:W3CDTF">2022-04-05T10:54:00.0000000Z</dcterms:modified>
  <version/>
  <category/>
</coreProperties>
</file>