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F4B" w:rsidP="00855F4B" w:rsidRDefault="00855F4B">
      <w:pPr>
        <w:spacing w:line="276" w:lineRule="auto"/>
      </w:pPr>
      <w:r>
        <w:t>Geachte voorzitter,</w:t>
      </w:r>
    </w:p>
    <w:p w:rsidR="00855F4B" w:rsidP="00855F4B" w:rsidRDefault="00855F4B">
      <w:pPr>
        <w:spacing w:line="276" w:lineRule="auto"/>
      </w:pPr>
    </w:p>
    <w:p w:rsidR="00855F4B" w:rsidP="00855F4B" w:rsidRDefault="0054186D">
      <w:pPr>
        <w:spacing w:line="276" w:lineRule="auto"/>
      </w:pPr>
      <w:r>
        <w:t xml:space="preserve">Bijgaand treft u de antwoorden op de </w:t>
      </w:r>
      <w:r w:rsidR="00D44883">
        <w:t>lijst van feitelijke vragen over de negende Voortgangsrapportage kinderopvangtoeslag</w:t>
      </w:r>
      <w:r>
        <w:t>.</w:t>
      </w:r>
    </w:p>
    <w:p w:rsidR="00855F4B" w:rsidP="00855F4B" w:rsidRDefault="00855F4B">
      <w:pPr>
        <w:tabs>
          <w:tab w:val="left" w:pos="3828"/>
        </w:tabs>
        <w:spacing w:line="276" w:lineRule="auto"/>
      </w:pPr>
      <w:r>
        <w:br/>
        <w:t>Hoogachtend,</w:t>
      </w:r>
    </w:p>
    <w:p w:rsidR="00855F4B" w:rsidP="00855F4B" w:rsidRDefault="00855F4B">
      <w:pPr>
        <w:tabs>
          <w:tab w:val="left" w:pos="3828"/>
        </w:tabs>
        <w:spacing w:line="276" w:lineRule="auto"/>
      </w:pPr>
    </w:p>
    <w:p w:rsidR="00057726" w:rsidP="00057726" w:rsidRDefault="00057726">
      <w:pPr>
        <w:tabs>
          <w:tab w:val="left" w:pos="3828"/>
        </w:tabs>
        <w:spacing w:line="276" w:lineRule="auto"/>
        <w:ind w:left="3825" w:hanging="3825"/>
      </w:pPr>
    </w:p>
    <w:p w:rsidR="00057726" w:rsidP="00057726" w:rsidRDefault="00057726">
      <w:pPr>
        <w:tabs>
          <w:tab w:val="left" w:pos="3828"/>
        </w:tabs>
        <w:spacing w:line="276" w:lineRule="auto"/>
        <w:ind w:left="3825" w:hanging="3825"/>
      </w:pPr>
      <w:r>
        <w:t>De staatssecretaris van Financiën –</w:t>
      </w:r>
    </w:p>
    <w:p w:rsidR="00057726" w:rsidP="00057726" w:rsidRDefault="00057726">
      <w:pPr>
        <w:tabs>
          <w:tab w:val="left" w:pos="3828"/>
        </w:tabs>
        <w:spacing w:line="276" w:lineRule="auto"/>
        <w:ind w:left="3825" w:hanging="3825"/>
      </w:pPr>
      <w:r>
        <w:t>Toeslagen en Douane</w:t>
      </w:r>
    </w:p>
    <w:p w:rsidR="00057726" w:rsidP="00057726" w:rsidRDefault="00057726">
      <w:pPr>
        <w:tabs>
          <w:tab w:val="left" w:pos="3828"/>
        </w:tabs>
        <w:spacing w:line="276" w:lineRule="auto"/>
      </w:pPr>
      <w:bookmarkStart w:name="_GoBack" w:id="0"/>
      <w:bookmarkEnd w:id="0"/>
    </w:p>
    <w:p w:rsidR="00057726" w:rsidP="00057726" w:rsidRDefault="00057726">
      <w:pPr>
        <w:tabs>
          <w:tab w:val="left" w:pos="3828"/>
        </w:tabs>
        <w:spacing w:line="276" w:lineRule="auto"/>
      </w:pPr>
    </w:p>
    <w:p w:rsidR="00057726" w:rsidP="00057726" w:rsidRDefault="00057726">
      <w:pPr>
        <w:tabs>
          <w:tab w:val="left" w:pos="3828"/>
        </w:tabs>
        <w:spacing w:line="276" w:lineRule="auto"/>
      </w:pPr>
    </w:p>
    <w:p w:rsidR="00057726" w:rsidP="00057726" w:rsidRDefault="00057726">
      <w:pPr>
        <w:tabs>
          <w:tab w:val="left" w:pos="3828"/>
        </w:tabs>
        <w:spacing w:line="276" w:lineRule="auto"/>
      </w:pPr>
    </w:p>
    <w:p w:rsidR="00057726" w:rsidP="00057726" w:rsidRDefault="00057726">
      <w:pPr>
        <w:tabs>
          <w:tab w:val="left" w:pos="3828"/>
        </w:tabs>
        <w:spacing w:line="276" w:lineRule="auto"/>
      </w:pPr>
      <w:r>
        <w:t>Alexandra C. van Huffelen</w:t>
      </w:r>
    </w:p>
    <w:p w:rsidR="00057726" w:rsidP="00855F4B" w:rsidRDefault="00057726">
      <w:pPr>
        <w:tabs>
          <w:tab w:val="left" w:pos="3828"/>
        </w:tabs>
        <w:spacing w:line="276" w:lineRule="auto"/>
      </w:pPr>
    </w:p>
    <w:p w:rsidR="00057726" w:rsidP="00855F4B" w:rsidRDefault="00057726">
      <w:pPr>
        <w:tabs>
          <w:tab w:val="left" w:pos="3828"/>
        </w:tabs>
        <w:spacing w:line="276" w:lineRule="auto"/>
      </w:pPr>
    </w:p>
    <w:p w:rsidRPr="00855F4B" w:rsidR="00D01C71" w:rsidP="00BC2379" w:rsidRDefault="00D01C71">
      <w:pPr>
        <w:autoSpaceDN w:val="0"/>
        <w:spacing w:line="240" w:lineRule="auto"/>
        <w:textAlignment w:val="baseline"/>
      </w:pPr>
    </w:p>
    <w:sectPr w:rsidRPr="00855F4B" w:rsidR="00D01C71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F4B" w:rsidRDefault="00855F4B">
      <w:pPr>
        <w:spacing w:line="240" w:lineRule="auto"/>
      </w:pPr>
      <w:r>
        <w:separator/>
      </w:r>
    </w:p>
  </w:endnote>
  <w:endnote w:type="continuationSeparator" w:id="0">
    <w:p w:rsidR="00855F4B" w:rsidRDefault="00855F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F4B" w:rsidRDefault="00855F4B">
      <w:pPr>
        <w:spacing w:line="240" w:lineRule="auto"/>
      </w:pPr>
      <w:r>
        <w:separator/>
      </w:r>
    </w:p>
  </w:footnote>
  <w:footnote w:type="continuationSeparator" w:id="0">
    <w:p w:rsidR="00855F4B" w:rsidRDefault="00855F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C71" w:rsidRDefault="00855F4B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0" relativeHeight="251652096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01C71" w:rsidRDefault="00855F4B">
                          <w:pPr>
                            <w:pStyle w:val="StandaardReferentiegegevensKop"/>
                          </w:pPr>
                          <w:r>
                            <w:t xml:space="preserve">Directoraat-Generaal </w:t>
                          </w:r>
                          <w:r w:rsidR="00BC0181">
                            <w:t>Toeslagen</w:t>
                          </w:r>
                        </w:p>
                        <w:p w:rsidR="00D01C71" w:rsidRDefault="00D01C71">
                          <w:pPr>
                            <w:pStyle w:val="WitregelW2"/>
                          </w:pPr>
                        </w:p>
                        <w:p w:rsidR="00D01C71" w:rsidRDefault="00855F4B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D01C71" w:rsidRDefault="00C323B0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575C6B">
                              <w:t>2021-0000257318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D01C71" w:rsidRDefault="00855F4B">
                    <w:pPr>
                      <w:pStyle w:val="StandaardReferentiegegevensKop"/>
                    </w:pPr>
                    <w:r>
                      <w:t xml:space="preserve">Directoraat-Generaal </w:t>
                    </w:r>
                    <w:r w:rsidR="00BC0181">
                      <w:t>Toeslagen</w:t>
                    </w:r>
                  </w:p>
                  <w:p w:rsidR="00D01C71" w:rsidRDefault="00D01C71">
                    <w:pPr>
                      <w:pStyle w:val="WitregelW2"/>
                    </w:pPr>
                  </w:p>
                  <w:p w:rsidR="00D01C71" w:rsidRDefault="00855F4B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D01C71" w:rsidRDefault="00C323B0">
                    <w:pPr>
                      <w:pStyle w:val="StandaardReferentiegegevens"/>
                    </w:pPr>
                    <w:fldSimple w:instr=" DOCPROPERTY  &quot;Kenmerk&quot;  \* MERGEFORMAT ">
                      <w:r w:rsidR="00575C6B">
                        <w:t>2021-0000257318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312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01C71" w:rsidRDefault="00855F4B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75C6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575C6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D01C71" w:rsidRDefault="00855F4B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75C6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575C6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01C71" w:rsidRDefault="00855F4B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D01C71" w:rsidRDefault="00855F4B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C71" w:rsidRDefault="00855F4B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01C71" w:rsidRDefault="00855F4B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D01C71" w:rsidRDefault="00855F4B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517EA" w:rsidRDefault="000517EA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0517EA" w:rsidRDefault="000517EA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C2379" w:rsidRDefault="00BC2379" w:rsidP="00BC2379">
                          <w:pPr>
                            <w:pStyle w:val="StandaardReferentiegegevensKop"/>
                          </w:pPr>
                          <w:r>
                            <w:t>Programma Directoraat-Generaal Herstel Toeslagen</w:t>
                          </w:r>
                        </w:p>
                        <w:p w:rsidR="00D01C71" w:rsidRDefault="00D01C71">
                          <w:pPr>
                            <w:pStyle w:val="WitregelW1"/>
                          </w:pPr>
                        </w:p>
                        <w:p w:rsidR="00D01C71" w:rsidRDefault="00855F4B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D01C71" w:rsidRDefault="00855F4B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D01C71" w:rsidRDefault="00855F4B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D01C71" w:rsidRDefault="00855F4B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D01C71" w:rsidRPr="00D44883" w:rsidRDefault="00855F4B">
                          <w:pPr>
                            <w:pStyle w:val="StandaardReferentiegegevens"/>
                            <w:rPr>
                              <w:lang w:val="fr-FR"/>
                            </w:rPr>
                          </w:pPr>
                          <w:r w:rsidRPr="00D44883">
                            <w:rPr>
                              <w:lang w:val="fr-FR"/>
                            </w:rPr>
                            <w:t>www.rijksoverheid.nl</w:t>
                          </w:r>
                        </w:p>
                        <w:p w:rsidR="00D01C71" w:rsidRPr="00D44883" w:rsidRDefault="00D01C71">
                          <w:pPr>
                            <w:pStyle w:val="WitregelW1"/>
                            <w:rPr>
                              <w:lang w:val="fr-FR"/>
                            </w:rPr>
                          </w:pPr>
                        </w:p>
                        <w:p w:rsidR="00D01C71" w:rsidRPr="00575C6B" w:rsidRDefault="00855F4B">
                          <w:pPr>
                            <w:pStyle w:val="StandaardReferentiegegevensKop"/>
                          </w:pPr>
                          <w:r w:rsidRPr="00575C6B">
                            <w:t>Ons kenmerk</w:t>
                          </w:r>
                        </w:p>
                        <w:p w:rsidR="00D01C71" w:rsidRDefault="00C323B0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575C6B">
                              <w:t>2021-0000257318</w:t>
                            </w:r>
                          </w:fldSimple>
                        </w:p>
                        <w:p w:rsidR="00D01C71" w:rsidRDefault="00D01C71">
                          <w:pPr>
                            <w:pStyle w:val="WitregelW1"/>
                          </w:pPr>
                        </w:p>
                        <w:p w:rsidR="00D01C71" w:rsidRDefault="00855F4B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D01C71" w:rsidRDefault="00C323B0">
                          <w:pPr>
                            <w:pStyle w:val="StandaardReferentiegegevens"/>
                          </w:pPr>
                          <w:fldSimple w:instr=" DOCPROPERTY  &quot;UwKenmerk&quot;  \* MERGEFORMAT ">
                            <w:r w:rsidR="00575C6B">
                              <w:t>2021Z15295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BC2379" w:rsidRDefault="00BC2379" w:rsidP="00BC2379">
                    <w:pPr>
                      <w:pStyle w:val="StandaardReferentiegegevensKop"/>
                    </w:pPr>
                    <w:r>
                      <w:t>Programma Directoraat-Generaal Herstel Toeslagen</w:t>
                    </w:r>
                  </w:p>
                  <w:p w:rsidR="00D01C71" w:rsidRDefault="00D01C71">
                    <w:pPr>
                      <w:pStyle w:val="WitregelW1"/>
                    </w:pPr>
                  </w:p>
                  <w:p w:rsidR="00D01C71" w:rsidRDefault="00855F4B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D01C71" w:rsidRDefault="00855F4B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D01C71" w:rsidRDefault="00855F4B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D01C71" w:rsidRDefault="00855F4B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D01C71" w:rsidRPr="00D44883" w:rsidRDefault="00855F4B">
                    <w:pPr>
                      <w:pStyle w:val="StandaardReferentiegegevens"/>
                      <w:rPr>
                        <w:lang w:val="fr-FR"/>
                      </w:rPr>
                    </w:pPr>
                    <w:r w:rsidRPr="00D44883">
                      <w:rPr>
                        <w:lang w:val="fr-FR"/>
                      </w:rPr>
                      <w:t>www.rijksoverheid.nl</w:t>
                    </w:r>
                  </w:p>
                  <w:p w:rsidR="00D01C71" w:rsidRPr="00D44883" w:rsidRDefault="00D01C71">
                    <w:pPr>
                      <w:pStyle w:val="WitregelW1"/>
                      <w:rPr>
                        <w:lang w:val="fr-FR"/>
                      </w:rPr>
                    </w:pPr>
                  </w:p>
                  <w:p w:rsidR="00D01C71" w:rsidRPr="00575C6B" w:rsidRDefault="00855F4B">
                    <w:pPr>
                      <w:pStyle w:val="StandaardReferentiegegevensKop"/>
                    </w:pPr>
                    <w:r w:rsidRPr="00575C6B">
                      <w:t>Ons kenmerk</w:t>
                    </w:r>
                  </w:p>
                  <w:p w:rsidR="00D01C71" w:rsidRDefault="00C323B0">
                    <w:pPr>
                      <w:pStyle w:val="StandaardReferentiegegevens"/>
                    </w:pPr>
                    <w:fldSimple w:instr=" DOCPROPERTY  &quot;Kenmerk&quot;  \* MERGEFORMAT ">
                      <w:r w:rsidR="00575C6B">
                        <w:t>2021-0000257318</w:t>
                      </w:r>
                    </w:fldSimple>
                  </w:p>
                  <w:p w:rsidR="00D01C71" w:rsidRDefault="00D01C71">
                    <w:pPr>
                      <w:pStyle w:val="WitregelW1"/>
                    </w:pPr>
                  </w:p>
                  <w:p w:rsidR="00D01C71" w:rsidRDefault="00855F4B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D01C71" w:rsidRDefault="00C323B0">
                    <w:pPr>
                      <w:pStyle w:val="StandaardReferentiegegevens"/>
                    </w:pPr>
                    <w:fldSimple w:instr=" DOCPROPERTY  &quot;UwKenmerk&quot;  \* MERGEFORMAT ">
                      <w:r w:rsidR="00575C6B">
                        <w:t>2021Z15295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01C71" w:rsidRDefault="00855F4B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D01C71" w:rsidRDefault="00855F4B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01C71" w:rsidRDefault="00855F4B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575C6B" w:rsidRDefault="00855F4B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575C6B">
                            <w:t>De voorzitter van de Tweede Kamer der Staten-Generaal</w:t>
                          </w:r>
                        </w:p>
                        <w:p w:rsidR="00575C6B" w:rsidRDefault="00575C6B">
                          <w:r>
                            <w:t>Postbus 20018</w:t>
                          </w:r>
                        </w:p>
                        <w:p w:rsidR="00D01C71" w:rsidRDefault="00575C6B">
                          <w:r>
                            <w:t>2500 EA  Den Haag</w:t>
                          </w:r>
                          <w:r w:rsidR="00855F4B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D01C71" w:rsidRDefault="00855F4B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575C6B" w:rsidRDefault="00855F4B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575C6B">
                      <w:t>De voorzitter van de Tweede Kamer der Staten-Generaal</w:t>
                    </w:r>
                  </w:p>
                  <w:p w:rsidR="00575C6B" w:rsidRDefault="00575C6B">
                    <w:r>
                      <w:t>Postbus 20018</w:t>
                    </w:r>
                  </w:p>
                  <w:p w:rsidR="00D01C71" w:rsidRDefault="00575C6B">
                    <w:r>
                      <w:t>2500 EA  Den Haag</w:t>
                    </w:r>
                    <w:r w:rsidR="00855F4B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01C71" w:rsidRDefault="00855F4B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75C6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575C6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D01C71" w:rsidRDefault="00855F4B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75C6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575C6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D01C71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D01C71" w:rsidRDefault="00D01C71"/>
                            </w:tc>
                            <w:tc>
                              <w:tcPr>
                                <w:tcW w:w="5400" w:type="dxa"/>
                              </w:tcPr>
                              <w:p w:rsidR="00D01C71" w:rsidRDefault="00D01C71"/>
                            </w:tc>
                          </w:tr>
                          <w:tr w:rsidR="00D01C71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D01C71" w:rsidRDefault="00855F4B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D01C71" w:rsidRDefault="00C323B0">
                                <w:fldSimple w:instr=" DOCPROPERTY  &quot;Datum&quot;  \* MERGEFORMAT ">
                                  <w:r w:rsidR="00575C6B">
                                    <w:t>14 december 2021</w:t>
                                  </w:r>
                                </w:fldSimple>
                              </w:p>
                            </w:tc>
                          </w:tr>
                          <w:tr w:rsidR="00D01C71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D01C71" w:rsidRDefault="00855F4B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D01C71" w:rsidRDefault="00C323B0">
                                <w:fldSimple w:instr=" DOCPROPERTY  &quot;Onderwerp&quot;  \* MERGEFORMAT ">
                                  <w:r w:rsidR="00575C6B">
                                    <w:t>Lijst van feitelijke vragen negende VGR KOT</w:t>
                                  </w:r>
                                </w:fldSimple>
                              </w:p>
                            </w:tc>
                          </w:tr>
                          <w:tr w:rsidR="00D01C71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D01C71" w:rsidRDefault="00D01C71"/>
                            </w:tc>
                            <w:tc>
                              <w:tcPr>
                                <w:tcW w:w="4738" w:type="dxa"/>
                              </w:tcPr>
                              <w:p w:rsidR="00D01C71" w:rsidRDefault="00D01C71"/>
                            </w:tc>
                          </w:tr>
                        </w:tbl>
                        <w:p w:rsidR="000517EA" w:rsidRDefault="000517EA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D01C71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D01C71" w:rsidRDefault="00D01C71"/>
                      </w:tc>
                      <w:tc>
                        <w:tcPr>
                          <w:tcW w:w="5400" w:type="dxa"/>
                        </w:tcPr>
                        <w:p w:rsidR="00D01C71" w:rsidRDefault="00D01C71"/>
                      </w:tc>
                    </w:tr>
                    <w:tr w:rsidR="00D01C71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D01C71" w:rsidRDefault="00855F4B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D01C71" w:rsidRDefault="00C323B0">
                          <w:fldSimple w:instr=" DOCPROPERTY  &quot;Datum&quot;  \* MERGEFORMAT ">
                            <w:r w:rsidR="00575C6B">
                              <w:t>14 december 2021</w:t>
                            </w:r>
                          </w:fldSimple>
                        </w:p>
                      </w:tc>
                    </w:tr>
                    <w:tr w:rsidR="00D01C71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D01C71" w:rsidRDefault="00855F4B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D01C71" w:rsidRDefault="00C323B0">
                          <w:fldSimple w:instr=" DOCPROPERTY  &quot;Onderwerp&quot;  \* MERGEFORMAT ">
                            <w:r w:rsidR="00575C6B">
                              <w:t>Lijst van feitelijke vragen negende VGR KOT</w:t>
                            </w:r>
                          </w:fldSimple>
                        </w:p>
                      </w:tc>
                    </w:tr>
                    <w:tr w:rsidR="00D01C71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D01C71" w:rsidRDefault="00D01C71"/>
                      </w:tc>
                      <w:tc>
                        <w:tcPr>
                          <w:tcW w:w="4738" w:type="dxa"/>
                        </w:tcPr>
                        <w:p w:rsidR="00D01C71" w:rsidRDefault="00D01C71"/>
                      </w:tc>
                    </w:tr>
                  </w:tbl>
                  <w:p w:rsidR="000517EA" w:rsidRDefault="000517EA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01C71" w:rsidRDefault="00855F4B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D01C71" w:rsidRDefault="00855F4B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517EA" w:rsidRDefault="000517EA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0517EA" w:rsidRDefault="000517EA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92188DC"/>
    <w:multiLevelType w:val="multilevel"/>
    <w:tmpl w:val="AC748005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D682F4D7"/>
    <w:multiLevelType w:val="multilevel"/>
    <w:tmpl w:val="0E0FFEF7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87E16BF"/>
    <w:multiLevelType w:val="multilevel"/>
    <w:tmpl w:val="AD4FBA4C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ED9C6F11"/>
    <w:multiLevelType w:val="multilevel"/>
    <w:tmpl w:val="CBAAEC73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4B"/>
    <w:rsid w:val="00030CB8"/>
    <w:rsid w:val="000517EA"/>
    <w:rsid w:val="00057726"/>
    <w:rsid w:val="000C1431"/>
    <w:rsid w:val="0029465E"/>
    <w:rsid w:val="002F2289"/>
    <w:rsid w:val="00375F20"/>
    <w:rsid w:val="0054186D"/>
    <w:rsid w:val="00575C6B"/>
    <w:rsid w:val="005A798A"/>
    <w:rsid w:val="005F5BE7"/>
    <w:rsid w:val="00855F4B"/>
    <w:rsid w:val="008B2FBB"/>
    <w:rsid w:val="00B304D3"/>
    <w:rsid w:val="00BC0181"/>
    <w:rsid w:val="00BC2379"/>
    <w:rsid w:val="00C323B0"/>
    <w:rsid w:val="00D01C71"/>
    <w:rsid w:val="00D44883"/>
    <w:rsid w:val="00D7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1F3144E9-7DE8-49AD-BD7F-47BB48AF5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sid w:val="00855F4B"/>
    <w:pPr>
      <w:autoSpaceDN/>
      <w:spacing w:line="240" w:lineRule="atLeast"/>
      <w:textAlignment w:val="auto"/>
    </w:pPr>
    <w:rPr>
      <w:rFonts w:ascii="Verdana" w:eastAsia="Arial Unicode MS" w:hAnsi="Verdana" w:cs="Arial Unicode MS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855F4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5F4B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855F4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5F4B"/>
    <w:rPr>
      <w:rFonts w:ascii="Verdana" w:hAnsi="Verdana"/>
      <w:color w:val="000000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5F4B"/>
    <w:pPr>
      <w:spacing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F4B"/>
    <w:rPr>
      <w:rFonts w:ascii="Segoe UI" w:hAnsi="Segoe UI" w:cs="Segoe UI"/>
      <w:color w:val="000000"/>
      <w:sz w:val="18"/>
      <w:szCs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855F4B"/>
    <w:pPr>
      <w:spacing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855F4B"/>
    <w:rPr>
      <w:rFonts w:ascii="Verdana" w:eastAsia="Arial Unicode MS" w:hAnsi="Verdana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Voetnootmarkering">
    <w:name w:val="footnote reference"/>
    <w:basedOn w:val="Standaardalinea-lettertype"/>
    <w:uiPriority w:val="99"/>
    <w:semiHidden/>
    <w:unhideWhenUsed/>
    <w:rsid w:val="00855F4B"/>
    <w:rPr>
      <w:vertAlign w:val="superscript"/>
    </w:rPr>
  </w:style>
  <w:style w:type="table" w:styleId="Tabelraster">
    <w:name w:val="Table Grid"/>
    <w:basedOn w:val="Standaardtabel"/>
    <w:uiPriority w:val="39"/>
    <w:rsid w:val="00855F4B"/>
    <w:pPr>
      <w:autoSpaceDN/>
      <w:textAlignment w:val="auto"/>
    </w:pPr>
    <w:rPr>
      <w:rFonts w:eastAsia="Arial Unicode MS" w:cs="Times New Roman"/>
      <w:bdr w:val="none" w:sz="0" w:space="0" w:color="auto" w:frame="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1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ICKEL\AppData\Local\Microsoft\Windows\INetCache\IE\HJV2EI49\Brief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38</ap:Words>
  <ap:Characters>211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248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2021-12-14T10:17:00.0000000Z</dcterms:created>
  <dcterms:modified xsi:type="dcterms:W3CDTF">2021-12-14T10:17:00.0000000Z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Lijst van feitelijke vragen negende VGR KOT</vt:lpwstr>
  </property>
  <property fmtid="{D5CDD505-2E9C-101B-9397-08002B2CF9AE}" pid="4" name="Datum">
    <vt:lpwstr>14 december 2021</vt:lpwstr>
  </property>
  <property fmtid="{D5CDD505-2E9C-101B-9397-08002B2CF9AE}" pid="5" name="Aan">
    <vt:lpwstr>De voorzitter van de Tweede Kamer der Staten-Generaal_x000d_
Postbus 20018_x000d_
2500 EA  Den Haag</vt:lpwstr>
  </property>
  <property fmtid="{D5CDD505-2E9C-101B-9397-08002B2CF9AE}" pid="6" name="Kenmerk">
    <vt:lpwstr>2021-0000257318</vt:lpwstr>
  </property>
  <property fmtid="{D5CDD505-2E9C-101B-9397-08002B2CF9AE}" pid="7" name="UwKenmerk">
    <vt:lpwstr>2021Z15295</vt:lpwstr>
  </property>
  <property fmtid="{D5CDD505-2E9C-101B-9397-08002B2CF9AE}" pid="8" name="Rubricering">
    <vt:lpwstr/>
  </property>
  <property fmtid="{D5CDD505-2E9C-101B-9397-08002B2CF9AE}" pid="9" name="MSIP_Label_e00462cb-1b47-485e-830d-87ca0cc9766d_Enabled">
    <vt:lpwstr>true</vt:lpwstr>
  </property>
  <property fmtid="{D5CDD505-2E9C-101B-9397-08002B2CF9AE}" pid="10" name="MSIP_Label_e00462cb-1b47-485e-830d-87ca0cc9766d_SetDate">
    <vt:lpwstr>2021-12-13T10:14:06Z</vt:lpwstr>
  </property>
  <property fmtid="{D5CDD505-2E9C-101B-9397-08002B2CF9AE}" pid="11" name="MSIP_Label_e00462cb-1b47-485e-830d-87ca0cc9766d_Method">
    <vt:lpwstr>Standard</vt:lpwstr>
  </property>
  <property fmtid="{D5CDD505-2E9C-101B-9397-08002B2CF9AE}" pid="12" name="MSIP_Label_e00462cb-1b47-485e-830d-87ca0cc9766d_Name">
    <vt:lpwstr>Rijksoverheid (DGBEL)</vt:lpwstr>
  </property>
  <property fmtid="{D5CDD505-2E9C-101B-9397-08002B2CF9AE}" pid="13" name="MSIP_Label_e00462cb-1b47-485e-830d-87ca0cc9766d_SiteId">
    <vt:lpwstr>84712536-f524-40a0-913b-5d25ba502732</vt:lpwstr>
  </property>
  <property fmtid="{D5CDD505-2E9C-101B-9397-08002B2CF9AE}" pid="14" name="MSIP_Label_e00462cb-1b47-485e-830d-87ca0cc9766d_ActionId">
    <vt:lpwstr>005aaf51-04ae-4e44-bf76-b82052c1aae9</vt:lpwstr>
  </property>
  <property fmtid="{D5CDD505-2E9C-101B-9397-08002B2CF9AE}" pid="15" name="MSIP_Label_e00462cb-1b47-485e-830d-87ca0cc9766d_ContentBits">
    <vt:lpwstr>0</vt:lpwstr>
  </property>
</Properties>
</file>