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C3F" w:rsidRDefault="00F70332" w14:paraId="6A3A2038" w14:textId="77777777">
      <w:pPr>
        <w:pStyle w:val="StandaardAanhef"/>
      </w:pPr>
      <w:r>
        <w:t>Geachte voorzitter,</w:t>
      </w:r>
    </w:p>
    <w:p w:rsidR="00C42C3F" w:rsidRDefault="000118F0" w14:paraId="52F2FC9A" w14:textId="592B2318">
      <w:r>
        <w:t xml:space="preserve">Hierbij stuur ik </w:t>
      </w:r>
      <w:bookmarkStart w:name="_GoBack" w:id="0"/>
      <w:bookmarkEnd w:id="0"/>
      <w:r>
        <w:t>u de beantwoording van het schriftelijk overleg inzake een tweetal ontvangen brieven inzake fiscaliteit</w:t>
      </w:r>
      <w:r w:rsidR="009500AB">
        <w:t>, ontvangen op 13 januari jl. (Kamerstukken II, 31066, nr.)</w:t>
      </w:r>
      <w:r>
        <w:t>.</w:t>
      </w:r>
    </w:p>
    <w:p w:rsidR="00C42C3F" w:rsidP="000118F0" w:rsidRDefault="00F70332" w14:paraId="4ED18E3D" w14:textId="77777777">
      <w:pPr>
        <w:pStyle w:val="StandaardSlotzin"/>
      </w:pPr>
      <w:r>
        <w:t>Hoogachtend,</w:t>
      </w:r>
      <w:r w:rsidR="000118F0">
        <w:br/>
        <w:t>de staatssecretaris van Financiën – Fiscaliteit en Belastingdienst</w:t>
      </w:r>
      <w:r w:rsidR="000118F0">
        <w:br/>
      </w:r>
      <w:r w:rsidR="000118F0">
        <w:br/>
      </w:r>
      <w:r w:rsidR="000118F0">
        <w:br/>
      </w:r>
      <w:r w:rsidR="000118F0">
        <w:br/>
      </w:r>
      <w:r w:rsidR="000118F0">
        <w:br/>
      </w:r>
      <w:r w:rsidR="000118F0">
        <w:br/>
      </w:r>
      <w:r w:rsidR="000118F0">
        <w:br/>
        <w:t>J.A. Vijlbrief</w:t>
      </w:r>
      <w:r w:rsidR="000118F0">
        <w:br/>
        <w:t>S</w:t>
      </w:r>
      <w:r>
        <w:t>taatssecretaris van Financiën - Fiscaliteit en Belastingdienst</w:t>
      </w:r>
    </w:p>
    <w:sectPr w:rsidR="00C42C3F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16764" w14:textId="77777777" w:rsidR="002D0F78" w:rsidRDefault="002D0F78">
      <w:pPr>
        <w:spacing w:line="240" w:lineRule="auto"/>
      </w:pPr>
      <w:r>
        <w:separator/>
      </w:r>
    </w:p>
  </w:endnote>
  <w:endnote w:type="continuationSeparator" w:id="0">
    <w:p w14:paraId="42465D98" w14:textId="77777777" w:rsidR="002D0F78" w:rsidRDefault="002D0F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EE0C8" w14:textId="77777777" w:rsidR="002D0F78" w:rsidRDefault="002D0F78">
      <w:pPr>
        <w:spacing w:line="240" w:lineRule="auto"/>
      </w:pPr>
      <w:r>
        <w:separator/>
      </w:r>
    </w:p>
  </w:footnote>
  <w:footnote w:type="continuationSeparator" w:id="0">
    <w:p w14:paraId="0ABE56A3" w14:textId="77777777" w:rsidR="002D0F78" w:rsidRDefault="002D0F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5C375" w14:textId="77777777" w:rsidR="00C42C3F" w:rsidRDefault="00F70332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 wp14:anchorId="66427755" wp14:editId="1EE8E880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A2C1441" w14:textId="77777777" w:rsidR="00C42C3F" w:rsidRDefault="00F70332">
                          <w:pPr>
                            <w:pStyle w:val="StandaardReferentiegegevensKop"/>
                          </w:pPr>
                          <w:r>
                            <w:t>Directie Algemene Fiscale Politiek</w:t>
                          </w:r>
                        </w:p>
                        <w:p w14:paraId="2811C619" w14:textId="77777777" w:rsidR="00C42C3F" w:rsidRDefault="00C42C3F">
                          <w:pPr>
                            <w:pStyle w:val="WitregelW2"/>
                          </w:pPr>
                        </w:p>
                        <w:p w14:paraId="4CE987AB" w14:textId="77777777" w:rsidR="00C42C3F" w:rsidRDefault="00F70332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36069C1D" w14:textId="0B370190" w:rsidR="00C42C3F" w:rsidRDefault="002D0F78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</w:instrText>
                          </w:r>
                          <w:r>
                            <w:instrText xml:space="preserve">rk"  \* MERGEFORMAT </w:instrText>
                          </w:r>
                          <w:r>
                            <w:fldChar w:fldCharType="separate"/>
                          </w:r>
                          <w:r w:rsidR="00EA585A">
                            <w:t>2021-0000016648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66427755"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14:paraId="1A2C1441" w14:textId="77777777" w:rsidR="00C42C3F" w:rsidRDefault="00F70332">
                    <w:pPr>
                      <w:pStyle w:val="StandaardReferentiegegevensKop"/>
                    </w:pPr>
                    <w:r>
                      <w:t>Directie Algemene Fiscale Politiek</w:t>
                    </w:r>
                  </w:p>
                  <w:p w14:paraId="2811C619" w14:textId="77777777" w:rsidR="00C42C3F" w:rsidRDefault="00C42C3F">
                    <w:pPr>
                      <w:pStyle w:val="WitregelW2"/>
                    </w:pPr>
                  </w:p>
                  <w:p w14:paraId="4CE987AB" w14:textId="77777777" w:rsidR="00C42C3F" w:rsidRDefault="00F70332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36069C1D" w14:textId="0B370190" w:rsidR="00C42C3F" w:rsidRDefault="002D0F78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</w:instrText>
                    </w:r>
                    <w:r>
                      <w:instrText xml:space="preserve">rk"  \* MERGEFORMAT </w:instrText>
                    </w:r>
                    <w:r>
                      <w:fldChar w:fldCharType="separate"/>
                    </w:r>
                    <w:r w:rsidR="00EA585A">
                      <w:t>2021-0000016648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 wp14:anchorId="682C2A33" wp14:editId="015BCD1C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DA4603D" w14:textId="4EAF4036" w:rsidR="00C42C3F" w:rsidRDefault="00F70332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A585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EA585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82C2A33"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14:paraId="2DA4603D" w14:textId="4EAF4036" w:rsidR="00C42C3F" w:rsidRDefault="00F70332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A585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EA585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39D851D6" wp14:editId="3AC84E18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509CA8F" w14:textId="21EAC01E" w:rsidR="00C42C3F" w:rsidRDefault="00F7033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9D851D6"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14:paraId="0509CA8F" w14:textId="21EAC01E" w:rsidR="00C42C3F" w:rsidRDefault="00F7033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D7281" w14:textId="77777777" w:rsidR="00C42C3F" w:rsidRDefault="00F70332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3168BB5F" wp14:editId="19E8FE63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A57D3FE" w14:textId="77777777" w:rsidR="00C42C3F" w:rsidRDefault="00F70332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8044155" wp14:editId="264B2209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3168BB5F"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14:paraId="6A57D3FE" w14:textId="77777777" w:rsidR="00C42C3F" w:rsidRDefault="00F70332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8044155" wp14:editId="264B2209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1A73CB66" wp14:editId="674EBAB4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3FB52AA" w14:textId="77777777" w:rsidR="000E5A13" w:rsidRDefault="000E5A1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A73CB66"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14:paraId="53FB52AA" w14:textId="77777777" w:rsidR="00000000" w:rsidRDefault="00F70332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525D8380" wp14:editId="688AA5DB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28FC4A2" w14:textId="77777777" w:rsidR="00C42C3F" w:rsidRDefault="00F70332">
                          <w:pPr>
                            <w:pStyle w:val="StandaardReferentiegegevensKop"/>
                          </w:pPr>
                          <w:r>
                            <w:t>Directie Algemene Fiscale Politiek</w:t>
                          </w:r>
                        </w:p>
                        <w:p w14:paraId="70775417" w14:textId="77777777" w:rsidR="00C42C3F" w:rsidRDefault="00C42C3F">
                          <w:pPr>
                            <w:pStyle w:val="WitregelW1"/>
                          </w:pPr>
                        </w:p>
                        <w:p w14:paraId="2CE1DD02" w14:textId="77777777" w:rsidR="00C42C3F" w:rsidRDefault="00F70332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6FE869DE" w14:textId="77777777" w:rsidR="00C42C3F" w:rsidRDefault="00F70332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14:paraId="4232692D" w14:textId="77777777" w:rsidR="00C42C3F" w:rsidRDefault="00F70332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22F9C32F" w14:textId="77777777" w:rsidR="00C42C3F" w:rsidRDefault="00F70332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14:paraId="62C1A1C3" w14:textId="77777777" w:rsidR="00C42C3F" w:rsidRDefault="00F70332">
                          <w:pPr>
                            <w:pStyle w:val="StandaardReferentiegegevens"/>
                          </w:pPr>
                          <w:proofErr w:type="gramStart"/>
                          <w:r>
                            <w:t>www.rijksoverheid.nl</w:t>
                          </w:r>
                          <w:proofErr w:type="gramEnd"/>
                        </w:p>
                        <w:p w14:paraId="39679ED1" w14:textId="77777777" w:rsidR="00C42C3F" w:rsidRDefault="00C42C3F">
                          <w:pPr>
                            <w:pStyle w:val="WitregelW1"/>
                          </w:pPr>
                        </w:p>
                        <w:p w14:paraId="379B7DF3" w14:textId="77777777" w:rsidR="00C42C3F" w:rsidRPr="00EA585A" w:rsidRDefault="00F70332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EA585A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EA585A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EA585A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14:paraId="633BA446" w14:textId="59828152" w:rsidR="00C42C3F" w:rsidRDefault="002D0F78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 w:rsidR="00EA585A">
                            <w:t>2021-0000016648</w:t>
                          </w:r>
                          <w:r>
                            <w:fldChar w:fldCharType="end"/>
                          </w:r>
                        </w:p>
                        <w:p w14:paraId="0219F8D6" w14:textId="77777777" w:rsidR="00C42C3F" w:rsidRDefault="00C42C3F">
                          <w:pPr>
                            <w:pStyle w:val="WitregelW1"/>
                          </w:pPr>
                        </w:p>
                        <w:p w14:paraId="396BD055" w14:textId="77777777" w:rsidR="00C42C3F" w:rsidRDefault="00F70332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78241542" w14:textId="0FE1DE82" w:rsidR="00C42C3F" w:rsidRDefault="00F70332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525D8380"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14:paraId="528FC4A2" w14:textId="77777777" w:rsidR="00C42C3F" w:rsidRDefault="00F70332">
                    <w:pPr>
                      <w:pStyle w:val="StandaardReferentiegegevensKop"/>
                    </w:pPr>
                    <w:r>
                      <w:t>Directie Algemene Fiscale Politiek</w:t>
                    </w:r>
                  </w:p>
                  <w:p w14:paraId="70775417" w14:textId="77777777" w:rsidR="00C42C3F" w:rsidRDefault="00C42C3F">
                    <w:pPr>
                      <w:pStyle w:val="WitregelW1"/>
                    </w:pPr>
                  </w:p>
                  <w:p w14:paraId="2CE1DD02" w14:textId="77777777" w:rsidR="00C42C3F" w:rsidRDefault="00F70332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6FE869DE" w14:textId="77777777" w:rsidR="00C42C3F" w:rsidRDefault="00F70332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14:paraId="4232692D" w14:textId="77777777" w:rsidR="00C42C3F" w:rsidRDefault="00F70332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22F9C32F" w14:textId="77777777" w:rsidR="00C42C3F" w:rsidRDefault="00F70332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14:paraId="62C1A1C3" w14:textId="77777777" w:rsidR="00C42C3F" w:rsidRDefault="00F70332">
                    <w:pPr>
                      <w:pStyle w:val="StandaardReferentiegegevens"/>
                    </w:pPr>
                    <w:proofErr w:type="gramStart"/>
                    <w:r>
                      <w:t>www.rijksoverheid.nl</w:t>
                    </w:r>
                    <w:proofErr w:type="gramEnd"/>
                  </w:p>
                  <w:p w14:paraId="39679ED1" w14:textId="77777777" w:rsidR="00C42C3F" w:rsidRDefault="00C42C3F">
                    <w:pPr>
                      <w:pStyle w:val="WitregelW1"/>
                    </w:pPr>
                  </w:p>
                  <w:p w14:paraId="379B7DF3" w14:textId="77777777" w:rsidR="00C42C3F" w:rsidRPr="00EA585A" w:rsidRDefault="00F70332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EA585A">
                      <w:rPr>
                        <w:lang w:val="de-DE"/>
                      </w:rPr>
                      <w:t>Ons</w:t>
                    </w:r>
                    <w:proofErr w:type="spellEnd"/>
                    <w:r w:rsidRPr="00EA585A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EA585A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14:paraId="633BA446" w14:textId="59828152" w:rsidR="00C42C3F" w:rsidRDefault="002D0F78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 w:rsidR="00EA585A">
                      <w:t>2021-0000016648</w:t>
                    </w:r>
                    <w:r>
                      <w:fldChar w:fldCharType="end"/>
                    </w:r>
                  </w:p>
                  <w:p w14:paraId="0219F8D6" w14:textId="77777777" w:rsidR="00C42C3F" w:rsidRDefault="00C42C3F">
                    <w:pPr>
                      <w:pStyle w:val="WitregelW1"/>
                    </w:pPr>
                  </w:p>
                  <w:p w14:paraId="396BD055" w14:textId="77777777" w:rsidR="00C42C3F" w:rsidRDefault="00F70332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78241542" w14:textId="0FE1DE82" w:rsidR="00C42C3F" w:rsidRDefault="00F70332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2A09B307" wp14:editId="5125DFAB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B70E31D" w14:textId="77777777" w:rsidR="00C42C3F" w:rsidRDefault="00F70332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A09B307"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14:paraId="7B70E31D" w14:textId="77777777" w:rsidR="00C42C3F" w:rsidRDefault="00F70332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350291F1" wp14:editId="3EA596D4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08C1C58" w14:textId="46FCAEDF" w:rsidR="00C42C3F" w:rsidRDefault="00F7033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736D74AF" w14:textId="77777777" w:rsidR="00EA585A" w:rsidRDefault="00F70332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EA585A">
                            <w:t>Voorzitter van de tweede Kamer der Staten-Generaal</w:t>
                          </w:r>
                        </w:p>
                        <w:p w14:paraId="456ED8BC" w14:textId="77777777" w:rsidR="00EA585A" w:rsidRDefault="00EA585A">
                          <w:r>
                            <w:t>Postbus 20018</w:t>
                          </w:r>
                        </w:p>
                        <w:p w14:paraId="0010CF3F" w14:textId="1001060A" w:rsidR="00C42C3F" w:rsidRDefault="00EA585A">
                          <w:r>
                            <w:t>2500EA  Den Haag</w:t>
                          </w:r>
                          <w:r w:rsidR="00F70332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50291F1"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14:paraId="208C1C58" w14:textId="46FCAEDF" w:rsidR="00C42C3F" w:rsidRDefault="00F7033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736D74AF" w14:textId="77777777" w:rsidR="00EA585A" w:rsidRDefault="00F70332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EA585A">
                      <w:t>Voorzitter van de tweede Kamer der Staten-Generaal</w:t>
                    </w:r>
                  </w:p>
                  <w:p w14:paraId="456ED8BC" w14:textId="77777777" w:rsidR="00EA585A" w:rsidRDefault="00EA585A">
                    <w:r>
                      <w:t>Postbus 20018</w:t>
                    </w:r>
                  </w:p>
                  <w:p w14:paraId="0010CF3F" w14:textId="1001060A" w:rsidR="00C42C3F" w:rsidRDefault="00EA585A">
                    <w:r>
                      <w:t>2500EA  Den Haag</w:t>
                    </w:r>
                    <w:r w:rsidR="00F70332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71981968" wp14:editId="7313952D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FD17B80" w14:textId="6BEDF18A" w:rsidR="00C42C3F" w:rsidRDefault="00F70332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A585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EA585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1981968"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14:paraId="1FD17B80" w14:textId="6BEDF18A" w:rsidR="00C42C3F" w:rsidRDefault="00F70332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A585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EA585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514EDCDA" wp14:editId="597B7AA0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7556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C42C3F" w14:paraId="34FC6D76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1A2D9038" w14:textId="77777777" w:rsidR="00C42C3F" w:rsidRDefault="00C42C3F"/>
                            </w:tc>
                            <w:tc>
                              <w:tcPr>
                                <w:tcW w:w="5400" w:type="dxa"/>
                              </w:tcPr>
                              <w:p w14:paraId="61026C2A" w14:textId="77777777" w:rsidR="00C42C3F" w:rsidRDefault="00C42C3F"/>
                            </w:tc>
                          </w:tr>
                          <w:tr w:rsidR="00C42C3F" w14:paraId="5EC15A8B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5300186A" w14:textId="77777777" w:rsidR="00C42C3F" w:rsidRDefault="00F70332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45B57E76" w14:textId="4200AB46" w:rsidR="00C42C3F" w:rsidRDefault="00EA585A">
                                <w:r>
                                  <w:t>5 februari 2021</w:t>
                                </w:r>
                              </w:p>
                            </w:tc>
                          </w:tr>
                          <w:tr w:rsidR="00C42C3F" w14:paraId="19B9AD2D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3ABB72FE" w14:textId="77777777" w:rsidR="00C42C3F" w:rsidRDefault="00F70332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443754B6" w14:textId="0CC49AEE" w:rsidR="00C42C3F" w:rsidRDefault="002D0F78">
                                <w:r>
                                  <w:fldChar w:fldCharType="begin"/>
                                </w:r>
                                <w:r>
                                  <w:instrText xml:space="preserve"> DOCPROPERTY  "Onderwerp"  \* MERGEFORMAT </w:instrText>
                                </w:r>
                                <w:r>
                                  <w:fldChar w:fldCharType="separate"/>
                                </w:r>
                                <w:r w:rsidR="00EA585A">
                                  <w:t>Aanbiedingsbrief bij verslag van een schriftelijk overleg inzake een tweetal ontvangen brieven inzake fiscaliteit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C42C3F" w14:paraId="137E6055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03354FC6" w14:textId="77777777" w:rsidR="00C42C3F" w:rsidRDefault="00C42C3F"/>
                            </w:tc>
                            <w:tc>
                              <w:tcPr>
                                <w:tcW w:w="4738" w:type="dxa"/>
                              </w:tcPr>
                              <w:p w14:paraId="2F4209CA" w14:textId="77777777" w:rsidR="00C42C3F" w:rsidRDefault="00C42C3F"/>
                            </w:tc>
                          </w:tr>
                        </w:tbl>
                        <w:p w14:paraId="72424E1B" w14:textId="77777777" w:rsidR="000E5A13" w:rsidRDefault="000E5A1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14EDCDA" id="Onderwerp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C42C3F" w14:paraId="34FC6D76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1A2D9038" w14:textId="77777777" w:rsidR="00C42C3F" w:rsidRDefault="00C42C3F"/>
                      </w:tc>
                      <w:tc>
                        <w:tcPr>
                          <w:tcW w:w="5400" w:type="dxa"/>
                        </w:tcPr>
                        <w:p w14:paraId="61026C2A" w14:textId="77777777" w:rsidR="00C42C3F" w:rsidRDefault="00C42C3F"/>
                      </w:tc>
                    </w:tr>
                    <w:tr w:rsidR="00C42C3F" w14:paraId="5EC15A8B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5300186A" w14:textId="77777777" w:rsidR="00C42C3F" w:rsidRDefault="00F70332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45B57E76" w14:textId="4200AB46" w:rsidR="00C42C3F" w:rsidRDefault="00EA585A">
                          <w:r>
                            <w:t>5 februari 2021</w:t>
                          </w:r>
                        </w:p>
                      </w:tc>
                    </w:tr>
                    <w:tr w:rsidR="00C42C3F" w14:paraId="19B9AD2D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3ABB72FE" w14:textId="77777777" w:rsidR="00C42C3F" w:rsidRDefault="00F70332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443754B6" w14:textId="0CC49AEE" w:rsidR="00C42C3F" w:rsidRDefault="002D0F78">
                          <w:r>
                            <w:fldChar w:fldCharType="begin"/>
                          </w:r>
                          <w:r>
                            <w:instrText xml:space="preserve"> DOCPROPERTY  "Onderwerp"  \* MERGEFORMAT </w:instrText>
                          </w:r>
                          <w:r>
                            <w:fldChar w:fldCharType="separate"/>
                          </w:r>
                          <w:r w:rsidR="00EA585A">
                            <w:t>Aanbiedingsbrief bij verslag van een schriftelijk overleg inzake een tweetal ontvangen brieven inzake fiscaliteit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C42C3F" w14:paraId="137E6055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03354FC6" w14:textId="77777777" w:rsidR="00C42C3F" w:rsidRDefault="00C42C3F"/>
                      </w:tc>
                      <w:tc>
                        <w:tcPr>
                          <w:tcW w:w="4738" w:type="dxa"/>
                        </w:tcPr>
                        <w:p w14:paraId="2F4209CA" w14:textId="77777777" w:rsidR="00C42C3F" w:rsidRDefault="00C42C3F"/>
                      </w:tc>
                    </w:tr>
                  </w:tbl>
                  <w:p w14:paraId="72424E1B" w14:textId="77777777" w:rsidR="000E5A13" w:rsidRDefault="000E5A13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711C2763" wp14:editId="601FE3F2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FDD6A9A" w14:textId="59D8FE1C" w:rsidR="00C42C3F" w:rsidRDefault="00F70332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11C2763"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14:paraId="4FDD6A9A" w14:textId="59D8FE1C" w:rsidR="00C42C3F" w:rsidRDefault="00F70332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427892CE" wp14:editId="26A4C526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0D628CB" w14:textId="77777777" w:rsidR="000E5A13" w:rsidRDefault="000E5A1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27892CE"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14:paraId="10D628CB" w14:textId="77777777" w:rsidR="00000000" w:rsidRDefault="00F70332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D2C8AC6"/>
    <w:multiLevelType w:val="multilevel"/>
    <w:tmpl w:val="8A20D4E6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2E1C17"/>
    <w:multiLevelType w:val="multilevel"/>
    <w:tmpl w:val="3C32D586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00260E"/>
    <w:multiLevelType w:val="multilevel"/>
    <w:tmpl w:val="B8586C53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754128"/>
    <w:multiLevelType w:val="multilevel"/>
    <w:tmpl w:val="77B31E67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F0"/>
    <w:rsid w:val="000118F0"/>
    <w:rsid w:val="000E5A13"/>
    <w:rsid w:val="002261D2"/>
    <w:rsid w:val="002D0F78"/>
    <w:rsid w:val="00744FDB"/>
    <w:rsid w:val="0089013D"/>
    <w:rsid w:val="009500AB"/>
    <w:rsid w:val="009810AA"/>
    <w:rsid w:val="00C42C3F"/>
    <w:rsid w:val="00EA585A"/>
    <w:rsid w:val="00F70332"/>
    <w:rsid w:val="00FD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D6225"/>
  <w15:docId w15:val="{74D316B9-AD96-4BEC-BD21-D48FD5DB4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0118F0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118F0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0118F0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118F0"/>
    <w:rPr>
      <w:rFonts w:ascii="Verdana" w:hAnsi="Verdana"/>
      <w:color w:val="000000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118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118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118F0"/>
    <w:rPr>
      <w:rFonts w:ascii="Verdana" w:hAnsi="Verdana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118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118F0"/>
    <w:rPr>
      <w:rFonts w:ascii="Verdana" w:hAnsi="Verdana"/>
      <w:b/>
      <w:bCs/>
      <w:color w:val="00000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118F0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18F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wnloads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56</ap:Words>
  <ap:Characters>310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365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2021-02-05T14:36:00.0000000Z</dcterms:created>
  <dcterms:modified xsi:type="dcterms:W3CDTF">2021-02-05T14:36:00.0000000Z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Aanbiedingsbrief bij verslag van een schriftelijk overleg inzake een tweetal ontvangen brieven inzake fiscaliteit</vt:lpwstr>
  </property>
  <property fmtid="{D5CDD505-2E9C-101B-9397-08002B2CF9AE}" pid="4" name="Datum">
    <vt:lpwstr>21 januari 2021</vt:lpwstr>
  </property>
  <property fmtid="{D5CDD505-2E9C-101B-9397-08002B2CF9AE}" pid="5" name="Aan">
    <vt:lpwstr>Voorzitter van de tweede Kamer der Staten-Generaal_x000d_
Postbus 20018_x000d_
2500EA  Den Haag</vt:lpwstr>
  </property>
  <property fmtid="{D5CDD505-2E9C-101B-9397-08002B2CF9AE}" pid="6" name="Kenmerk">
    <vt:lpwstr>2021-0000016648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0x0101008E9CACA59D00E047829D009F4D6886EF</vt:lpwstr>
  </property>
</Properties>
</file>