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18B" w:rsidRDefault="0062739B">
      <w:pPr>
        <w:pStyle w:val="StandaardAanhef"/>
      </w:pPr>
    </w:p>
    <w:p w:rsidR="00723049" w:rsidRDefault="006008F0">
      <w:pPr>
        <w:pStyle w:val="StandaardAanhef"/>
      </w:pPr>
      <w:r>
        <w:t>Geachte voorzitter,</w:t>
      </w:r>
    </w:p>
    <w:p w:rsidR="00723049" w:rsidRDefault="006008F0">
      <w:r>
        <w:t>Hierbij zend ik u mijn reactie op het Verslag Schriftelijk Overleg (VSO) inzake de voorgenomen wijziging van het beleidskader subsidiëring sportevenementen per 1 januari 2019 (Kamerstuk 30 234).</w:t>
      </w:r>
    </w:p>
    <w:p w:rsidR="00723049" w:rsidRDefault="006008F0">
      <w:pPr>
        <w:pStyle w:val="StandaardSlotzin"/>
      </w:pPr>
      <w:r>
        <w:t>Hoogachtend,</w:t>
      </w:r>
    </w:p>
    <w:p w:rsidR="00723049" w:rsidRDefault="006008F0">
      <w:pPr>
        <w:pStyle w:val="OndertekeningArea1"/>
      </w:pPr>
      <w:r>
        <w:t>de minister voor Medische Zorg</w:t>
      </w:r>
    </w:p>
    <w:p w:rsidRPr="003B218B" w:rsidR="003B218B" w:rsidP="003B218B" w:rsidRDefault="006008F0">
      <w:r>
        <w:t>en Sport,</w:t>
      </w:r>
    </w:p>
    <w:p w:rsidR="00723049" w:rsidRDefault="0062739B"/>
    <w:p w:rsidR="00723049" w:rsidRDefault="0062739B"/>
    <w:p w:rsidR="00723049" w:rsidRDefault="0062739B"/>
    <w:p w:rsidR="00723049" w:rsidRDefault="0062739B"/>
    <w:p w:rsidR="00723049" w:rsidRDefault="006008F0">
      <w:r>
        <w:t>Bruno Bruins</w:t>
      </w:r>
    </w:p>
    <w:sectPr w:rsidR="00723049" w:rsidSect="007230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FBE" w:rsidRDefault="00961FBE" w:rsidP="00961FBE">
      <w:pPr>
        <w:spacing w:line="240" w:lineRule="auto"/>
      </w:pPr>
      <w:r>
        <w:separator/>
      </w:r>
    </w:p>
  </w:endnote>
  <w:endnote w:type="continuationSeparator" w:id="0">
    <w:p w:rsidR="00961FBE" w:rsidRDefault="00961FBE" w:rsidP="00961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39B" w:rsidRDefault="0062739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39B" w:rsidRDefault="0062739B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39B" w:rsidRDefault="0062739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FBE" w:rsidRDefault="00961FBE" w:rsidP="00961FBE">
      <w:pPr>
        <w:spacing w:line="240" w:lineRule="auto"/>
      </w:pPr>
      <w:r>
        <w:separator/>
      </w:r>
    </w:p>
  </w:footnote>
  <w:footnote w:type="continuationSeparator" w:id="0">
    <w:p w:rsidR="00961FBE" w:rsidRDefault="00961FBE" w:rsidP="00961F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39B" w:rsidRDefault="0062739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049" w:rsidRDefault="0097116A">
    <w:r>
      <w:pict>
        <v:shape id="DGSHP5bd97efe94e4a3.72999475" o:spid="_x0000_s2049" style="position:absolute;margin-left:464.85pt;margin-top:150.2pt;width:99.2pt;height:630.7pt;z-index:25165824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723049" w:rsidRDefault="006008F0">
                <w:pPr>
                  <w:pStyle w:val="StandaardReferentiegegevenskop"/>
                </w:pPr>
                <w:r>
                  <w:t>Kenmerk</w:t>
                </w:r>
              </w:p>
              <w:p w:rsidR="00723049" w:rsidRDefault="006008F0">
                <w:pPr>
                  <w:pStyle w:val="StandaardReferentiegegevens"/>
                </w:pPr>
                <w:r>
                  <w:t>1437242-183171-S</w:t>
                </w:r>
              </w:p>
            </w:txbxContent>
          </v:textbox>
          <w10:wrap anchorx="page" anchory="page"/>
        </v:shape>
      </w:pict>
    </w:r>
    <w:r>
      <w:pict>
        <v:shape id="DGSHP5bd97efe94f7f3.68855592" o:spid="_x0000_s2050" style="position:absolute;margin-left:464.85pt;margin-top:805pt;width:99.2pt;height:14.15pt;z-index:25165926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723049" w:rsidRDefault="006008F0">
                <w:pPr>
                  <w:pStyle w:val="StandaardReferentiegegevens"/>
                </w:pPr>
                <w:r>
                  <w:t xml:space="preserve">Pagina </w:t>
                </w:r>
                <w:r w:rsidR="0097116A">
                  <w:fldChar w:fldCharType="begin"/>
                </w:r>
                <w:r>
                  <w:instrText>PAGE</w:instrText>
                </w:r>
                <w:r w:rsidR="0062739B">
                  <w:fldChar w:fldCharType="separate"/>
                </w:r>
                <w:r w:rsidR="0062739B">
                  <w:rPr>
                    <w:noProof/>
                  </w:rPr>
                  <w:t>1</w:t>
                </w:r>
                <w:r w:rsidR="0097116A">
                  <w:fldChar w:fldCharType="end"/>
                </w:r>
                <w:r>
                  <w:t xml:space="preserve"> van </w:t>
                </w:r>
                <w:r w:rsidR="0097116A">
                  <w:fldChar w:fldCharType="begin"/>
                </w:r>
                <w:r>
                  <w:instrText>NUMPAGES</w:instrText>
                </w:r>
                <w:r w:rsidR="0097116A">
                  <w:fldChar w:fldCharType="separate"/>
                </w:r>
                <w:r w:rsidR="0062739B">
                  <w:rPr>
                    <w:noProof/>
                  </w:rPr>
                  <w:t>1</w:t>
                </w:r>
                <w:r w:rsidR="0097116A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049" w:rsidRDefault="0097116A">
    <w:pPr>
      <w:spacing w:after="7029" w:line="14" w:lineRule="exact"/>
    </w:pPr>
    <w:r>
      <w:pict>
        <v:shape id="DGSHP5bd97efe9174c1.86215455" o:spid="_x0000_s2051" style="position:absolute;margin-left:277.75pt;margin-top:0;width:36.85pt;height:124.7pt;z-index:25166028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723049" w:rsidRDefault="0062739B"/>
            </w:txbxContent>
          </v:textbox>
          <w10:wrap anchorx="page" anchory="page"/>
        </v:shape>
      </w:pict>
    </w:r>
    <w:r>
      <w:pict>
        <v:shape id="DGSHP5bd97efe917fe6.42540283" o:spid="_x0000_s2052" style="position:absolute;margin-left:314.6pt;margin-top:0;width:184.25pt;height:140pt;z-index:25166131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723049" w:rsidRDefault="006008F0">
                <w:pPr>
                  <w:spacing w:line="240" w:lineRule="auto"/>
                </w:pPr>
                <w:r>
                  <w:rPr>
                    <w:noProof/>
                  </w:rPr>
                  <w:drawing>
                    <wp:inline distT="0" distB="0" distL="0" distR="0">
                      <wp:extent cx="2339975" cy="1582834"/>
                      <wp:effectExtent l="0" t="0" r="0" b="0"/>
                      <wp:docPr id="3" name="VWS_Standaard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73973931" name="VWS_Standaard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39975" cy="158283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DGSHP5bd97efe91dc97.85534688" o:spid="_x0000_s2053" style="position:absolute;margin-left:79.35pt;margin-top:133.2pt;width:280.45pt;height:11.25pt;z-index:25166233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723049" w:rsidRDefault="006008F0">
                <w:pPr>
                  <w:pStyle w:val="StandaardReferentiegegevens"/>
                </w:pPr>
                <w:r>
                  <w:t>&gt; Retouradres Postbus 20350 2500 EJ Den Haag</w:t>
                </w:r>
              </w:p>
            </w:txbxContent>
          </v:textbox>
          <w10:wrap anchorx="page" anchory="page"/>
        </v:shape>
      </w:pict>
    </w:r>
    <w:r>
      <w:pict>
        <v:shape id="DGSHP5bd97efe922297.49488776" o:spid="_x0000_s2054" style="position:absolute;margin-left:79.35pt;margin-top:153.05pt;width:274.95pt;height:85pt;z-index:25166336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723049" w:rsidRDefault="006008F0"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pict>
        <v:shape id="DGSHP5bd97efe925f02.81518992" o:spid="_x0000_s2055" style="position:absolute;margin-left:466.25pt;margin-top:153.05pt;width:99.2pt;height:630.7pt;z-index:25166438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723049" w:rsidRDefault="006008F0">
                <w:pPr>
                  <w:pStyle w:val="StandaardAfzendgegevenskop"/>
                </w:pPr>
                <w:r>
                  <w:t>Bezoekadres:</w:t>
                </w:r>
              </w:p>
              <w:p w:rsidR="00723049" w:rsidRDefault="006008F0">
                <w:pPr>
                  <w:pStyle w:val="StandaardAfzendgegevens"/>
                </w:pPr>
                <w:r>
                  <w:t>Parnassusplein 5</w:t>
                </w:r>
              </w:p>
              <w:p w:rsidR="00723049" w:rsidRDefault="006008F0">
                <w:pPr>
                  <w:pStyle w:val="StandaardAfzendgegevens"/>
                </w:pPr>
                <w:r>
                  <w:t>2511 VX  Den Haag</w:t>
                </w:r>
              </w:p>
              <w:p w:rsidR="00723049" w:rsidRDefault="006008F0">
                <w:pPr>
                  <w:pStyle w:val="StandaardAfzendgegevens"/>
                </w:pPr>
                <w:r>
                  <w:t>www.rijksoverheid.nl</w:t>
                </w:r>
              </w:p>
              <w:p w:rsidR="00723049" w:rsidRDefault="0062739B">
                <w:pPr>
                  <w:pStyle w:val="WitregelW2"/>
                </w:pPr>
              </w:p>
              <w:p w:rsidR="00723049" w:rsidRDefault="006008F0">
                <w:pPr>
                  <w:pStyle w:val="StandaardReferentiegegevenskop"/>
                </w:pPr>
                <w:r>
                  <w:t>Kenmerk</w:t>
                </w:r>
              </w:p>
              <w:p w:rsidR="00723049" w:rsidRDefault="006008F0">
                <w:pPr>
                  <w:pStyle w:val="StandaardReferentiegegevens"/>
                </w:pPr>
                <w:r>
                  <w:t>1437242-183171-S</w:t>
                </w:r>
              </w:p>
              <w:p w:rsidR="00723049" w:rsidRDefault="0062739B">
                <w:pPr>
                  <w:pStyle w:val="WitregelW1"/>
                </w:pPr>
              </w:p>
              <w:p w:rsidR="00723049" w:rsidRDefault="006008F0">
                <w:pPr>
                  <w:pStyle w:val="StandaardReferentiegegevenskop"/>
                </w:pPr>
                <w:r>
                  <w:t>Uw brief</w:t>
                </w:r>
              </w:p>
              <w:p w:rsidR="003B218B" w:rsidRPr="003B218B" w:rsidRDefault="006008F0" w:rsidP="003B218B">
                <w:r>
                  <w:t>-</w:t>
                </w:r>
              </w:p>
              <w:p w:rsidR="00723049" w:rsidRDefault="0062739B">
                <w:pPr>
                  <w:pStyle w:val="WitregelW1"/>
                </w:pPr>
              </w:p>
              <w:p w:rsidR="00723049" w:rsidRDefault="006008F0">
                <w:pPr>
                  <w:pStyle w:val="StandaardReferentiegegevenskop"/>
                </w:pPr>
                <w:r>
                  <w:t>Bijlage(n)</w:t>
                </w:r>
                <w:r>
                  <w:br/>
                </w:r>
                <w:r w:rsidRPr="003B218B">
                  <w:rPr>
                    <w:b w:val="0"/>
                  </w:rPr>
                  <w:t>1</w:t>
                </w:r>
              </w:p>
              <w:p w:rsidR="00723049" w:rsidRDefault="006008F0">
                <w:pPr>
                  <w:pStyle w:val="StandaardColofonItalic45v"/>
                </w:pPr>
                <w:r>
                  <w:t>Correspondentie uitsluitend richten aan het retouradres met vermelding van de datum en het kenmerk van deze brief.</w:t>
                </w:r>
              </w:p>
            </w:txbxContent>
          </v:textbox>
          <w10:wrap anchorx="page" anchory="page"/>
        </v:shape>
      </w:pict>
    </w:r>
    <w:r>
      <w:pict>
        <v:shape id="DGSHP5bd97efe9395f7.74557602" o:spid="_x0000_s2056" style="position:absolute;margin-left:79.35pt;margin-top:286.25pt;width:323.25pt;height:49.6pt;z-index:25166540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tbl>
                <w:tblPr>
                  <w:tblW w:w="0" w:type="auto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400"/>
                </w:tblGrid>
                <w:tr w:rsidR="00961FBE">
                  <w:trPr>
                    <w:trHeight w:val="200"/>
                  </w:trPr>
                  <w:tc>
                    <w:tcPr>
                      <w:tcW w:w="1140" w:type="dxa"/>
                    </w:tcPr>
                    <w:p w:rsidR="00723049" w:rsidRDefault="0062739B"/>
                  </w:tc>
                  <w:tc>
                    <w:tcPr>
                      <w:tcW w:w="5400" w:type="dxa"/>
                    </w:tcPr>
                    <w:p w:rsidR="00723049" w:rsidRDefault="0062739B"/>
                  </w:tc>
                </w:tr>
                <w:tr w:rsidR="00961FBE">
                  <w:trPr>
                    <w:trHeight w:val="240"/>
                  </w:trPr>
                  <w:tc>
                    <w:tcPr>
                      <w:tcW w:w="1140" w:type="dxa"/>
                    </w:tcPr>
                    <w:p w:rsidR="00723049" w:rsidRDefault="006008F0">
                      <w:r>
                        <w:t>Datum</w:t>
                      </w:r>
                    </w:p>
                  </w:tc>
                  <w:tc>
                    <w:tcPr>
                      <w:tcW w:w="5400" w:type="dxa"/>
                    </w:tcPr>
                    <w:p w:rsidR="00723049" w:rsidRDefault="006008F0">
                      <w:r>
                        <w:t>7 november 2018</w:t>
                      </w:r>
                    </w:p>
                  </w:tc>
                </w:tr>
                <w:tr w:rsidR="00961FBE">
                  <w:trPr>
                    <w:trHeight w:val="240"/>
                  </w:trPr>
                  <w:tc>
                    <w:tcPr>
                      <w:tcW w:w="1140" w:type="dxa"/>
                    </w:tcPr>
                    <w:p w:rsidR="00723049" w:rsidRDefault="006008F0">
                      <w:r>
                        <w:t>Betreft</w:t>
                      </w:r>
                    </w:p>
                  </w:tc>
                  <w:tc>
                    <w:tcPr>
                      <w:tcW w:w="5400" w:type="dxa"/>
                    </w:tcPr>
                    <w:p w:rsidR="00723049" w:rsidRDefault="006008F0" w:rsidP="00231F6B">
                      <w:r>
                        <w:t>Reactie op inbreng VSO inzake wijziging van het beleidskader subsidiëring sportevenementen</w:t>
                      </w:r>
                    </w:p>
                  </w:tc>
                </w:tr>
                <w:tr w:rsidR="00961FBE">
                  <w:trPr>
                    <w:trHeight w:val="200"/>
                  </w:trPr>
                  <w:tc>
                    <w:tcPr>
                      <w:tcW w:w="1140" w:type="dxa"/>
                    </w:tcPr>
                    <w:p w:rsidR="00723049" w:rsidRDefault="0062739B"/>
                  </w:tc>
                  <w:tc>
                    <w:tcPr>
                      <w:tcW w:w="5400" w:type="dxa"/>
                    </w:tcPr>
                    <w:p w:rsidR="00723049" w:rsidRDefault="0062739B"/>
                  </w:tc>
                </w:tr>
              </w:tbl>
              <w:p w:rsidR="00723049" w:rsidRDefault="0062739B"/>
            </w:txbxContent>
          </v:textbox>
          <w10:wrap anchorx="page" anchory="page"/>
        </v:shape>
      </w:pict>
    </w:r>
    <w:r>
      <w:pict>
        <v:shape id="DGSHP5bd97efe9472b8.61133295" o:spid="_x0000_s2057" style="position:absolute;margin-left:79.35pt;margin-top:805pt;width:141.7pt;height:14.15pt;z-index:25166643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723049" w:rsidRDefault="0062739B"/>
            </w:txbxContent>
          </v:textbox>
          <w10:wrap anchorx="page" anchory="page"/>
        </v:shape>
      </w:pict>
    </w:r>
    <w:r>
      <w:pict>
        <v:shape id="DGSHP5bd97efe947f72.26473550" o:spid="_x0000_s2058" style="position:absolute;margin-left:466.25pt;margin-top:805pt;width:99.2pt;height:14.15pt;z-index:25166745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723049" w:rsidRDefault="006008F0">
                <w:pPr>
                  <w:pStyle w:val="StandaardReferentiegegevens"/>
                </w:pPr>
                <w:r>
                  <w:t xml:space="preserve">Pagina </w:t>
                </w:r>
                <w:r w:rsidR="0097116A">
                  <w:fldChar w:fldCharType="begin"/>
                </w:r>
                <w:r>
                  <w:instrText>PAGE</w:instrText>
                </w:r>
                <w:r w:rsidR="0097116A">
                  <w:fldChar w:fldCharType="separate"/>
                </w:r>
                <w:r w:rsidR="0062739B">
                  <w:rPr>
                    <w:noProof/>
                  </w:rPr>
                  <w:t>1</w:t>
                </w:r>
                <w:r w:rsidR="0097116A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97116A">
                  <w:fldChar w:fldCharType="begin"/>
                </w:r>
                <w:r>
                  <w:instrText>NUMPAGES</w:instrText>
                </w:r>
                <w:r w:rsidR="0097116A">
                  <w:fldChar w:fldCharType="separate"/>
                </w:r>
                <w:r w:rsidR="0062739B">
                  <w:rPr>
                    <w:noProof/>
                  </w:rPr>
                  <w:t>1</w:t>
                </w:r>
                <w:r w:rsidR="0097116A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2D9BB3"/>
    <w:multiLevelType w:val="multilevel"/>
    <w:tmpl w:val="0FC288B8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C9E01C7B"/>
    <w:multiLevelType w:val="multilevel"/>
    <w:tmpl w:val="2D498DC9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EC88195D"/>
    <w:multiLevelType w:val="multilevel"/>
    <w:tmpl w:val="A9636414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F88ABAE2"/>
    <w:multiLevelType w:val="multilevel"/>
    <w:tmpl w:val="5E57BFE7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FAD7946B"/>
    <w:multiLevelType w:val="multilevel"/>
    <w:tmpl w:val="FE46AFA0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D502D4"/>
    <w:multiLevelType w:val="multilevel"/>
    <w:tmpl w:val="C8291F2B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0532B0"/>
    <w:multiLevelType w:val="multilevel"/>
    <w:tmpl w:val="968C8BD3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2F0612"/>
    <w:multiLevelType w:val="multilevel"/>
    <w:tmpl w:val="FAFF16A7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1FDBAA"/>
    <w:multiLevelType w:val="multilevel"/>
    <w:tmpl w:val="512DE304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5B8E7E"/>
    <w:multiLevelType w:val="multilevel"/>
    <w:tmpl w:val="2863A81B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03B758"/>
    <w:multiLevelType w:val="multilevel"/>
    <w:tmpl w:val="3D1EB2BB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4EFFD7"/>
    <w:multiLevelType w:val="multilevel"/>
    <w:tmpl w:val="55D665AE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11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708"/>
  <w:hyphenationZone w:val="425"/>
  <w:characterSpacingControl w:val="doNotCompress"/>
  <w:hdrShapeDefaults>
    <o:shapedefaults v:ext="edit" spidmax="2061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961FBE"/>
    <w:rsid w:val="006008F0"/>
    <w:rsid w:val="0062739B"/>
    <w:rsid w:val="00961FBE"/>
    <w:rsid w:val="0097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723049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IBGAdviesaanvraagLijst">
    <w:name w:val="CIBG Adviesaanvraag Lijst"/>
    <w:basedOn w:val="Standaard"/>
    <w:next w:val="Standaard"/>
    <w:rsid w:val="00723049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rsid w:val="00723049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rsid w:val="00723049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rsid w:val="00723049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rsid w:val="00723049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rsid w:val="00723049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sid w:val="00723049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sid w:val="00723049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rsid w:val="00723049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sid w:val="00723049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rsid w:val="00723049"/>
    <w:pPr>
      <w:spacing w:before="60"/>
    </w:pPr>
    <w:rPr>
      <w:b/>
      <w:sz w:val="28"/>
      <w:szCs w:val="28"/>
    </w:rPr>
  </w:style>
  <w:style w:type="paragraph" w:customStyle="1" w:styleId="Huisstijl-Colofon">
    <w:name w:val="Huisstijl - Colofon"/>
    <w:basedOn w:val="Standaard"/>
    <w:next w:val="Standaard"/>
    <w:rsid w:val="00723049"/>
    <w:pPr>
      <w:numPr>
        <w:numId w:val="2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rsid w:val="00723049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rsid w:val="00723049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rsid w:val="00723049"/>
    <w:pPr>
      <w:numPr>
        <w:numId w:val="3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rsid w:val="00723049"/>
    <w:pPr>
      <w:numPr>
        <w:ilvl w:val="1"/>
        <w:numId w:val="3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rsid w:val="00723049"/>
    <w:pPr>
      <w:numPr>
        <w:ilvl w:val="2"/>
        <w:numId w:val="3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rsid w:val="00723049"/>
    <w:pPr>
      <w:numPr>
        <w:ilvl w:val="3"/>
        <w:numId w:val="3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rsid w:val="00723049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rsid w:val="00723049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rsid w:val="00723049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  <w:rsid w:val="00723049"/>
  </w:style>
  <w:style w:type="paragraph" w:customStyle="1" w:styleId="Huisstijlnummering">
    <w:name w:val="Huisstijl nummering"/>
    <w:basedOn w:val="Standaard"/>
    <w:next w:val="Standaard"/>
    <w:rsid w:val="00723049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  <w:rsid w:val="00723049"/>
  </w:style>
  <w:style w:type="paragraph" w:customStyle="1" w:styleId="IGJMinuteVerdana7">
    <w:name w:val="IGJ Minute Verdana 7"/>
    <w:basedOn w:val="Standaard"/>
    <w:next w:val="Standaard"/>
    <w:rsid w:val="00723049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rsid w:val="00723049"/>
    <w:pPr>
      <w:numPr>
        <w:ilvl w:val="1"/>
        <w:numId w:val="5"/>
      </w:numPr>
    </w:pPr>
  </w:style>
  <w:style w:type="paragraph" w:customStyle="1" w:styleId="IGJNotaterbesluitvorming-">
    <w:name w:val="IGJ Nota ter besluitvorming -"/>
    <w:basedOn w:val="Standaard"/>
    <w:next w:val="Standaard"/>
    <w:rsid w:val="00723049"/>
    <w:pPr>
      <w:numPr>
        <w:numId w:val="5"/>
      </w:numPr>
    </w:pPr>
  </w:style>
  <w:style w:type="paragraph" w:customStyle="1" w:styleId="IGJNotaterbesluitvorminglijst">
    <w:name w:val="IGJ Nota ter besluitvorming lijst"/>
    <w:basedOn w:val="Standaard"/>
    <w:next w:val="Standaard"/>
    <w:rsid w:val="00723049"/>
  </w:style>
  <w:style w:type="table" w:customStyle="1" w:styleId="IGJTabelVoor">
    <w:name w:val="IGJ Tabel Voor"/>
    <w:rsid w:val="00723049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rsid w:val="00723049"/>
    <w:pPr>
      <w:numPr>
        <w:numId w:val="4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  <w:rsid w:val="00723049"/>
  </w:style>
  <w:style w:type="paragraph" w:customStyle="1" w:styleId="IGJVoorhangv7">
    <w:name w:val="IGJ Voorhang v7"/>
    <w:basedOn w:val="Standaard"/>
    <w:next w:val="Standaard"/>
    <w:rsid w:val="00723049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sid w:val="00723049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rsid w:val="00723049"/>
    <w:pPr>
      <w:numPr>
        <w:numId w:val="6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rsid w:val="00723049"/>
    <w:pPr>
      <w:numPr>
        <w:ilvl w:val="1"/>
        <w:numId w:val="6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rsid w:val="00723049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rsid w:val="00723049"/>
    <w:pPr>
      <w:numPr>
        <w:numId w:val="7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rsid w:val="00723049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rsid w:val="00723049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rsid w:val="00723049"/>
    <w:pPr>
      <w:numPr>
        <w:ilvl w:val="1"/>
        <w:numId w:val="7"/>
      </w:numPr>
      <w:spacing w:before="240"/>
    </w:pPr>
    <w:rPr>
      <w:b/>
    </w:rPr>
  </w:style>
  <w:style w:type="paragraph" w:styleId="Inhopg1">
    <w:name w:val="toc 1"/>
    <w:basedOn w:val="Standaard"/>
    <w:next w:val="Standaard"/>
    <w:rsid w:val="00723049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rsid w:val="00723049"/>
    <w:pPr>
      <w:spacing w:before="240"/>
    </w:pPr>
    <w:rPr>
      <w:b/>
    </w:rPr>
  </w:style>
  <w:style w:type="paragraph" w:styleId="Inhopg3">
    <w:name w:val="toc 3"/>
    <w:basedOn w:val="Inhopg2"/>
    <w:next w:val="Standaard"/>
    <w:rsid w:val="00723049"/>
    <w:pPr>
      <w:spacing w:before="0"/>
    </w:pPr>
    <w:rPr>
      <w:b w:val="0"/>
    </w:rPr>
  </w:style>
  <w:style w:type="paragraph" w:styleId="Inhopg4">
    <w:name w:val="toc 4"/>
    <w:basedOn w:val="Inhopg3"/>
    <w:next w:val="Standaard"/>
    <w:rsid w:val="00723049"/>
  </w:style>
  <w:style w:type="paragraph" w:styleId="Inhopg5">
    <w:name w:val="toc 5"/>
    <w:basedOn w:val="Inhopg4"/>
    <w:next w:val="Standaard"/>
    <w:rsid w:val="00723049"/>
  </w:style>
  <w:style w:type="paragraph" w:styleId="Inhopg6">
    <w:name w:val="toc 6"/>
    <w:basedOn w:val="Inhopg5"/>
    <w:next w:val="Standaard"/>
    <w:rsid w:val="00723049"/>
  </w:style>
  <w:style w:type="paragraph" w:styleId="Inhopg7">
    <w:name w:val="toc 7"/>
    <w:basedOn w:val="Inhopg6"/>
    <w:next w:val="Standaard"/>
    <w:rsid w:val="00723049"/>
  </w:style>
  <w:style w:type="paragraph" w:styleId="Inhopg8">
    <w:name w:val="toc 8"/>
    <w:basedOn w:val="Inhopg7"/>
    <w:next w:val="Standaard"/>
    <w:rsid w:val="00723049"/>
  </w:style>
  <w:style w:type="paragraph" w:styleId="Inhopg9">
    <w:name w:val="toc 9"/>
    <w:basedOn w:val="Inhopg8"/>
    <w:next w:val="Standaard"/>
    <w:rsid w:val="00723049"/>
  </w:style>
  <w:style w:type="paragraph" w:customStyle="1" w:styleId="Lijstniveau1">
    <w:name w:val="Lijst niveau 1"/>
    <w:basedOn w:val="Standaard"/>
    <w:rsid w:val="00723049"/>
    <w:pPr>
      <w:numPr>
        <w:numId w:val="8"/>
      </w:numPr>
    </w:pPr>
  </w:style>
  <w:style w:type="paragraph" w:customStyle="1" w:styleId="Lijstniveau2">
    <w:name w:val="Lijst niveau 2"/>
    <w:basedOn w:val="Standaard"/>
    <w:rsid w:val="00723049"/>
    <w:pPr>
      <w:numPr>
        <w:ilvl w:val="1"/>
        <w:numId w:val="8"/>
      </w:numPr>
    </w:pPr>
  </w:style>
  <w:style w:type="paragraph" w:customStyle="1" w:styleId="Lijstniveau3">
    <w:name w:val="Lijst niveau 3"/>
    <w:basedOn w:val="Standaard"/>
    <w:rsid w:val="00723049"/>
    <w:pPr>
      <w:numPr>
        <w:ilvl w:val="2"/>
        <w:numId w:val="8"/>
      </w:numPr>
    </w:pPr>
  </w:style>
  <w:style w:type="paragraph" w:customStyle="1" w:styleId="OndertekeningArea1">
    <w:name w:val="Ondertekening_Area1"/>
    <w:basedOn w:val="Standaard"/>
    <w:next w:val="Standaard"/>
    <w:rsid w:val="00723049"/>
    <w:pPr>
      <w:spacing w:before="240"/>
    </w:pPr>
  </w:style>
  <w:style w:type="paragraph" w:customStyle="1" w:styleId="Persbericht-subtitel">
    <w:name w:val="Persbericht - subtitel"/>
    <w:basedOn w:val="Standaard"/>
    <w:next w:val="Standaard"/>
    <w:rsid w:val="00723049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rsid w:val="00723049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rsid w:val="00723049"/>
    <w:pPr>
      <w:spacing w:before="240"/>
    </w:pPr>
  </w:style>
  <w:style w:type="table" w:customStyle="1" w:styleId="StandaardRapportTabelstijl">
    <w:name w:val="Standaard Rapport Tabelstijl"/>
    <w:rsid w:val="00723049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rsid w:val="00723049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rsid w:val="00723049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rsid w:val="00723049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sid w:val="00723049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rsid w:val="00723049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rsid w:val="00723049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rsid w:val="00723049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sid w:val="00723049"/>
    <w:rPr>
      <w:i/>
    </w:rPr>
  </w:style>
  <w:style w:type="paragraph" w:customStyle="1" w:styleId="StandaardReferentiegegevenskop">
    <w:name w:val="Standaard_Referentiegegevens_kop"/>
    <w:basedOn w:val="Standaard"/>
    <w:next w:val="Standaard"/>
    <w:rsid w:val="00723049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rsid w:val="00723049"/>
    <w:pPr>
      <w:spacing w:before="240"/>
    </w:pPr>
  </w:style>
  <w:style w:type="paragraph" w:customStyle="1" w:styleId="StandaardV9Italic">
    <w:name w:val="Standaard_V9_Italic"/>
    <w:basedOn w:val="Standaard"/>
    <w:next w:val="Standaard"/>
    <w:rsid w:val="00723049"/>
    <w:rPr>
      <w:i/>
    </w:rPr>
  </w:style>
  <w:style w:type="paragraph" w:customStyle="1" w:styleId="Standaardlijst">
    <w:name w:val="Standaardlijst"/>
    <w:rsid w:val="00723049"/>
  </w:style>
  <w:style w:type="table" w:customStyle="1" w:styleId="TabelMinuut">
    <w:name w:val="Tabel Minuut"/>
    <w:rsid w:val="00723049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rsid w:val="00723049"/>
    <w:pPr>
      <w:numPr>
        <w:numId w:val="9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rsid w:val="00723049"/>
    <w:pPr>
      <w:numPr>
        <w:ilvl w:val="1"/>
        <w:numId w:val="9"/>
      </w:numPr>
    </w:pPr>
  </w:style>
  <w:style w:type="paragraph" w:customStyle="1" w:styleId="VWSAdviesMinisterraad3">
    <w:name w:val="VWS Advies Ministerraad 3"/>
    <w:basedOn w:val="Standaard"/>
    <w:next w:val="Standaard"/>
    <w:rsid w:val="00723049"/>
    <w:pPr>
      <w:numPr>
        <w:ilvl w:val="2"/>
        <w:numId w:val="9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rsid w:val="00723049"/>
    <w:pPr>
      <w:numPr>
        <w:ilvl w:val="3"/>
        <w:numId w:val="9"/>
      </w:numPr>
    </w:pPr>
  </w:style>
  <w:style w:type="paragraph" w:customStyle="1" w:styleId="VWSAdviesMinisterraadnummering">
    <w:name w:val="VWS Advies Ministerraad nummering"/>
    <w:basedOn w:val="Standaard"/>
    <w:next w:val="Standaard"/>
    <w:rsid w:val="00723049"/>
    <w:rPr>
      <w:b/>
    </w:rPr>
  </w:style>
  <w:style w:type="paragraph" w:customStyle="1" w:styleId="VWSAMvB">
    <w:name w:val="VWS AMvB"/>
    <w:basedOn w:val="Standaard"/>
    <w:next w:val="Standaard"/>
    <w:rsid w:val="00723049"/>
    <w:pPr>
      <w:spacing w:before="480"/>
    </w:pPr>
  </w:style>
  <w:style w:type="paragraph" w:customStyle="1" w:styleId="VWSBlauweBrief">
    <w:name w:val="VWS Blauwe Brief"/>
    <w:basedOn w:val="Standaard"/>
    <w:next w:val="Standaard"/>
    <w:rsid w:val="00723049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rsid w:val="00723049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rsid w:val="00723049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rsid w:val="00723049"/>
    <w:pPr>
      <w:jc w:val="right"/>
    </w:pPr>
  </w:style>
  <w:style w:type="paragraph" w:customStyle="1" w:styleId="VWSNtb">
    <w:name w:val="VWS Ntb"/>
    <w:basedOn w:val="Standaard"/>
    <w:next w:val="Standaard"/>
    <w:rsid w:val="00723049"/>
    <w:pPr>
      <w:numPr>
        <w:ilvl w:val="1"/>
        <w:numId w:val="11"/>
      </w:numPr>
    </w:pPr>
  </w:style>
  <w:style w:type="paragraph" w:customStyle="1" w:styleId="VWSNtb-inspringen">
    <w:name w:val="VWS Ntb - inspringen"/>
    <w:basedOn w:val="Standaard"/>
    <w:next w:val="Standaard"/>
    <w:rsid w:val="00723049"/>
    <w:pPr>
      <w:numPr>
        <w:ilvl w:val="2"/>
        <w:numId w:val="11"/>
      </w:numPr>
    </w:pPr>
  </w:style>
  <w:style w:type="paragraph" w:customStyle="1" w:styleId="VWSNtb-inspringenkliknummer">
    <w:name w:val="VWS Ntb - inspringen klik nummer"/>
    <w:basedOn w:val="Standaard"/>
    <w:next w:val="Standaard"/>
    <w:rsid w:val="00723049"/>
  </w:style>
  <w:style w:type="paragraph" w:customStyle="1" w:styleId="VWSNtbinspringenklik">
    <w:name w:val="VWS Ntb inspringen klik"/>
    <w:basedOn w:val="Standaard"/>
    <w:next w:val="Standaard"/>
    <w:rsid w:val="00723049"/>
    <w:pPr>
      <w:numPr>
        <w:numId w:val="10"/>
      </w:numPr>
    </w:pPr>
  </w:style>
  <w:style w:type="paragraph" w:customStyle="1" w:styleId="VWSNtbKop">
    <w:name w:val="VWS Ntb Kop"/>
    <w:basedOn w:val="Standaard"/>
    <w:next w:val="Standaard"/>
    <w:rsid w:val="00723049"/>
    <w:pPr>
      <w:numPr>
        <w:numId w:val="11"/>
      </w:numPr>
    </w:pPr>
    <w:rPr>
      <w:b/>
    </w:rPr>
  </w:style>
  <w:style w:type="paragraph" w:customStyle="1" w:styleId="VWSNtbnummering">
    <w:name w:val="VWS Ntb nummering"/>
    <w:basedOn w:val="Standaard"/>
    <w:next w:val="Standaard"/>
    <w:rsid w:val="00723049"/>
  </w:style>
  <w:style w:type="paragraph" w:customStyle="1" w:styleId="VWSStartnota">
    <w:name w:val="VWS Startnota"/>
    <w:basedOn w:val="Standaard"/>
    <w:next w:val="Standaard"/>
    <w:rsid w:val="00723049"/>
  </w:style>
  <w:style w:type="paragraph" w:customStyle="1" w:styleId="VWSStartnotaKop1">
    <w:name w:val="VWS Startnota Kop 1"/>
    <w:basedOn w:val="Standaard"/>
    <w:next w:val="Standaard"/>
    <w:rsid w:val="00723049"/>
    <w:pPr>
      <w:numPr>
        <w:numId w:val="12"/>
      </w:numPr>
    </w:pPr>
    <w:rPr>
      <w:b/>
    </w:rPr>
  </w:style>
  <w:style w:type="paragraph" w:customStyle="1" w:styleId="VWSStartnotaV10">
    <w:name w:val="VWS Startnota V10"/>
    <w:basedOn w:val="Standaard"/>
    <w:next w:val="Standaard"/>
    <w:rsid w:val="00723049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sid w:val="00723049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rsid w:val="00723049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rsid w:val="00723049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rsid w:val="00723049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sid w:val="00723049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rsid w:val="00723049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rsid w:val="00723049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rsid w:val="00723049"/>
  </w:style>
  <w:style w:type="paragraph" w:customStyle="1" w:styleId="WitregelW2">
    <w:name w:val="Witregel W2"/>
    <w:basedOn w:val="Standaard"/>
    <w:next w:val="Standaard"/>
    <w:rsid w:val="00723049"/>
    <w:pPr>
      <w:spacing w:line="270" w:lineRule="exact"/>
    </w:pPr>
    <w:rPr>
      <w:sz w:val="27"/>
      <w:szCs w:val="27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31F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1F6B"/>
    <w:rPr>
      <w:rFonts w:ascii="Tahoma" w:hAnsi="Tahoma" w:cs="Tahoma"/>
      <w:color w:val="000000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231F6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31F6B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semiHidden/>
    <w:unhideWhenUsed/>
    <w:rsid w:val="00231F6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31F6B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TTENJBF\AppData\Local\Microsoft\Windows\Temporary%20Internet%20Files\Content.IE5\OS1UPVRS\Brief%20aan%20Parlement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44</ap:Words>
  <ap:Characters>243</ap:Characters>
  <ap:DocSecurity>8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286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2018-11-06T09:55:00.0000000Z</lastPrinted>
  <dcterms:created xsi:type="dcterms:W3CDTF">2018-11-07T11:03:00.0000000Z</dcterms:created>
  <dcterms:modified xsi:type="dcterms:W3CDTF">2018-11-07T11:05:00.0000000Z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0x010100DA450C75FE32AD468589EB7A6E6477EE</vt:lpwstr>
  </property>
</Properties>
</file>