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05" w:rsidRDefault="002A0C05"/>
    <w:p w:rsidR="002A0C05" w:rsidRDefault="002A0C05">
      <w:pPr>
        <w:sectPr w:rsidR="002A0C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2948" w:right="2778" w:bottom="1134" w:left="1588" w:header="6520" w:footer="709" w:gutter="0"/>
          <w:paperSrc w:first="9262" w:other="9148"/>
          <w:cols w:space="708"/>
          <w:titlePg/>
          <w:docGrid w:linePitch="326"/>
        </w:sectPr>
      </w:pPr>
    </w:p>
    <w:p w:rsidR="002A0C05" w:rsidP="00F67D6D" w:rsidRDefault="00B90509">
      <w:pPr>
        <w:spacing w:line="210" w:lineRule="atLeast"/>
        <w:rPr>
          <w:rFonts w:cs="Arial"/>
        </w:rPr>
      </w:pPr>
      <w:bookmarkStart w:name="_GoBack" w:id="0"/>
      <w:bookmarkEnd w:id="0"/>
      <w:r>
        <w:lastRenderedPageBreak/>
        <w:t>Hierbij do</w:t>
      </w:r>
      <w:r w:rsidR="00075A9E">
        <w:t xml:space="preserve">en wij u een Nota van wijziging </w:t>
      </w:r>
      <w:r>
        <w:t xml:space="preserve">toekomen die een </w:t>
      </w:r>
      <w:r w:rsidRPr="00075A9E">
        <w:t>tweetal</w:t>
      </w:r>
      <w:r>
        <w:t xml:space="preserve"> financiële mutaties aanbrengt in </w:t>
      </w:r>
      <w:r w:rsidRPr="002B7B6F">
        <w:rPr>
          <w:rFonts w:cs="Arial"/>
        </w:rPr>
        <w:t xml:space="preserve">het voorstel van wet tot vaststelling van de begrotingsstaat van het </w:t>
      </w:r>
      <w:r>
        <w:rPr>
          <w:rFonts w:cs="Arial"/>
        </w:rPr>
        <w:t>gemeentefonds (B) voor het jaar 2015</w:t>
      </w:r>
      <w:r w:rsidRPr="002B7B6F">
        <w:rPr>
          <w:rFonts w:cs="Arial"/>
        </w:rPr>
        <w:t xml:space="preserve"> (ka</w:t>
      </w:r>
      <w:r>
        <w:rPr>
          <w:rFonts w:cs="Arial"/>
        </w:rPr>
        <w:t>merstukken II, vergaderjaar 2014</w:t>
      </w:r>
      <w:r w:rsidR="00283BEB">
        <w:rPr>
          <w:rFonts w:cs="Arial"/>
        </w:rPr>
        <w:t>/</w:t>
      </w:r>
      <w:r>
        <w:rPr>
          <w:rFonts w:cs="Arial"/>
        </w:rPr>
        <w:t>2015, 34 000 B, Nr. 1</w:t>
      </w:r>
      <w:r w:rsidRPr="002B7B6F">
        <w:rPr>
          <w:rFonts w:cs="Arial"/>
        </w:rPr>
        <w:t>).</w:t>
      </w:r>
    </w:p>
    <w:p w:rsidR="00B90509" w:rsidP="00F67D6D" w:rsidRDefault="00B90509">
      <w:pPr>
        <w:spacing w:line="210" w:lineRule="atLeast"/>
        <w:rPr>
          <w:rFonts w:cs="Arial"/>
        </w:rPr>
      </w:pPr>
    </w:p>
    <w:p w:rsidR="00B90509" w:rsidP="00F67D6D" w:rsidRDefault="00B90509">
      <w:pPr>
        <w:spacing w:line="210" w:lineRule="atLeast"/>
        <w:rPr>
          <w:rFonts w:cs="Arial"/>
        </w:rPr>
      </w:pPr>
    </w:p>
    <w:p w:rsidR="00B90509" w:rsidP="00F67D6D" w:rsidRDefault="001B4037">
      <w:pPr>
        <w:spacing w:line="210" w:lineRule="atLeast"/>
        <w:rPr>
          <w:kern w:val="0"/>
        </w:rPr>
      </w:pPr>
      <w:r>
        <w:rPr>
          <w:kern w:val="0"/>
        </w:rPr>
        <w:t>De m</w:t>
      </w:r>
      <w:r w:rsidRPr="00B90509" w:rsidR="00B90509">
        <w:rPr>
          <w:kern w:val="0"/>
        </w:rPr>
        <w:t xml:space="preserve">inister van Binnenlandse Zaken en Koninkrijksrelaties, </w:t>
      </w:r>
    </w:p>
    <w:p w:rsidR="00B90509" w:rsidP="00F67D6D" w:rsidRDefault="00B90509">
      <w:pPr>
        <w:spacing w:line="210" w:lineRule="atLeast"/>
        <w:rPr>
          <w:kern w:val="0"/>
        </w:rPr>
      </w:pPr>
    </w:p>
    <w:p w:rsidR="00B90509" w:rsidP="00F67D6D" w:rsidRDefault="00B90509">
      <w:pPr>
        <w:spacing w:line="210" w:lineRule="atLeast"/>
        <w:rPr>
          <w:kern w:val="0"/>
        </w:rPr>
      </w:pPr>
    </w:p>
    <w:p w:rsidR="00B90509" w:rsidP="00F67D6D" w:rsidRDefault="00B90509">
      <w:pPr>
        <w:spacing w:line="210" w:lineRule="atLeast"/>
        <w:rPr>
          <w:kern w:val="0"/>
        </w:rPr>
      </w:pPr>
    </w:p>
    <w:p w:rsidR="00005FDA" w:rsidP="00F67D6D" w:rsidRDefault="00005FDA">
      <w:pPr>
        <w:spacing w:line="210" w:lineRule="atLeast"/>
        <w:rPr>
          <w:kern w:val="0"/>
        </w:rPr>
      </w:pPr>
    </w:p>
    <w:p w:rsidR="00005FDA" w:rsidP="00F67D6D" w:rsidRDefault="00005FDA">
      <w:pPr>
        <w:spacing w:line="210" w:lineRule="atLeast"/>
        <w:rPr>
          <w:kern w:val="0"/>
        </w:rPr>
      </w:pPr>
    </w:p>
    <w:p w:rsidR="00B90509" w:rsidP="00F67D6D" w:rsidRDefault="00B90509">
      <w:pPr>
        <w:spacing w:line="210" w:lineRule="atLeast"/>
        <w:rPr>
          <w:kern w:val="0"/>
        </w:rPr>
      </w:pPr>
      <w:r w:rsidRPr="00B90509">
        <w:rPr>
          <w:kern w:val="0"/>
        </w:rPr>
        <w:t xml:space="preserve">R.H.A. </w:t>
      </w:r>
      <w:proofErr w:type="spellStart"/>
      <w:r w:rsidRPr="00B90509">
        <w:rPr>
          <w:kern w:val="0"/>
        </w:rPr>
        <w:t>Plasterk</w:t>
      </w:r>
      <w:proofErr w:type="spellEnd"/>
    </w:p>
    <w:p w:rsidR="00B90509" w:rsidP="00F67D6D" w:rsidRDefault="00B90509">
      <w:pPr>
        <w:spacing w:line="210" w:lineRule="atLeast"/>
        <w:rPr>
          <w:kern w:val="0"/>
        </w:rPr>
      </w:pPr>
    </w:p>
    <w:p w:rsidR="00B90509" w:rsidP="00F67D6D" w:rsidRDefault="00B90509">
      <w:pPr>
        <w:spacing w:line="210" w:lineRule="atLeast"/>
        <w:rPr>
          <w:kern w:val="0"/>
        </w:rPr>
      </w:pPr>
    </w:p>
    <w:p w:rsidR="00704F8A" w:rsidP="00F67D6D" w:rsidRDefault="00704F8A">
      <w:pPr>
        <w:spacing w:line="210" w:lineRule="atLeast"/>
        <w:rPr>
          <w:kern w:val="0"/>
        </w:rPr>
      </w:pPr>
    </w:p>
    <w:p w:rsidR="00B90509" w:rsidP="00F67D6D" w:rsidRDefault="00B90509">
      <w:pPr>
        <w:spacing w:line="210" w:lineRule="atLeast"/>
        <w:rPr>
          <w:kern w:val="0"/>
        </w:rPr>
      </w:pPr>
      <w:r w:rsidRPr="00B90509">
        <w:rPr>
          <w:kern w:val="0"/>
        </w:rPr>
        <w:t xml:space="preserve">De </w:t>
      </w:r>
      <w:r w:rsidR="00704F8A">
        <w:rPr>
          <w:kern w:val="0"/>
        </w:rPr>
        <w:t>s</w:t>
      </w:r>
      <w:r w:rsidRPr="00B90509">
        <w:rPr>
          <w:kern w:val="0"/>
        </w:rPr>
        <w:t>taatssecretaris van Financiën,</w:t>
      </w:r>
    </w:p>
    <w:p w:rsidR="002A0C05" w:rsidP="00F67D6D" w:rsidRDefault="002A0C05">
      <w:pPr>
        <w:pStyle w:val="Huisstijl-Ondertekeningvervolg"/>
        <w:spacing w:line="210" w:lineRule="atLeast"/>
        <w:rPr>
          <w:i w:val="0"/>
        </w:rPr>
      </w:pPr>
    </w:p>
    <w:p w:rsidR="002A0C05" w:rsidP="00F67D6D" w:rsidRDefault="002A0C05">
      <w:pPr>
        <w:pStyle w:val="Huisstijl-Ondertekeningvervolg"/>
        <w:spacing w:line="210" w:lineRule="atLeast"/>
        <w:rPr>
          <w:i w:val="0"/>
        </w:rPr>
      </w:pPr>
    </w:p>
    <w:p w:rsidR="002A0C05" w:rsidP="00F67D6D" w:rsidRDefault="002A0C05">
      <w:pPr>
        <w:pStyle w:val="Huisstijl-Ondertekeningvervolg"/>
        <w:spacing w:line="210" w:lineRule="atLeast"/>
        <w:rPr>
          <w:i w:val="0"/>
        </w:rPr>
      </w:pPr>
    </w:p>
    <w:p w:rsidR="002A0C05" w:rsidP="00F67D6D" w:rsidRDefault="002A0C05">
      <w:pPr>
        <w:pStyle w:val="Huisstijl-Ondertekeningvervolg"/>
        <w:spacing w:line="210" w:lineRule="atLeast"/>
        <w:rPr>
          <w:i w:val="0"/>
        </w:rPr>
      </w:pPr>
    </w:p>
    <w:p w:rsidR="00005FDA" w:rsidP="00F67D6D" w:rsidRDefault="00005FDA">
      <w:pPr>
        <w:pStyle w:val="Huisstijl-Ondertekeningvervolg"/>
        <w:spacing w:line="210" w:lineRule="atLeast"/>
        <w:rPr>
          <w:i w:val="0"/>
        </w:rPr>
      </w:pPr>
    </w:p>
    <w:p w:rsidRPr="00A84A00" w:rsidR="0011327A" w:rsidP="0011327A" w:rsidRDefault="0011327A">
      <w:r w:rsidRPr="00A84A00">
        <w:rPr>
          <w:rFonts w:cs="Arial"/>
        </w:rPr>
        <w:t xml:space="preserve">E.D. </w:t>
      </w:r>
      <w:proofErr w:type="spellStart"/>
      <w:r w:rsidRPr="00A84A00">
        <w:rPr>
          <w:rFonts w:cs="Arial"/>
        </w:rPr>
        <w:t>Wiebes</w:t>
      </w:r>
      <w:proofErr w:type="spellEnd"/>
    </w:p>
    <w:p w:rsidR="00005FDA" w:rsidP="00F67D6D" w:rsidRDefault="00005FDA">
      <w:pPr>
        <w:pStyle w:val="Standard"/>
        <w:spacing w:line="210" w:lineRule="atLeast"/>
      </w:pPr>
    </w:p>
    <w:sectPr w:rsidR="00005FDA" w:rsidSect="002A0C05">
      <w:headerReference w:type="default" r:id="rId14"/>
      <w:type w:val="continuous"/>
      <w:pgSz w:w="11905" w:h="16837"/>
      <w:pgMar w:top="2948" w:right="2778" w:bottom="1049" w:left="1588" w:header="2750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509" w:rsidRDefault="00B90509">
      <w:r>
        <w:separator/>
      </w:r>
    </w:p>
  </w:endnote>
  <w:endnote w:type="continuationSeparator" w:id="0">
    <w:p w:rsidR="00B90509" w:rsidRDefault="00B90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BEB" w:rsidRDefault="00283BE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B97426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75409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sdt>
    <w:sdtPr>
      <w:id w:val="1117874269"/>
      <w:docPartObj>
        <w:docPartGallery w:val="Page Numbers (Top of Page)"/>
        <w:docPartUnique/>
      </w:docPartObj>
    </w:sdtPr>
    <w:sdtContent>
      <w:p w:rsidR="002A0C05" w:rsidRDefault="0074403D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  <w:r>
          <w:t>Pagina</w:t>
        </w:r>
        <w:r w:rsidR="00301FD5">
          <w:t xml:space="preserve"> </w:t>
        </w:r>
        <w:r w:rsidR="00B97426">
          <w:fldChar w:fldCharType="begin"/>
        </w:r>
        <w:r w:rsidR="00301FD5">
          <w:instrText xml:space="preserve"> PAGE    \* MERGEFORMAT </w:instrText>
        </w:r>
        <w:r w:rsidR="00B97426">
          <w:fldChar w:fldCharType="separate"/>
        </w:r>
        <w:r w:rsidR="00704F8A">
          <w:rPr>
            <w:noProof/>
          </w:rPr>
          <w:t>1</w:t>
        </w:r>
        <w:r w:rsidR="00B97426">
          <w:fldChar w:fldCharType="end"/>
        </w:r>
        <w:r w:rsidR="00301FD5">
          <w:t xml:space="preserve"> </w:t>
        </w:r>
        <w:r>
          <w:t>van</w:t>
        </w:r>
        <w:r w:rsidR="00301FD5">
          <w:t xml:space="preserve"> </w:t>
        </w:r>
        <w:fldSimple w:instr=" NUMPAGES  \* Arabic  \* MERGEFORMAT ">
          <w:r w:rsidR="00704F8A">
            <w:rPr>
              <w:noProof/>
            </w:rPr>
            <w:t>1</w:t>
          </w:r>
        </w:fldSimple>
      </w:p>
      <w:p w:rsidR="002A0C05" w:rsidRDefault="00B97426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</w:p>
    </w:sdtContent>
  </w:sdt>
  <w:p w:rsidR="002A0C05" w:rsidRDefault="00301FD5">
    <w:pPr>
      <w:pStyle w:val="Huisstijl-Paginanummer"/>
      <w:framePr w:w="1985" w:h="176" w:hRule="exact" w:hSpace="181" w:wrap="around" w:vAnchor="page" w:hAnchor="page" w:x="9328" w:y="1610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 xml:space="preserve"> pagina’s (inclusief voorblad)</w:t>
    </w:r>
  </w:p>
  <w:p w:rsidR="002A0C05" w:rsidRDefault="002A0C0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BEB" w:rsidRDefault="00283BE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509" w:rsidRDefault="00B90509">
      <w:r>
        <w:rPr>
          <w:color w:val="000000"/>
        </w:rPr>
        <w:separator/>
      </w:r>
    </w:p>
  </w:footnote>
  <w:footnote w:type="continuationSeparator" w:id="0">
    <w:p w:rsidR="00B90509" w:rsidRDefault="00B905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BEB" w:rsidRDefault="00283BE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B9742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6146" type="#_x0000_t202" style="position:absolute;margin-left:79.4pt;margin-top:805.45pt;width:372.75pt;height:8.5pt;z-index:2516556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" strokecolor="white [3212]" strokeweight="0">
          <v:textbox inset="0,0,0,0">
            <w:txbxContent>
              <w:p w:rsidR="002A0C05" w:rsidRDefault="00301FD5">
                <w:pPr>
                  <w:pStyle w:val="Huisstijl-Paginanummer"/>
                </w:pPr>
                <w:r>
                  <w:t xml:space="preserve">Pagina </w:t>
                </w:r>
                <w:r w:rsidR="00B97426">
                  <w:fldChar w:fldCharType="begin"/>
                </w:r>
                <w:r>
                  <w:instrText xml:space="preserve"> PAGE    \* MERGEFORMAT </w:instrText>
                </w:r>
                <w:r w:rsidR="00B97426">
                  <w:fldChar w:fldCharType="separate"/>
                </w:r>
                <w:r>
                  <w:t>2</w:t>
                </w:r>
                <w:r w:rsidR="00B97426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B97426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75409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74403D">
    <w:pPr>
      <w:pStyle w:val="Huisstijl-Afzendgegevenskop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Directie Bestuur, Democratie &amp; Financiën</w:t>
    </w:r>
  </w:p>
  <w:p w:rsidR="002A0C05" w:rsidRDefault="0074403D">
    <w:pPr>
      <w:pStyle w:val="Huisstijl-Afzendgegevens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proofErr w:type="spellStart"/>
    <w:r w:rsidRPr="0074403D">
      <w:t>Turfmarkt</w:t>
    </w:r>
    <w:proofErr w:type="spellEnd"/>
    <w:r w:rsidRPr="0074403D">
      <w:t xml:space="preserve"> 147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Den Haag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Postbus 20011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2500 EA</w:t>
    </w:r>
    <w:r w:rsidR="00301FD5">
      <w:t xml:space="preserve">  </w:t>
    </w:r>
    <w:r w:rsidRPr="0074403D">
      <w:t>Den Haag</w:t>
    </w:r>
  </w:p>
  <w:p w:rsidR="002A0C05" w:rsidRDefault="0074403D">
    <w:pPr>
      <w:pStyle w:val="Huisstijl-ReferentiegegevenskopW2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Kenmerk</w:t>
    </w:r>
  </w:p>
  <w:p w:rsidR="002A0C05" w:rsidRDefault="00B97426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704F8A">
        <w:t>2014-0000563207</w:t>
      </w:r>
    </w:fldSimple>
  </w:p>
  <w:p w:rsidR="002A0C05" w:rsidRDefault="0074403D">
    <w:pPr>
      <w:pStyle w:val="Huisstijl-Referentiegegevenskop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Uw kenmerk</w:t>
    </w:r>
  </w:p>
  <w:p w:rsidR="002A0C05" w:rsidRDefault="00B97426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75409">
      <w:instrText xml:space="preserve"> DOCPROPERTY  UwKenmerk  \* MERGEFORMAT </w:instrText>
    </w:r>
    <w:r>
      <w:fldChar w:fldCharType="end"/>
    </w:r>
  </w:p>
  <w:p w:rsidR="002A0C05" w:rsidRDefault="0074403D">
    <w:pPr>
      <w:pStyle w:val="Huisstijl-Referentiegegevenskop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Bijlage(n)</w:t>
    </w:r>
  </w:p>
  <w:p w:rsidR="002A0C05" w:rsidRDefault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1</w:t>
    </w:r>
  </w:p>
  <w:tbl>
    <w:tblPr>
      <w:tblStyle w:val="Tabelraster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1134"/>
      <w:gridCol w:w="5921"/>
    </w:tblGrid>
    <w:tr w:rsidR="002A0C05">
      <w:trPr>
        <w:trHeight w:hRule="exact" w:val="198"/>
      </w:trPr>
      <w:tc>
        <w:tcPr>
          <w:tcW w:w="1134" w:type="dxa"/>
        </w:tcPr>
        <w:p w:rsidR="002A0C05" w:rsidRDefault="002A0C05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  <w:tc>
        <w:tcPr>
          <w:tcW w:w="5921" w:type="dxa"/>
        </w:tcPr>
        <w:p w:rsidR="002A0C05" w:rsidRDefault="002A0C05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</w:tr>
    <w:tr w:rsidR="002A0C05">
      <w:tc>
        <w:tcPr>
          <w:tcW w:w="1134" w:type="dxa"/>
        </w:tcPr>
        <w:p w:rsidR="002A0C05" w:rsidRDefault="0074403D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Datum</w:t>
          </w:r>
        </w:p>
      </w:tc>
      <w:tc>
        <w:tcPr>
          <w:tcW w:w="5921" w:type="dxa"/>
        </w:tcPr>
        <w:p w:rsidR="002A0C05" w:rsidRDefault="00B97426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Datum  \* MERGEFORMAT ">
            <w:r w:rsidR="00704F8A">
              <w:t>27 oktober 2014</w:t>
            </w:r>
          </w:fldSimple>
        </w:p>
      </w:tc>
    </w:tr>
    <w:tr w:rsidR="002A0C05">
      <w:tc>
        <w:tcPr>
          <w:tcW w:w="1134" w:type="dxa"/>
        </w:tcPr>
        <w:p w:rsidR="002A0C05" w:rsidRDefault="0074403D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Betreft</w:t>
          </w:r>
        </w:p>
      </w:tc>
      <w:tc>
        <w:tcPr>
          <w:tcW w:w="5921" w:type="dxa"/>
        </w:tcPr>
        <w:p w:rsidR="002A0C05" w:rsidRDefault="00B97426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Onderwerp  \* MERGEFORMAT ">
            <w:r w:rsidR="00704F8A">
              <w:t>Nota van wijziging begroting gemeentefonds</w:t>
            </w:r>
          </w:fldSimple>
        </w:p>
      </w:tc>
    </w:tr>
  </w:tbl>
  <w:p w:rsidR="002A0C05" w:rsidRDefault="002A0C05">
    <w:pPr>
      <w:framePr w:w="7201" w:hSpace="181" w:wrap="around" w:vAnchor="page" w:hAnchor="page" w:x="1589" w:y="5552"/>
      <w:pBdr>
        <w:top w:val="single" w:sz="6" w:space="0" w:color="FFFFFF" w:themeColor="background1"/>
        <w:left w:val="single" w:sz="6" w:space="0" w:color="FFFFFF" w:themeColor="background1"/>
        <w:bottom w:val="single" w:sz="6" w:space="0" w:color="FFFFFF" w:themeColor="background1"/>
        <w:right w:val="single" w:sz="6" w:space="0" w:color="FFFFFF" w:themeColor="background1"/>
      </w:pBdr>
      <w:shd w:val="solid" w:color="FFFFFF" w:fill="FFFFFF"/>
      <w:rPr>
        <w:sz w:val="13"/>
        <w:szCs w:val="13"/>
      </w:rPr>
    </w:pPr>
  </w:p>
  <w:p w:rsidR="002A0C05" w:rsidRDefault="00301FD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rPr>
        <w:noProof/>
        <w:lang w:eastAsia="nl-NL" w:bidi="ar-SA"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28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28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8000" cy="1580400"/>
          <wp:effectExtent l="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80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74403D">
      <w:t>Pagina</w:t>
    </w:r>
    <w:r>
      <w:t xml:space="preserve"> </w:t>
    </w:r>
    <w:r w:rsidR="00B97426">
      <w:fldChar w:fldCharType="begin"/>
    </w:r>
    <w:r>
      <w:instrText xml:space="preserve"> PAGE    \* MERGEFORMAT </w:instrText>
    </w:r>
    <w:r w:rsidR="00B97426">
      <w:fldChar w:fldCharType="separate"/>
    </w:r>
    <w:r w:rsidR="00704F8A">
      <w:rPr>
        <w:noProof/>
      </w:rPr>
      <w:t>1</w:t>
    </w:r>
    <w:r w:rsidR="00B97426">
      <w:fldChar w:fldCharType="end"/>
    </w:r>
    <w:r>
      <w:t xml:space="preserve"> </w:t>
    </w:r>
    <w:r w:rsidR="0074403D">
      <w:t>van</w:t>
    </w:r>
    <w:r>
      <w:t xml:space="preserve"> </w:t>
    </w:r>
    <w:fldSimple w:instr=" NUMPAGES  \* Arabic  \* MERGEFORMAT ">
      <w:r w:rsidR="00704F8A">
        <w:rPr>
          <w:noProof/>
        </w:rPr>
        <w:t>1</w:t>
      </w:r>
    </w:fldSimple>
  </w:p>
  <w:p w:rsidR="002A0C05" w:rsidRDefault="002A0C05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2A0C05">
    <w:pPr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74403D">
    <w:pPr>
      <w:pStyle w:val="Huisstijl-Retouradres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&gt; Retouradres</w:t>
    </w:r>
    <w:r w:rsidR="00301FD5">
      <w:t xml:space="preserve"> </w:t>
    </w:r>
    <w:r w:rsidRPr="0074403D">
      <w:t>Postbus 20011</w:t>
    </w:r>
    <w:r w:rsidR="00301FD5">
      <w:t xml:space="preserve"> </w:t>
    </w:r>
    <w:r w:rsidRPr="0074403D">
      <w:t>2500 EA</w:t>
    </w:r>
    <w:r w:rsidR="00301FD5">
      <w:t xml:space="preserve"> </w:t>
    </w:r>
    <w:r w:rsidRPr="0074403D">
      <w:t>Den Haag</w:t>
    </w:r>
  </w:p>
  <w:p w:rsidR="002A0C05" w:rsidRDefault="00B97426">
    <w:pPr>
      <w:pStyle w:val="Huisstijl-Rubricering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spacing w:before="120"/>
    </w:pPr>
    <w:r>
      <w:fldChar w:fldCharType="begin"/>
    </w:r>
    <w:r w:rsidR="00B75409">
      <w:instrText xml:space="preserve"> DOCPROPERTY  Rubricering  \* MERGEFORMAT </w:instrText>
    </w:r>
    <w:r>
      <w:fldChar w:fldCharType="end"/>
    </w:r>
  </w:p>
  <w:p w:rsidR="00704F8A" w:rsidRDefault="00B97426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75409">
      <w:instrText xml:space="preserve"> DOCPROPERTY  Aan  \* MERGEFORMAT </w:instrText>
    </w:r>
    <w:r>
      <w:fldChar w:fldCharType="separate"/>
    </w:r>
    <w:r w:rsidR="00704F8A">
      <w:t>Aan de Voorzitter van de Tweede Kamer der Staten-Generaal</w:t>
    </w:r>
  </w:p>
  <w:p w:rsidR="00704F8A" w:rsidRDefault="00704F8A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Postbus 20018</w:t>
    </w:r>
  </w:p>
  <w:p w:rsidR="002A0C05" w:rsidRDefault="00704F8A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2500 EA  Den Haag</w:t>
    </w:r>
    <w:r w:rsidR="00B97426">
      <w:fldChar w:fldCharType="end"/>
    </w:r>
  </w:p>
  <w:p w:rsidR="002A0C05" w:rsidRDefault="002A0C05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C05" w:rsidRDefault="00B97426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75409">
      <w:instrText xml:space="preserve"> DOCPROPERTY  Rubricering  \* MERGEFORMAT </w:instrText>
    </w:r>
    <w:r>
      <w:fldChar w:fldCharType="end"/>
    </w:r>
  </w:p>
  <w:p w:rsidR="002A0C05" w:rsidRDefault="002A0C05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2A0C05" w:rsidRDefault="00B97426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6145" type="#_x0000_t202" style="position:absolute;margin-left:466.35pt;margin-top:152.55pt;width:99.2pt;height:630.7pt;z-index:2516710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" strokecolor="white [3212]" strokeweight="0">
          <v:textbox inset="0,0,0,0">
            <w:txbxContent>
              <w:p w:rsidR="002A0C05" w:rsidRDefault="00301FD5">
                <w:pPr>
                  <w:pStyle w:val="Huisstijl-ReferentiegegevenskopW2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Datum</w:t>
                </w:r>
              </w:p>
              <w:p w:rsidR="002A0C05" w:rsidRDefault="00B97426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Datum  \* MERGEFORMAT ">
                  <w:r w:rsidR="00C032DA">
                    <w:t>27 oktober 2014</w:t>
                  </w:r>
                </w:fldSimple>
              </w:p>
              <w:p w:rsidR="002A0C05" w:rsidRDefault="00301FD5">
                <w:pPr>
                  <w:pStyle w:val="Huisstijl-ReferentiegegevenskopW1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Kenmerk</w:t>
                </w:r>
              </w:p>
              <w:p w:rsidR="002A0C05" w:rsidRDefault="00B97426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Kenmerk  \* MERGEFORMAT ">
                  <w:r w:rsidR="00C032DA">
                    <w:t>2014-0000563207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005FDA"/>
    <w:rsid w:val="00005FDA"/>
    <w:rsid w:val="00075A9E"/>
    <w:rsid w:val="000B2C3D"/>
    <w:rsid w:val="0011327A"/>
    <w:rsid w:val="001B4037"/>
    <w:rsid w:val="00226562"/>
    <w:rsid w:val="00283BEB"/>
    <w:rsid w:val="002A0C05"/>
    <w:rsid w:val="00301FD5"/>
    <w:rsid w:val="003B1B9A"/>
    <w:rsid w:val="003C0BDF"/>
    <w:rsid w:val="00481D52"/>
    <w:rsid w:val="004D3DD3"/>
    <w:rsid w:val="004D401A"/>
    <w:rsid w:val="006F2C9C"/>
    <w:rsid w:val="00704F8A"/>
    <w:rsid w:val="0074403D"/>
    <w:rsid w:val="007757FF"/>
    <w:rsid w:val="007A5F06"/>
    <w:rsid w:val="00805575"/>
    <w:rsid w:val="009C5A55"/>
    <w:rsid w:val="00A41600"/>
    <w:rsid w:val="00A67F2E"/>
    <w:rsid w:val="00AB5A7C"/>
    <w:rsid w:val="00AB7DC1"/>
    <w:rsid w:val="00AC0FB5"/>
    <w:rsid w:val="00B633E8"/>
    <w:rsid w:val="00B75409"/>
    <w:rsid w:val="00B90509"/>
    <w:rsid w:val="00B97426"/>
    <w:rsid w:val="00C032DA"/>
    <w:rsid w:val="00D57AC5"/>
    <w:rsid w:val="00D8016C"/>
    <w:rsid w:val="00DC32E0"/>
    <w:rsid w:val="00E67B33"/>
    <w:rsid w:val="00F24186"/>
    <w:rsid w:val="00F6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0C05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2A0C05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rsid w:val="002A0C0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A0C05"/>
    <w:pPr>
      <w:spacing w:after="120"/>
    </w:pPr>
  </w:style>
  <w:style w:type="paragraph" w:styleId="Lijst">
    <w:name w:val="List"/>
    <w:basedOn w:val="Textbody"/>
    <w:rsid w:val="002A0C05"/>
  </w:style>
  <w:style w:type="paragraph" w:customStyle="1" w:styleId="Caption1">
    <w:name w:val="Caption1"/>
    <w:basedOn w:val="Standard"/>
    <w:rsid w:val="002A0C0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A0C05"/>
    <w:pPr>
      <w:suppressLineNumbers/>
    </w:pPr>
  </w:style>
  <w:style w:type="paragraph" w:customStyle="1" w:styleId="Heading11">
    <w:name w:val="Heading 11"/>
    <w:basedOn w:val="Heading"/>
    <w:next w:val="Textbody"/>
    <w:rsid w:val="002A0C05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2A0C05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2A0C05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2A0C05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2A0C05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2A0C05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2A0C05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2A0C05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2A0C05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rsid w:val="002A0C05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rsid w:val="002A0C05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rsid w:val="002A0C05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  <w:rsid w:val="002A0C05"/>
  </w:style>
  <w:style w:type="paragraph" w:customStyle="1" w:styleId="Huisstijl-Aanhef">
    <w:name w:val="Huisstijl - Aanhef"/>
    <w:basedOn w:val="Standard"/>
    <w:next w:val="Standard"/>
    <w:rsid w:val="002A0C05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rsid w:val="002A0C05"/>
    <w:pPr>
      <w:spacing w:before="240"/>
    </w:pPr>
  </w:style>
  <w:style w:type="paragraph" w:customStyle="1" w:styleId="Header1">
    <w:name w:val="Head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2A0C05"/>
  </w:style>
  <w:style w:type="paragraph" w:customStyle="1" w:styleId="Huisstijl-Afzendgegevenskop">
    <w:name w:val="Huisstijl - Afzendgegevens kop"/>
    <w:basedOn w:val="Standard"/>
    <w:rsid w:val="002A0C05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rsid w:val="002A0C05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A0C05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rsid w:val="002A0C05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rsid w:val="002A0C05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rsid w:val="002A0C05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rsid w:val="002A0C05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  <w:rsid w:val="002A0C05"/>
  </w:style>
  <w:style w:type="paragraph" w:customStyle="1" w:styleId="Huisstijl-Ondertekeningvervolg">
    <w:name w:val="Huisstijl - Ondertekening vervolg"/>
    <w:basedOn w:val="Huisstijl-Ondertekening"/>
    <w:rsid w:val="002A0C05"/>
    <w:rPr>
      <w:i/>
    </w:rPr>
  </w:style>
  <w:style w:type="paragraph" w:customStyle="1" w:styleId="Footer1">
    <w:name w:val="Foot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rsid w:val="002A0C05"/>
    <w:pPr>
      <w:spacing w:line="240" w:lineRule="auto"/>
    </w:pPr>
    <w:rPr>
      <w:sz w:val="13"/>
    </w:rPr>
  </w:style>
  <w:style w:type="character" w:customStyle="1" w:styleId="Placeholder">
    <w:name w:val="Placeholder"/>
    <w:rsid w:val="002A0C05"/>
    <w:rPr>
      <w:smallCaps/>
      <w:color w:val="008080"/>
      <w:u w:val="dotted"/>
    </w:rPr>
  </w:style>
  <w:style w:type="character" w:customStyle="1" w:styleId="NumberingSymbols">
    <w:name w:val="Numbering Symbols"/>
    <w:rsid w:val="002A0C05"/>
    <w:rPr>
      <w:rFonts w:ascii="Verdana" w:hAnsi="Verdana"/>
      <w:sz w:val="18"/>
    </w:rPr>
  </w:style>
  <w:style w:type="character" w:customStyle="1" w:styleId="BulletSymbols">
    <w:name w:val="Bullet Symbols"/>
    <w:rsid w:val="002A0C05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2A0C05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2A0C05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2A0C05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0C05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0C05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2A0C05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2A0C05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2A0C05"/>
    <w:pPr>
      <w:tabs>
        <w:tab w:val="clear" w:pos="170"/>
        <w:tab w:val="left" w:pos="482"/>
      </w:tabs>
    </w:pPr>
  </w:style>
  <w:style w:type="paragraph" w:customStyle="1" w:styleId="Huisstijl-Spoed">
    <w:name w:val="Huisstijl - Spoed"/>
    <w:basedOn w:val="Huisstijl-Toezendgegevens"/>
    <w:next w:val="Huisstijl-Toezendgegevens"/>
    <w:qFormat/>
    <w:rsid w:val="002A0C05"/>
    <w:rPr>
      <w:smallCaps/>
    </w:rPr>
  </w:style>
  <w:style w:type="character" w:styleId="Tekstvantijdelijkeaanduiding">
    <w:name w:val="Placeholder Text"/>
    <w:basedOn w:val="Standaardalinea-lettertype"/>
    <w:uiPriority w:val="99"/>
    <w:semiHidden/>
    <w:rsid w:val="002A0C05"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sid w:val="002A0C05"/>
    <w:rPr>
      <w:i w:val="0"/>
      <w:noProof/>
    </w:rPr>
  </w:style>
  <w:style w:type="table" w:styleId="Tabelraster">
    <w:name w:val="Table Grid"/>
    <w:basedOn w:val="Standaardtabel"/>
    <w:uiPriority w:val="59"/>
    <w:rsid w:val="002A0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  <w:rsid w:val="002A0C05"/>
  </w:style>
  <w:style w:type="paragraph" w:customStyle="1" w:styleId="Huisstijl-Gegevens">
    <w:name w:val="Huisstijl - Gegevens"/>
    <w:basedOn w:val="Huisstijl-DatumenBetreft"/>
    <w:qFormat/>
    <w:rsid w:val="002A0C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iessen\AppData\Local\Microsoft\Windows\Temporary%20Internet%20Files\Low\Content.IE5\UR3I9GNM\DocGen_Brief_nl_NL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62</ap:Words>
  <ap:Characters>345</ap:Characters>
  <ap:DocSecurity>0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406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2014-10-22T13:17:00.0000000Z</lastPrinted>
  <dcterms:created xsi:type="dcterms:W3CDTF">2014-10-22T13:17:00.0000000Z</dcterms:created>
  <dcterms:modified xsi:type="dcterms:W3CDTF">2014-10-22T14:30:00.0000000Z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Nota van wijziging begroting gemeentefonds</vt:lpwstr>
  </property>
  <property fmtid="{D5CDD505-2E9C-101B-9397-08002B2CF9AE}" pid="4" name="Datum">
    <vt:lpwstr>27 oktober 2014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Staten-Generaal_x000d_
Postbus 20018_x000d_
2500 EA  Den Haag</vt:lpwstr>
  </property>
  <property fmtid="{D5CDD505-2E9C-101B-9397-08002B2CF9AE}" pid="7" name="Kenmerk">
    <vt:lpwstr>2014-0000563207</vt:lpwstr>
  </property>
  <property fmtid="{D5CDD505-2E9C-101B-9397-08002B2CF9AE}" pid="8" name="UwKenmerk">
    <vt:lpwstr/>
  </property>
  <property fmtid="{D5CDD505-2E9C-101B-9397-08002B2CF9AE}" pid="9" name="ContentTypeId">
    <vt:lpwstr>0x010100CAAF5B32D72D6E489F7E4C6E9ADCE255</vt:lpwstr>
  </property>
</Properties>
</file>