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88" w:rsidRDefault="00C203AD">
      <w:pPr>
        <w:spacing w:line="240" w:lineRule="auto"/>
      </w:pPr>
    </w:p>
    <w:p w:rsidR="00252F88" w:rsidRDefault="00C203AD"/>
    <w:p w:rsidR="00252F88" w:rsidRDefault="00C203AD"/>
    <w:p w:rsidR="00252F88" w:rsidRDefault="00C203AD">
      <w:pPr>
        <w:sectPr w:rsidR="00252F88" w:rsidSect="002D57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252F88" w:rsidRDefault="00192662">
      <w:pPr>
        <w:pStyle w:val="Huisstijl-Aanhef"/>
      </w:pPr>
      <w:r>
        <w:t>Geachte voorzitter,</w:t>
      </w:r>
    </w:p>
    <w:p w:rsidRPr="007B645F" w:rsidR="007B645F" w:rsidP="001065A9" w:rsidRDefault="001065A9">
      <w:r>
        <w:t>Hierbij zend ik u mijn reactie op d</w:t>
      </w:r>
      <w:r w:rsidR="00192662">
        <w:t>e vragen van uw vaste commissie voor Volksgezondheid, Welzijn en Sport van 9 december 2013 over de brief van 31 oktober 2013 inzake de Regeling zorgvraagzwaarte cGGZ (Kamerstuk 25 424, nr. 233)</w:t>
      </w:r>
      <w:r>
        <w:t xml:space="preserve">. </w:t>
      </w:r>
      <w:r w:rsidR="00192662">
        <w:t xml:space="preserve"> </w:t>
      </w:r>
    </w:p>
    <w:p w:rsidRPr="00AA54F2" w:rsidR="00252F88" w:rsidRDefault="00192662">
      <w:pPr>
        <w:pStyle w:val="Huisstijl-Slotzin"/>
      </w:pPr>
      <w:r w:rsidRPr="00AA54F2">
        <w:t>Hoogachtend,</w:t>
      </w:r>
    </w:p>
    <w:p w:rsidR="00252F88" w:rsidRDefault="00192662">
      <w:pPr>
        <w:pStyle w:val="Huisstijl-Ondertekeningvervolg"/>
        <w:rPr>
          <w:i w:val="0"/>
        </w:rPr>
      </w:pPr>
      <w:r>
        <w:rPr>
          <w:i w:val="0"/>
        </w:rPr>
        <w:t>de minister van Volksgezondheid,</w:t>
      </w:r>
    </w:p>
    <w:p w:rsidRPr="00380D90" w:rsidR="006A4DF3" w:rsidRDefault="00192662">
      <w:pPr>
        <w:pStyle w:val="Huisstijl-Ondertekeningvervolg"/>
        <w:rPr>
          <w:i w:val="0"/>
        </w:rPr>
      </w:pPr>
      <w:r>
        <w:rPr>
          <w:i w:val="0"/>
        </w:rPr>
        <w:t>Welzijn en Sport,</w:t>
      </w:r>
    </w:p>
    <w:p w:rsidRPr="00380D90" w:rsidR="00252F88" w:rsidRDefault="00C203AD">
      <w:pPr>
        <w:pStyle w:val="Huisstijl-Ondertekeningvervolg"/>
        <w:rPr>
          <w:i w:val="0"/>
        </w:rPr>
      </w:pPr>
    </w:p>
    <w:p w:rsidR="00252F88" w:rsidRDefault="00C203AD">
      <w:pPr>
        <w:pStyle w:val="Huisstijl-Ondertekeningvervolg"/>
        <w:rPr>
          <w:i w:val="0"/>
        </w:rPr>
      </w:pPr>
    </w:p>
    <w:p w:rsidRPr="00380D90" w:rsidR="002D5741" w:rsidRDefault="002D5741">
      <w:pPr>
        <w:pStyle w:val="Huisstijl-Ondertekeningvervolg"/>
        <w:rPr>
          <w:i w:val="0"/>
        </w:rPr>
      </w:pPr>
    </w:p>
    <w:p w:rsidRPr="00380D90" w:rsidR="00252F88" w:rsidRDefault="00C203AD">
      <w:pPr>
        <w:pStyle w:val="Huisstijl-Ondertekeningvervolg"/>
        <w:rPr>
          <w:i w:val="0"/>
        </w:rPr>
      </w:pPr>
    </w:p>
    <w:p w:rsidR="00252F88" w:rsidRDefault="00192662">
      <w:pPr>
        <w:pStyle w:val="Huisstijl-Ondertekeningvervolgtitel"/>
      </w:pPr>
      <w:r>
        <w:t>mw.drs. E.I. Schippers</w:t>
      </w:r>
    </w:p>
    <w:sectPr w:rsidR="00252F88" w:rsidSect="00252F88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D2B" w:rsidRDefault="00D66D2B" w:rsidP="00D66D2B">
      <w:pPr>
        <w:spacing w:line="240" w:lineRule="auto"/>
      </w:pPr>
      <w:r>
        <w:separator/>
      </w:r>
    </w:p>
  </w:endnote>
  <w:endnote w:type="continuationSeparator" w:id="0">
    <w:p w:rsidR="00D66D2B" w:rsidRDefault="00D66D2B" w:rsidP="00D66D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AD" w:rsidRDefault="00C203AD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AD" w:rsidRDefault="00C203AD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AD" w:rsidRDefault="00C203A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D2B" w:rsidRDefault="00D66D2B" w:rsidP="00D66D2B">
      <w:pPr>
        <w:spacing w:line="240" w:lineRule="auto"/>
      </w:pPr>
      <w:r>
        <w:separator/>
      </w:r>
    </w:p>
  </w:footnote>
  <w:footnote w:type="continuationSeparator" w:id="0">
    <w:p w:rsidR="00D66D2B" w:rsidRDefault="00D66D2B" w:rsidP="00D66D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AD" w:rsidRDefault="00C203A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F88" w:rsidRDefault="00192662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55707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54" type="#_x0000_t202" style="position:absolute;margin-left:466.35pt;margin-top:154.8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AfzendgegevensW1"/>
                </w:pPr>
                <w:r>
                  <w:t>Bezoekadres: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Rijnstraat 50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2515 XP</w:t>
                </w:r>
                <w:r>
                  <w:t xml:space="preserve">  </w:t>
                </w:r>
                <w:r w:rsidRPr="000204D2">
                  <w:t>Den Haag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www.rijksoverheid.nl</w:t>
                </w:r>
              </w:p>
              <w:p w:rsidR="00252F88" w:rsidRDefault="00192662">
                <w:pPr>
                  <w:pStyle w:val="Huisstijl-ReferentiegegevenskopW2"/>
                </w:pPr>
                <w:r w:rsidRPr="000204D2">
                  <w:t>Kenmerk</w:t>
                </w:r>
              </w:p>
              <w:p w:rsidR="00252F88" w:rsidRDefault="00192662">
                <w:pPr>
                  <w:pStyle w:val="Huisstijl-Referentiegegevens"/>
                </w:pPr>
                <w:r>
                  <w:t>182857-115297-</w:t>
                </w:r>
                <w:r w:rsidRPr="000204D2">
                  <w:t>mc</w:t>
                </w:r>
              </w:p>
              <w:p w:rsidR="00252F88" w:rsidRPr="00AA54F2" w:rsidRDefault="00192662">
                <w:pPr>
                  <w:pStyle w:val="Huisstijl-ReferentiegegevenskopW1"/>
                </w:pPr>
                <w:r w:rsidRPr="00AA54F2">
                  <w:t>Bijlage(n)</w:t>
                </w:r>
              </w:p>
              <w:p w:rsidR="00252F88" w:rsidRDefault="00192662">
                <w:pPr>
                  <w:pStyle w:val="Huisstijl-ReferentiegegevenskopW1"/>
                </w:pPr>
                <w:r>
                  <w:t>Uw brief</w:t>
                </w:r>
              </w:p>
              <w:p w:rsidR="00252F88" w:rsidRDefault="00192662">
                <w:pPr>
                  <w:pStyle w:val="Huisstijl-Referentiegegevens"/>
                </w:pPr>
                <w:r>
                  <w:t>25 424</w:t>
                </w:r>
              </w:p>
              <w:p w:rsidR="00252F88" w:rsidRDefault="00192662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252F88" w:rsidRDefault="00C203AD"/>
            </w:txbxContent>
          </v:textbox>
          <w10:wrap anchorx="page" anchory="page"/>
        </v:shape>
      </w:pict>
    </w:r>
    <w:r w:rsidR="00255707">
      <w:rPr>
        <w:lang w:eastAsia="nl-NL" w:bidi="ar-SA"/>
      </w:rPr>
      <w:pict>
        <v:shape id="Text Box 29" o:spid="_x0000_s2055" type="#_x0000_t202" style="position:absolute;margin-left:79.65pt;margin-top:296.85pt;width:323.1pt;height:36pt;z-index:251666432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252F88" w:rsidRDefault="0019266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C203AD">
                  <w:t>21 maart 2014</w:t>
                </w:r>
              </w:p>
              <w:p w:rsidR="00252F88" w:rsidRDefault="0019266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>Commissiebrief VSO zorgvraagzwaarte cGGZ</w:t>
                </w:r>
              </w:p>
              <w:p w:rsidR="00252F88" w:rsidRDefault="00C203A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255707">
      <w:rPr>
        <w:lang w:eastAsia="nl-NL" w:bidi="ar-SA"/>
      </w:rPr>
      <w:pict>
        <v:shape id="Text Box 28" o:spid="_x0000_s2056" type="#_x0000_t202" style="position:absolute;margin-left:79.4pt;margin-top:266.5pt;width:323.15pt;height:14.15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C203AD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255707">
      <w:rPr>
        <w:lang w:eastAsia="nl-NL" w:bidi="ar-SA"/>
      </w:rPr>
      <w:pict>
        <v:shape id="Text Box 27" o:spid="_x0000_s2057" type="#_x0000_t202" style="position:absolute;margin-left:79.4pt;margin-top:153.1pt;width:263.6pt;height:85.0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781DAA" w:rsidRDefault="00192662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</w:p>
              <w:p w:rsidR="00781DAA" w:rsidRDefault="00192662">
                <w:pPr>
                  <w:pStyle w:val="Huisstijl-Toezendgegevens"/>
                </w:pPr>
                <w:r>
                  <w:t>Postbus 20018</w:t>
                </w:r>
              </w:p>
              <w:p w:rsidR="00781DAA" w:rsidRDefault="00192662">
                <w:pPr>
                  <w:pStyle w:val="Huisstijl-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  <w:r w:rsidR="00255707">
      <w:rPr>
        <w:lang w:eastAsia="nl-NL" w:bidi="ar-SA"/>
      </w:rPr>
      <w:pict>
        <v:shape id="Text Box 26" o:spid="_x0000_s2058" type="#_x0000_t202" style="position:absolute;margin-left:79.4pt;margin-top:134.95pt;width:282.75pt;height:11.35pt;z-index:251663360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252F88" w:rsidRDefault="00192662">
                <w:pPr>
                  <w:pStyle w:val="Huisstijl-Retouradres"/>
                </w:pPr>
                <w:r w:rsidRPr="000204D2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 w:rsidR="00255707">
      <w:rPr>
        <w:lang w:eastAsia="nl-NL" w:bidi="ar-SA"/>
      </w:rPr>
      <w:pict>
        <v:shape id="Text Box 25" o:spid="_x0000_s2059" type="#_x0000_t202" style="position:absolute;margin-left:466.35pt;margin-top:805.15pt;width:99.2pt;height:14.6pt;z-index:251662336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Paginanummer"/>
                </w:pPr>
                <w:r>
                  <w:t xml:space="preserve">Pagina </w:t>
                </w:r>
                <w:r w:rsidR="00255707">
                  <w:fldChar w:fldCharType="begin"/>
                </w:r>
                <w:r>
                  <w:instrText xml:space="preserve"> PAGE    \* MERGEFORMAT </w:instrText>
                </w:r>
                <w:r w:rsidR="00255707">
                  <w:fldChar w:fldCharType="separate"/>
                </w:r>
                <w:r w:rsidR="00C203AD">
                  <w:rPr>
                    <w:noProof/>
                  </w:rPr>
                  <w:t>1</w:t>
                </w:r>
                <w:r w:rsidR="00255707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2D5741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AD" w:rsidRDefault="00C203AD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F88" w:rsidRDefault="00255707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60" type="#_x0000_t202" style="position:absolute;margin-left:466.35pt;margin-top:152.5pt;width:99.2pt;height:630.7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ReferentiegegevenskopW2"/>
                </w:pPr>
                <w:r w:rsidRPr="000204D2">
                  <w:t>Kenmerk</w:t>
                </w:r>
              </w:p>
              <w:p w:rsidR="00252F88" w:rsidRDefault="00192662">
                <w:pPr>
                  <w:pStyle w:val="Huisstijl-Referentiegegevens"/>
                </w:pPr>
                <w:r w:rsidRPr="000204D2">
                  <w:t>mc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61" type="#_x0000_t202" style="position:absolute;margin-left:466.35pt;margin-top:805.15pt;width:99.2pt;height:16.85pt;z-index:251669504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Paginanummer"/>
                </w:pPr>
                <w:r>
                  <w:t xml:space="preserve">Pagina </w:t>
                </w:r>
                <w:r w:rsidR="00255707">
                  <w:fldChar w:fldCharType="begin"/>
                </w:r>
                <w:r>
                  <w:instrText xml:space="preserve"> PAGE    \* MERGEFORMAT </w:instrText>
                </w:r>
                <w:r w:rsidR="00255707">
                  <w:fldChar w:fldCharType="separate"/>
                </w:r>
                <w:r>
                  <w:t>2</w:t>
                </w:r>
                <w:r w:rsidR="00255707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252F88" w:rsidRDefault="00C203AD"/>
              <w:p w:rsidR="00252F88" w:rsidRDefault="00C203AD">
                <w:pPr>
                  <w:pStyle w:val="Huisstijl-Paginanummer"/>
                </w:pPr>
              </w:p>
              <w:p w:rsidR="00252F88" w:rsidRDefault="00C203AD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F88" w:rsidRDefault="00255707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62" type="#_x0000_t202" style="position:absolute;margin-left:79.5pt;margin-top:296.75pt;width:323.1pt;height:36pt;z-index:25167360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252F88" w:rsidRDefault="0019266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42038955"/>
                    <w:dataBinding w:prefixMappings="xmlns:dg='http://docgen.org/date' " w:xpath="/dg:DocgenData[1]/dg:Date[1]" w:storeItemID="{0425F271-06ED-4EDC-9D3B-60AB754F0DBA}"/>
                    <w:date w:fullDate="2014-02-07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1065A9">
                      <w:t>7 februari 2014</w:t>
                    </w:r>
                  </w:sdtContent>
                </w:sdt>
              </w:p>
              <w:p w:rsidR="00252F88" w:rsidRDefault="0019266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Kamervragen</w:t>
                </w:r>
              </w:p>
              <w:p w:rsidR="00252F88" w:rsidRDefault="00C203A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192662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192662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63" type="#_x0000_t202" style="position:absolute;margin-left:466.35pt;margin-top:154.7pt;width:99.2pt;height:630.7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Afzendgegevens"/>
                </w:pPr>
                <w:r w:rsidRPr="000204D2">
                  <w:t>Rijnstraat 50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Den Haag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www.rijksoverheid.nl</w:t>
                </w:r>
              </w:p>
              <w:p w:rsidR="00252F88" w:rsidRDefault="00192662">
                <w:pPr>
                  <w:pStyle w:val="Huisstijl-AfzendgegevenskopW1"/>
                </w:pPr>
                <w:r>
                  <w:t>Contactpersoon</w:t>
                </w:r>
              </w:p>
              <w:p w:rsidR="00252F88" w:rsidRDefault="00192662">
                <w:pPr>
                  <w:pStyle w:val="Huisstijl-Afzendgegevens"/>
                </w:pPr>
                <w:r w:rsidRPr="000204D2">
                  <w:t>mr. W.H. van Veen</w:t>
                </w:r>
              </w:p>
              <w:p w:rsidR="00252F88" w:rsidRPr="006A4DF3" w:rsidRDefault="00192662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6A4DF3">
                  <w:rPr>
                    <w:lang w:val="en-US"/>
                  </w:rPr>
                  <w:t>T</w:t>
                </w:r>
                <w:r w:rsidRPr="006A4DF3">
                  <w:rPr>
                    <w:lang w:val="en-US"/>
                  </w:rPr>
                  <w:tab/>
                  <w:t>070-3407334</w:t>
                </w:r>
              </w:p>
              <w:p w:rsidR="00252F88" w:rsidRPr="006A4DF3" w:rsidRDefault="00192662">
                <w:pPr>
                  <w:pStyle w:val="Huisstijl-Afzendgegevens"/>
                  <w:tabs>
                    <w:tab w:val="clear" w:pos="170"/>
                  </w:tabs>
                  <w:rPr>
                    <w:lang w:val="en-US"/>
                  </w:rPr>
                </w:pPr>
                <w:r w:rsidRPr="006A4DF3">
                  <w:rPr>
                    <w:lang w:val="en-US"/>
                  </w:rPr>
                  <w:t>M</w:t>
                </w:r>
                <w:r w:rsidRPr="006A4DF3">
                  <w:rPr>
                    <w:lang w:val="en-US"/>
                  </w:rPr>
                  <w:tab/>
                  <w:t>06 31753437</w:t>
                </w:r>
              </w:p>
              <w:p w:rsidR="00252F88" w:rsidRPr="006A4DF3" w:rsidRDefault="00192662">
                <w:pPr>
                  <w:pStyle w:val="Huisstijl-Afzendgegevens"/>
                  <w:rPr>
                    <w:lang w:val="en-US"/>
                  </w:rPr>
                </w:pPr>
                <w:r w:rsidRPr="006A4DF3">
                  <w:rPr>
                    <w:lang w:val="en-US"/>
                  </w:rPr>
                  <w:t>wh.v.veen@minvws.nl</w:t>
                </w:r>
              </w:p>
              <w:p w:rsidR="00252F88" w:rsidRDefault="00192662">
                <w:pPr>
                  <w:pStyle w:val="Huisstijl-ReferentiegegevenskopW2"/>
                </w:pPr>
                <w:r>
                  <w:t>Ons kenmerk</w:t>
                </w:r>
              </w:p>
              <w:p w:rsidR="00252F88" w:rsidRDefault="00192662">
                <w:pPr>
                  <w:pStyle w:val="Huisstijl-Referentiegegevens"/>
                </w:pPr>
                <w:r>
                  <w:t>mc</w:t>
                </w:r>
              </w:p>
              <w:p w:rsidR="00252F88" w:rsidRDefault="00192662">
                <w:pPr>
                  <w:pStyle w:val="Huisstijl-ReferentiegegevenskopW1"/>
                </w:pPr>
                <w:r>
                  <w:t>Uw kenmerk</w:t>
                </w:r>
              </w:p>
              <w:p w:rsidR="00252F88" w:rsidRDefault="00192662">
                <w:pPr>
                  <w:pStyle w:val="Huisstijl-Referentiegegevens"/>
                </w:pPr>
                <w:r>
                  <w:t>vso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4" type="#_x0000_t202" style="position:absolute;margin-left:79.4pt;margin-top:152.95pt;width:235.3pt;height:85.0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Toezendgegevens"/>
                </w:pPr>
                <w:r w:rsidRPr="000204D2">
                  <w:t>De Voorzitter van de Tweede Kamer</w:t>
                </w:r>
                <w:r w:rsidRPr="000204D2">
                  <w:br/>
                  <w:t>der Staten-Generaal</w:t>
                </w:r>
                <w:r w:rsidRPr="000204D2">
                  <w:br/>
                  <w:t>Postbus 20018</w:t>
                </w:r>
                <w:r w:rsidRPr="000204D2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5" type="#_x0000_t202" style="position:absolute;margin-left:466.35pt;margin-top:805.1pt;width:57.55pt;height:8.5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192662">
                <w:pPr>
                  <w:pStyle w:val="Huisstijl-Paginanummer"/>
                </w:pPr>
                <w:r>
                  <w:t xml:space="preserve">Pagina </w:t>
                </w:r>
                <w:r w:rsidR="00255707">
                  <w:fldChar w:fldCharType="begin"/>
                </w:r>
                <w:r>
                  <w:instrText xml:space="preserve"> PAGE    \* MERGEFORMAT </w:instrText>
                </w:r>
                <w:r w:rsidR="00255707">
                  <w:fldChar w:fldCharType="separate"/>
                </w:r>
                <w:r>
                  <w:t>1</w:t>
                </w:r>
                <w:r w:rsidR="00255707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6" type="#_x0000_t202" style="position:absolute;margin-left:79.4pt;margin-top:266.5pt;width:323.15pt;height:14.15pt;z-index:251672576;visibility:visible;mso-position-horizontal-relative:page;mso-position-vertical-relative:page;mso-width-relative:margin;mso-height-relative:margin" strokecolor="white">
          <v:textbox inset="0,0,0,0">
            <w:txbxContent>
              <w:p w:rsidR="00252F88" w:rsidRDefault="00C203AD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7" type="#_x0000_t202" style="position:absolute;margin-left:79.4pt;margin-top:135.05pt;width:282.75pt;height:11.35pt;z-index:251670528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252F88" w:rsidRDefault="00192662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CE901DA8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36A60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4D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C4D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86C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2CD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83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87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EE5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D2B"/>
    <w:rsid w:val="001065A9"/>
    <w:rsid w:val="00192662"/>
    <w:rsid w:val="00255707"/>
    <w:rsid w:val="002D5741"/>
    <w:rsid w:val="003E26B0"/>
    <w:rsid w:val="0054588B"/>
    <w:rsid w:val="00C203AD"/>
    <w:rsid w:val="00D6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2F88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252F8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252F88"/>
    <w:pPr>
      <w:spacing w:after="120"/>
    </w:pPr>
  </w:style>
  <w:style w:type="paragraph" w:styleId="Lijst">
    <w:name w:val="List"/>
    <w:basedOn w:val="Textbody"/>
    <w:rsid w:val="00252F88"/>
  </w:style>
  <w:style w:type="paragraph" w:customStyle="1" w:styleId="Caption1">
    <w:name w:val="Caption1"/>
    <w:basedOn w:val="Standaard"/>
    <w:rsid w:val="00252F8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252F88"/>
    <w:pPr>
      <w:suppressLineNumbers/>
    </w:pPr>
  </w:style>
  <w:style w:type="paragraph" w:customStyle="1" w:styleId="Heading11">
    <w:name w:val="Heading 11"/>
    <w:basedOn w:val="Heading"/>
    <w:next w:val="Textbody"/>
    <w:rsid w:val="00252F88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52F88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52F88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52F88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52F88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52F88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52F88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52F88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52F88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252F88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252F88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252F88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252F88"/>
  </w:style>
  <w:style w:type="paragraph" w:customStyle="1" w:styleId="Huisstijl-Datumenbetreft">
    <w:name w:val="Huisstijl - Datum en betreft"/>
    <w:basedOn w:val="Standaard"/>
    <w:rsid w:val="00252F88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252F88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252F88"/>
    <w:pPr>
      <w:spacing w:before="240"/>
    </w:pPr>
  </w:style>
  <w:style w:type="paragraph" w:customStyle="1" w:styleId="Header1">
    <w:name w:val="Header1"/>
    <w:basedOn w:val="Standaard"/>
    <w:rsid w:val="00252F88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52F88"/>
  </w:style>
  <w:style w:type="paragraph" w:customStyle="1" w:styleId="Huisstijl-Afzendgegevenskop">
    <w:name w:val="Huisstijl - Afzendgegevens kop"/>
    <w:basedOn w:val="Standaard"/>
    <w:rsid w:val="00252F88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252F88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AA54F2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252F88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252F88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252F88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252F88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252F88"/>
  </w:style>
  <w:style w:type="paragraph" w:customStyle="1" w:styleId="Huisstijl-Ondertekeningvervolg">
    <w:name w:val="Huisstijl - Ondertekening vervolg"/>
    <w:basedOn w:val="Huisstijl-Ondertekening"/>
    <w:rsid w:val="00252F88"/>
    <w:rPr>
      <w:i/>
    </w:rPr>
  </w:style>
  <w:style w:type="paragraph" w:customStyle="1" w:styleId="Footer1">
    <w:name w:val="Footer1"/>
    <w:basedOn w:val="Standaard"/>
    <w:rsid w:val="00252F88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252F88"/>
    <w:pPr>
      <w:spacing w:line="240" w:lineRule="auto"/>
    </w:pPr>
    <w:rPr>
      <w:sz w:val="13"/>
    </w:rPr>
  </w:style>
  <w:style w:type="character" w:customStyle="1" w:styleId="Placeholder">
    <w:name w:val="Placeholder"/>
    <w:rsid w:val="00252F88"/>
    <w:rPr>
      <w:smallCaps/>
      <w:color w:val="008080"/>
      <w:u w:val="dotted"/>
    </w:rPr>
  </w:style>
  <w:style w:type="character" w:customStyle="1" w:styleId="NumberingSymbols">
    <w:name w:val="Numbering Symbols"/>
    <w:rsid w:val="00252F88"/>
    <w:rPr>
      <w:rFonts w:ascii="Verdana" w:hAnsi="Verdana"/>
      <w:sz w:val="18"/>
    </w:rPr>
  </w:style>
  <w:style w:type="character" w:customStyle="1" w:styleId="BulletSymbols">
    <w:name w:val="Bullet Symbols"/>
    <w:rsid w:val="00252F88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52F88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52F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52F88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52F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52F88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2F88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2F88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52F88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52F88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52F88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252F88"/>
    <w:rPr>
      <w:i w:val="0"/>
      <w:noProof/>
    </w:rPr>
  </w:style>
  <w:style w:type="table" w:styleId="Tabelraster">
    <w:name w:val="Table Grid"/>
    <w:basedOn w:val="Standaardtabel"/>
    <w:uiPriority w:val="59"/>
    <w:rsid w:val="00252F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252F88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252F88"/>
  </w:style>
  <w:style w:type="paragraph" w:customStyle="1" w:styleId="Huisstijl-Gegevenskop">
    <w:name w:val="Huisstijl - Gegevens kop"/>
    <w:basedOn w:val="Standaard"/>
    <w:qFormat/>
    <w:rsid w:val="00252F88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252F88"/>
    <w:rPr>
      <w:sz w:val="18"/>
    </w:rPr>
  </w:style>
  <w:style w:type="character" w:styleId="Tekstvantijdelijkeaanduiding">
    <w:name w:val="Placeholder Text"/>
    <w:basedOn w:val="Standaardalinea-lettertype"/>
    <w:uiPriority w:val="99"/>
    <w:semiHidden/>
    <w:rsid w:val="00781DA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enwh\Local%20Settings\Temporary%20Internet%20Files\Content.IE5\JO5LL6F7\Tijdelijk_bestand_Uitstel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294</ap:Characters>
  <ap:DocSecurity>4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346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2010-10-07T13:46:00.0000000Z</lastPrinted>
  <dcterms:created xsi:type="dcterms:W3CDTF">2014-03-21T15:15:00.0000000Z</dcterms:created>
  <dcterms:modified xsi:type="dcterms:W3CDTF">2014-03-21T15:15:00.0000000Z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0x01010030B2AB8E19232342B82871598B948406</vt:lpwstr>
  </property>
</Properties>
</file>