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D8" w:rsidP="00D447D8" w:rsidRDefault="009F03EF">
      <w:pPr>
        <w:pStyle w:val="Huisstijl-Aanhef"/>
      </w:pPr>
      <w:bookmarkStart w:name="_GoBack" w:id="0"/>
      <w:bookmarkEnd w:id="0"/>
      <w:r>
        <w:t>Geachte voorzitter,</w:t>
      </w:r>
    </w:p>
    <w:p w:rsidR="00CC6C89" w:rsidRDefault="009F03EF">
      <w:pPr>
        <w:sectPr w:rsidR="00CC6C8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9454FC" w:rsidRDefault="009F03EF">
      <w:pPr>
        <w:rPr>
          <w:kern w:val="0"/>
        </w:rPr>
      </w:pPr>
      <w:r>
        <w:rPr>
          <w:kern w:val="0"/>
        </w:rPr>
        <w:lastRenderedPageBreak/>
        <w:t>Hierbij zend ik u de antwoorden op de vragen die door de vaste Kamercommissie voor Volksgezondheid, Welzijn en</w:t>
      </w:r>
      <w:r>
        <w:rPr>
          <w:kern w:val="0"/>
        </w:rPr>
        <w:t xml:space="preserve"> Sport zijn gesteld naar aanleiding van de IGZ-jaarrapportage 2011 van de Wet afbreking zwangerschap. </w:t>
      </w:r>
    </w:p>
    <w:p w:rsidR="00EF100B" w:rsidP="00EF100B" w:rsidRDefault="009F03EF">
      <w:pPr>
        <w:pStyle w:val="Huisstijl-Ondertekening"/>
        <w:spacing w:before="240"/>
      </w:pPr>
      <w:r w:rsidRPr="00D22300">
        <w:t>de minister van Volksgezondheid,</w:t>
      </w:r>
      <w:r w:rsidRPr="00D22300">
        <w:br/>
        <w:t>Welzijn en Sport,</w:t>
      </w:r>
      <w:r w:rsidRPr="00D22300">
        <w:br/>
      </w:r>
      <w:r w:rsidRPr="00D22300">
        <w:br/>
      </w:r>
      <w:r w:rsidRPr="00D22300">
        <w:br/>
      </w:r>
      <w:r w:rsidRPr="00D22300">
        <w:br/>
      </w:r>
      <w:r w:rsidRPr="00D22300">
        <w:br/>
        <w:t>mw. drs. E.I. Schippers</w:t>
      </w:r>
    </w:p>
    <w:p w:rsidRPr="009454FC" w:rsidR="00CC6C89" w:rsidRDefault="009F03EF">
      <w:pPr>
        <w:pStyle w:val="Huisstijl-Ondertekeningvervolg"/>
        <w:rPr>
          <w:i w:val="0"/>
        </w:rPr>
      </w:pPr>
    </w:p>
    <w:p w:rsidRPr="009454FC" w:rsidR="00CC6C89" w:rsidRDefault="009F03EF">
      <w:pPr>
        <w:pStyle w:val="Huisstijl-Ondertekeningvervolg"/>
        <w:rPr>
          <w:i w:val="0"/>
        </w:rPr>
      </w:pPr>
    </w:p>
    <w:p w:rsidRPr="009454FC" w:rsidR="00CC6C89" w:rsidRDefault="009F03EF">
      <w:pPr>
        <w:pStyle w:val="Huisstijl-Ondertekeningvervolg"/>
        <w:rPr>
          <w:i w:val="0"/>
        </w:rPr>
      </w:pPr>
    </w:p>
    <w:p w:rsidR="00CC6C89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="00D80708" w:rsidRDefault="009F03EF">
      <w:pPr>
        <w:pStyle w:val="Huisstijl-Ondertekeningvervolg"/>
        <w:rPr>
          <w:i w:val="0"/>
        </w:rPr>
      </w:pPr>
    </w:p>
    <w:p w:rsidRPr="009454FC" w:rsidR="00D80708" w:rsidRDefault="009F03EF">
      <w:pPr>
        <w:pStyle w:val="Huisstijl-Ondertekeningvervolg"/>
        <w:rPr>
          <w:i w:val="0"/>
        </w:rPr>
      </w:pPr>
    </w:p>
    <w:sectPr w:rsidRPr="009454FC" w:rsidR="00D80708" w:rsidSect="00CC6C89">
      <w:headerReference w:type="default" r:id="rId19"/>
      <w:headerReference w:type="first" r:id="rId20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F03EF">
      <w:pPr>
        <w:spacing w:line="240" w:lineRule="auto"/>
      </w:pPr>
      <w:r>
        <w:separator/>
      </w:r>
    </w:p>
  </w:endnote>
  <w:endnote w:type="continuationSeparator" w:id="0">
    <w:p w:rsidR="00000000" w:rsidRDefault="009F0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05" w:rsidRDefault="009F03E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05" w:rsidRDefault="009F03EF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05" w:rsidRDefault="009F03E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F03EF">
      <w:pPr>
        <w:spacing w:line="240" w:lineRule="auto"/>
      </w:pPr>
      <w:r>
        <w:separator/>
      </w:r>
    </w:p>
  </w:footnote>
  <w:footnote w:type="continuationSeparator" w:id="0">
    <w:p w:rsidR="00000000" w:rsidRDefault="009F03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05" w:rsidRDefault="009F03E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raster"/>
      <w:tblOverlap w:val="never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5245"/>
    </w:tblGrid>
    <w:tr w:rsidR="00473623">
      <w:trPr>
        <w:trHeight w:hRule="exact" w:val="198"/>
      </w:trPr>
      <w:tc>
        <w:tcPr>
          <w:tcW w:w="1134" w:type="dxa"/>
        </w:tcPr>
        <w:p w:rsidR="00CC6C89" w:rsidRDefault="009F03EF">
          <w:pPr>
            <w:pStyle w:val="Huisstijl-Gegevenskop"/>
            <w:framePr w:w="6462" w:hSpace="180" w:wrap="around" w:vAnchor="page" w:hAnchor="page" w:x="1599" w:y="5732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solid" w:color="FFFFFF" w:fill="FFFFFF"/>
          </w:pPr>
        </w:p>
      </w:tc>
      <w:tc>
        <w:tcPr>
          <w:tcW w:w="5245" w:type="dxa"/>
        </w:tcPr>
        <w:p w:rsidR="00CC6C89" w:rsidRDefault="009F03EF">
          <w:pPr>
            <w:pStyle w:val="Huisstijl-Gegevens"/>
            <w:framePr w:w="6462" w:hSpace="180" w:wrap="around" w:vAnchor="page" w:hAnchor="page" w:x="1599" w:y="5732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solid" w:color="FFFFFF" w:fill="FFFFFF"/>
          </w:pPr>
        </w:p>
      </w:tc>
    </w:tr>
    <w:tr w:rsidR="00473623">
      <w:tc>
        <w:tcPr>
          <w:tcW w:w="1134" w:type="dxa"/>
        </w:tcPr>
        <w:p w:rsidR="00CC6C89" w:rsidRDefault="009F03EF">
          <w:pPr>
            <w:pStyle w:val="Huisstijl-Datumenbetreft"/>
            <w:framePr w:w="6462" w:hSpace="180" w:wrap="around" w:vAnchor="page" w:hAnchor="page" w:x="1599" w:y="5732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solid" w:color="FFFFFF" w:fill="FFFFFF"/>
          </w:pPr>
          <w:r>
            <w:t>Datum</w:t>
          </w:r>
        </w:p>
      </w:tc>
      <w:tc>
        <w:tcPr>
          <w:tcW w:w="5245" w:type="dxa"/>
        </w:tcPr>
        <w:p w:rsidR="00CC6C89" w:rsidRDefault="009F03EF">
          <w:pPr>
            <w:pStyle w:val="Huisstijl-Datumenbetreft"/>
            <w:framePr w:w="6462" w:hSpace="180" w:wrap="around" w:vAnchor="page" w:hAnchor="page" w:x="1599" w:y="5732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solid" w:color="FFFFFF" w:fill="FFFFFF"/>
          </w:pPr>
          <w:r>
            <w:t>26 juni 2013</w:t>
          </w:r>
        </w:p>
      </w:tc>
    </w:tr>
    <w:tr w:rsidR="00473623">
      <w:tc>
        <w:tcPr>
          <w:tcW w:w="1134" w:type="dxa"/>
        </w:tcPr>
        <w:p w:rsidR="00CC6C89" w:rsidRDefault="009F03EF">
          <w:pPr>
            <w:pStyle w:val="Huisstijl-Datumenbetreft"/>
            <w:framePr w:w="6462" w:hSpace="180" w:wrap="around" w:vAnchor="page" w:hAnchor="page" w:x="1599" w:y="5732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solid" w:color="FFFFFF" w:fill="FFFFFF"/>
            <w:rPr>
              <w:szCs w:val="18"/>
            </w:rPr>
          </w:pPr>
          <w:r w:rsidRPr="00D22300">
            <w:rPr>
              <w:szCs w:val="18"/>
            </w:rPr>
            <w:t>Betreft</w:t>
          </w:r>
        </w:p>
      </w:tc>
      <w:tc>
        <w:tcPr>
          <w:tcW w:w="5245" w:type="dxa"/>
        </w:tcPr>
        <w:p w:rsidR="00CC6C89" w:rsidRDefault="009F03EF">
          <w:pPr>
            <w:pStyle w:val="Huisstijl-Datumenbetreft"/>
            <w:framePr w:w="6462" w:hSpace="180" w:wrap="around" w:vAnchor="page" w:hAnchor="page" w:x="1599" w:y="5732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solid" w:color="FFFFFF" w:fill="FFFFFF"/>
          </w:pPr>
          <w:r>
            <w:t>IGZ-jaarrapportage 2011 van de Wet afbreking zwangerschap</w:t>
          </w:r>
        </w:p>
      </w:tc>
    </w:tr>
    <w:tr w:rsidR="00473623">
      <w:trPr>
        <w:trHeight w:hRule="exact" w:val="170"/>
      </w:trPr>
      <w:tc>
        <w:tcPr>
          <w:tcW w:w="1134" w:type="dxa"/>
        </w:tcPr>
        <w:p w:rsidR="00CC6C89" w:rsidRDefault="009F03EF">
          <w:pPr>
            <w:pStyle w:val="Huisstijl-Gegevenskop"/>
            <w:framePr w:w="6462" w:hSpace="180" w:wrap="around" w:vAnchor="page" w:hAnchor="page" w:x="1599" w:y="5732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solid" w:color="FFFFFF" w:fill="FFFFFF"/>
          </w:pPr>
        </w:p>
      </w:tc>
      <w:tc>
        <w:tcPr>
          <w:tcW w:w="5245" w:type="dxa"/>
        </w:tcPr>
        <w:p w:rsidR="00CC6C89" w:rsidRDefault="009F03EF">
          <w:pPr>
            <w:pStyle w:val="Huisstijl-Gegevens"/>
            <w:framePr w:w="6462" w:hSpace="180" w:wrap="around" w:vAnchor="page" w:hAnchor="page" w:x="1599" w:y="5732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solid" w:color="FFFFFF" w:fill="FFFFFF"/>
          </w:pPr>
        </w:p>
      </w:tc>
    </w:tr>
  </w:tbl>
  <w:p w:rsidR="00CC6C89" w:rsidRDefault="009F03EF">
    <w:pPr>
      <w:framePr w:w="6462" w:hSpace="180" w:wrap="around" w:vAnchor="page" w:hAnchor="page" w:x="1599" w:y="573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solid" w:color="FFFFFF" w:fill="FFFFFF"/>
    </w:pPr>
  </w:p>
  <w:p w:rsidR="00CC6C89" w:rsidRDefault="009F03EF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solid" w:color="FFFFFF" w:fill="FFFFFF"/>
    </w:pPr>
    <w:r w:rsidRPr="00D22300">
      <w:t>De Voorzitter van de Tweede Kamer</w:t>
    </w:r>
  </w:p>
  <w:p w:rsidR="00CC6C89" w:rsidRDefault="009F03EF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solid" w:color="FFFFFF" w:fill="FFFFFF"/>
    </w:pPr>
    <w:r w:rsidRPr="00D22300">
      <w:t>der Staten-Generaal</w:t>
    </w:r>
  </w:p>
  <w:p w:rsidR="00CC6C89" w:rsidRDefault="009F03EF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solid" w:color="FFFFFF" w:fill="FFFFFF"/>
    </w:pPr>
    <w:r w:rsidRPr="00D22300">
      <w:t>Postbus 20018</w:t>
    </w:r>
  </w:p>
  <w:p w:rsidR="00CC6C89" w:rsidRDefault="009F03EF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solid" w:color="FFFFFF" w:fill="FFFFFF"/>
    </w:pPr>
    <w:r w:rsidRPr="00D22300">
      <w:t>2500 EA</w:t>
    </w:r>
    <w:r>
      <w:t xml:space="preserve">  </w:t>
    </w:r>
    <w:r w:rsidRPr="00D22300">
      <w:t>DEN HAAG</w:t>
    </w:r>
  </w:p>
  <w:p w:rsidR="00CC6C89" w:rsidRDefault="009F03EF">
    <w:pPr>
      <w:pStyle w:val="Huisstijl-Retouradres"/>
      <w:framePr w:w="5655" w:h="227" w:hRule="exact" w:hSpace="180" w:wrap="around" w:vAnchor="page" w:hAnchor="page" w:x="1588" w:y="2699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solid" w:color="FFFFFF" w:fill="FFFFFF"/>
    </w:pPr>
    <w:r w:rsidRPr="00D22300">
      <w:t>&gt; Retouradres</w:t>
    </w:r>
    <w:r>
      <w:t xml:space="preserve"> </w:t>
    </w:r>
    <w:r w:rsidRPr="00D22300">
      <w:t>Postbus 20350</w:t>
    </w:r>
    <w:r>
      <w:t xml:space="preserve"> </w:t>
    </w:r>
    <w:r w:rsidRPr="00D22300">
      <w:t>2500 EJ</w:t>
    </w:r>
    <w:r>
      <w:t xml:space="preserve"> </w:t>
    </w:r>
    <w:r w:rsidRPr="00D22300">
      <w:t>Den Haag</w:t>
    </w:r>
  </w:p>
  <w:p w:rsidR="00CC6C89" w:rsidRDefault="009F03EF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4000500</wp:posOffset>
          </wp:positionH>
          <wp:positionV relativeFrom="page">
            <wp:posOffset>0</wp:posOffset>
          </wp:positionV>
          <wp:extent cx="2338070" cy="1581150"/>
          <wp:effectExtent l="19050" t="0" r="5080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8070" cy="158115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1965960</wp:posOffset>
              </wp:positionV>
              <wp:extent cx="1259840" cy="8009890"/>
              <wp:effectExtent l="7620" t="13335" r="8890" b="6350"/>
              <wp:wrapNone/>
              <wp:docPr id="15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D3170" w:rsidRPr="000B4AF6" w:rsidRDefault="009F03EF" w:rsidP="000D3170">
                          <w:pPr>
                            <w:pStyle w:val="Huisstijl-AfzendgegevensW1"/>
                            <w:rPr>
                              <w:b/>
                            </w:rPr>
                          </w:pPr>
                          <w:r w:rsidRPr="000B4AF6">
                            <w:rPr>
                              <w:b/>
                            </w:rPr>
                            <w:t>Bezoekadres:</w:t>
                          </w:r>
                        </w:p>
                        <w:p w:rsidR="00831561" w:rsidRDefault="009F03EF" w:rsidP="00831561">
                          <w:pPr>
                            <w:pStyle w:val="Huisstijl-Afzendgegevens"/>
                          </w:pPr>
                          <w:r w:rsidRPr="001B41E1">
                            <w:t>Rijnstraat 50</w:t>
                          </w:r>
                        </w:p>
                        <w:p w:rsidR="00831561" w:rsidRDefault="009F03EF" w:rsidP="00831561">
                          <w:pPr>
                            <w:pStyle w:val="Huisstijl-Afzendgegevens"/>
                          </w:pPr>
                          <w:r w:rsidRPr="001B41E1">
                            <w:t>2515 XP</w:t>
                          </w:r>
                          <w:r>
                            <w:t xml:space="preserve">  </w:t>
                          </w:r>
                          <w:r w:rsidRPr="001B41E1">
                            <w:t>Den Haag</w:t>
                          </w:r>
                        </w:p>
                        <w:p w:rsidR="00D80708" w:rsidRDefault="009F03EF" w:rsidP="00D80708">
                          <w:pPr>
                            <w:pStyle w:val="Huisstijl-Afzendgegevens"/>
                          </w:pPr>
                          <w:r w:rsidRPr="001B41E1">
                            <w:t>www.rijksoverheid.nl</w:t>
                          </w:r>
                        </w:p>
                        <w:p w:rsidR="00D80708" w:rsidRDefault="009F03EF" w:rsidP="00D80708">
                          <w:pPr>
                            <w:pStyle w:val="Huisstijl-ReferentiegegevenskopW2"/>
                          </w:pPr>
                          <w:r w:rsidRPr="001B41E1">
                            <w:t>Kenmerk</w:t>
                          </w:r>
                        </w:p>
                        <w:p w:rsidR="00D80708" w:rsidRPr="00D80708" w:rsidRDefault="009F03EF" w:rsidP="00D80708">
                          <w:pPr>
                            <w:pStyle w:val="Huisstijl-Referentiegegevens"/>
                          </w:pPr>
                          <w:r>
                            <w:t>119676-104190-PG</w:t>
                          </w:r>
                        </w:p>
                        <w:p w:rsidR="00D80708" w:rsidRDefault="009F03EF" w:rsidP="00D80708">
                          <w:pPr>
                            <w:pStyle w:val="Huisstijl-ReferentiegegevenskopW1"/>
                          </w:pPr>
                          <w:r w:rsidRPr="002B504F">
                            <w:t>Bijlage(n)</w:t>
                          </w:r>
                        </w:p>
                        <w:p w:rsidR="00D257EC" w:rsidRPr="00D257EC" w:rsidRDefault="009F03EF" w:rsidP="00D257EC">
                          <w:pPr>
                            <w:pStyle w:val="Huisstijl-Referentiegegevens"/>
                          </w:pPr>
                          <w:r>
                            <w:t>1</w:t>
                          </w:r>
                        </w:p>
                        <w:p w:rsidR="000D3170" w:rsidRDefault="009F03EF" w:rsidP="000D3170">
                          <w:pPr>
                            <w:pStyle w:val="Huisstijl-Algemenevoorwaarden"/>
                          </w:pPr>
                          <w:r>
                            <w:t>Correspondentie uitsluitend richten aan het retouradres met vermelding van de datum</w:t>
                          </w:r>
                          <w:r>
                            <w:t xml:space="preserve"> en het kenmerk van deze brief.</w:t>
                          </w:r>
                        </w:p>
                        <w:p w:rsidR="000D3170" w:rsidRDefault="009F03EF" w:rsidP="000D3170"/>
                        <w:p w:rsidR="00CC6C89" w:rsidRPr="000D3170" w:rsidRDefault="009F03EF" w:rsidP="000D317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6" type="#_x0000_t202" style="position:absolute;margin-left:466.35pt;margin-top:154.8pt;width:99.2pt;height:630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" strokecolor="white">
              <v:textbox inset="0,0,0,0">
                <w:txbxContent>
                  <w:p w:rsidR="000D3170" w:rsidRPr="000B4AF6" w:rsidRDefault="009F03EF" w:rsidP="000D3170">
                    <w:pPr>
                      <w:pStyle w:val="Huisstijl-AfzendgegevensW1"/>
                      <w:rPr>
                        <w:b/>
                      </w:rPr>
                    </w:pPr>
                    <w:r w:rsidRPr="000B4AF6">
                      <w:rPr>
                        <w:b/>
                      </w:rPr>
                      <w:t>Bezoekadres:</w:t>
                    </w:r>
                  </w:p>
                  <w:p w:rsidR="00831561" w:rsidRDefault="009F03EF" w:rsidP="00831561">
                    <w:pPr>
                      <w:pStyle w:val="Huisstijl-Afzendgegevens"/>
                    </w:pPr>
                    <w:r w:rsidRPr="001B41E1">
                      <w:t>Rijnstraat 50</w:t>
                    </w:r>
                  </w:p>
                  <w:p w:rsidR="00831561" w:rsidRDefault="009F03EF" w:rsidP="00831561">
                    <w:pPr>
                      <w:pStyle w:val="Huisstijl-Afzendgegevens"/>
                    </w:pPr>
                    <w:r w:rsidRPr="001B41E1">
                      <w:t>2515 XP</w:t>
                    </w:r>
                    <w:r>
                      <w:t xml:space="preserve">  </w:t>
                    </w:r>
                    <w:r w:rsidRPr="001B41E1">
                      <w:t>Den Haag</w:t>
                    </w:r>
                  </w:p>
                  <w:p w:rsidR="00D80708" w:rsidRDefault="009F03EF" w:rsidP="00D80708">
                    <w:pPr>
                      <w:pStyle w:val="Huisstijl-Afzendgegevens"/>
                    </w:pPr>
                    <w:r w:rsidRPr="001B41E1">
                      <w:t>www.rijksoverheid.nl</w:t>
                    </w:r>
                  </w:p>
                  <w:p w:rsidR="00D80708" w:rsidRDefault="009F03EF" w:rsidP="00D80708">
                    <w:pPr>
                      <w:pStyle w:val="Huisstijl-ReferentiegegevenskopW2"/>
                    </w:pPr>
                    <w:r w:rsidRPr="001B41E1">
                      <w:t>Kenmerk</w:t>
                    </w:r>
                  </w:p>
                  <w:p w:rsidR="00D80708" w:rsidRPr="00D80708" w:rsidRDefault="009F03EF" w:rsidP="00D80708">
                    <w:pPr>
                      <w:pStyle w:val="Huisstijl-Referentiegegevens"/>
                    </w:pPr>
                    <w:r>
                      <w:t>119676-104190-PG</w:t>
                    </w:r>
                  </w:p>
                  <w:p w:rsidR="00D80708" w:rsidRDefault="009F03EF" w:rsidP="00D80708">
                    <w:pPr>
                      <w:pStyle w:val="Huisstijl-ReferentiegegevenskopW1"/>
                    </w:pPr>
                    <w:r w:rsidRPr="002B504F">
                      <w:t>Bijlage(n)</w:t>
                    </w:r>
                  </w:p>
                  <w:p w:rsidR="00D257EC" w:rsidRPr="00D257EC" w:rsidRDefault="009F03EF" w:rsidP="00D257EC">
                    <w:pPr>
                      <w:pStyle w:val="Huisstijl-Referentiegegevens"/>
                    </w:pPr>
                    <w:r>
                      <w:t>1</w:t>
                    </w:r>
                  </w:p>
                  <w:p w:rsidR="000D3170" w:rsidRDefault="009F03EF" w:rsidP="000D3170">
                    <w:pPr>
                      <w:pStyle w:val="Huisstijl-Algemenevoorwaarden"/>
                    </w:pPr>
                    <w:r>
                      <w:t>Correspondentie uitsluitend richten aan het retouradres met vermelding van de datum</w:t>
                    </w:r>
                    <w:r>
                      <w:t xml:space="preserve"> en het kenmerk van deze brief.</w:t>
                    </w:r>
                  </w:p>
                  <w:p w:rsidR="000D3170" w:rsidRDefault="009F03EF" w:rsidP="000D3170"/>
                  <w:p w:rsidR="00CC6C89" w:rsidRPr="000D3170" w:rsidRDefault="009F03EF" w:rsidP="000D3170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1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6C89" w:rsidRDefault="009F03EF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8" o:spid="_x0000_s1027" type="#_x0000_t202" style="position:absolute;margin-left:79.4pt;margin-top:266.5pt;width:323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" strokecolor="white">
              <v:textbox inset="0,0,0,0">
                <w:txbxContent>
                  <w:p w:rsidR="00CC6C89" w:rsidRDefault="009F03EF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8240" behindDoc="0" locked="1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185420"/>
              <wp:effectExtent l="7620" t="5080" r="8890" b="9525"/>
              <wp:wrapNone/>
              <wp:docPr id="1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185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6C89" w:rsidRDefault="009F03EF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 xml:space="preserve"> NUMPAGES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5" o:spid="_x0000_s1028" type="#_x0000_t202" style="position:absolute;margin-left:466.35pt;margin-top:805.15pt;width:99.2pt;height:14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" strokecolor="white">
              <v:textbox inset="0,0,0,0">
                <w:txbxContent>
                  <w:p w:rsidR="00CC6C89" w:rsidRDefault="009F03EF">
                    <w:pPr>
                      <w:pStyle w:val="Huisstijl-Paginanummer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 xml:space="preserve"> NUMPAGES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05" w:rsidRDefault="009F03EF">
    <w:pPr>
      <w:pStyle w:val="Kopteks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C89" w:rsidRDefault="009F03EF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1936750</wp:posOffset>
              </wp:positionV>
              <wp:extent cx="1259840" cy="8009890"/>
              <wp:effectExtent l="7620" t="12700" r="8890" b="6985"/>
              <wp:wrapNone/>
              <wp:docPr id="1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0708" w:rsidRPr="000B4AF6" w:rsidRDefault="009F03EF" w:rsidP="00D80708">
                          <w:pPr>
                            <w:pStyle w:val="Huisstijl-AfzendgegevensW1"/>
                            <w:rPr>
                              <w:b/>
                            </w:rPr>
                          </w:pPr>
                          <w:r w:rsidRPr="000B4AF6">
                            <w:rPr>
                              <w:b/>
                            </w:rPr>
                            <w:t>Bezoekadres:</w:t>
                          </w:r>
                        </w:p>
                        <w:p w:rsidR="00D80708" w:rsidRDefault="009F03EF" w:rsidP="00D80708">
                          <w:pPr>
                            <w:pStyle w:val="Huisstijl-Afzendgegevens"/>
                          </w:pPr>
                          <w:r w:rsidRPr="001B41E1">
                            <w:t>Rijnstraat 50</w:t>
                          </w:r>
                        </w:p>
                        <w:p w:rsidR="00D80708" w:rsidRDefault="009F03EF" w:rsidP="00D80708">
                          <w:pPr>
                            <w:pStyle w:val="Huisstijl-Afzendgegevens"/>
                          </w:pPr>
                          <w:r w:rsidRPr="001B41E1">
                            <w:t>2515 XP</w:t>
                          </w:r>
                          <w:r>
                            <w:t xml:space="preserve">  </w:t>
                          </w:r>
                          <w:r w:rsidRPr="001B41E1">
                            <w:t>Den Haag</w:t>
                          </w:r>
                        </w:p>
                        <w:p w:rsidR="00D80708" w:rsidRDefault="009F03EF" w:rsidP="00D80708">
                          <w:pPr>
                            <w:pStyle w:val="Huisstijl-Afzendgegevens"/>
                          </w:pPr>
                          <w:r w:rsidRPr="001B41E1">
                            <w:t>www.rijksoverheid.nl</w:t>
                          </w:r>
                        </w:p>
                        <w:p w:rsidR="00D80708" w:rsidRDefault="009F03EF" w:rsidP="00D80708">
                          <w:pPr>
                            <w:pStyle w:val="Huisstijl-ReferentiegegevenskopW2"/>
                          </w:pPr>
                          <w:r w:rsidRPr="001B41E1">
                            <w:t>Kenmerk</w:t>
                          </w:r>
                        </w:p>
                        <w:p w:rsidR="00D80708" w:rsidRPr="00D80708" w:rsidRDefault="009F03EF" w:rsidP="00D80708">
                          <w:pPr>
                            <w:pStyle w:val="Huisstijl-Referentiegegevens"/>
                          </w:pPr>
                        </w:p>
                        <w:p w:rsidR="00D80708" w:rsidRDefault="009F03EF" w:rsidP="00D80708">
                          <w:pPr>
                            <w:pStyle w:val="Huisstijl-Afzendgegevens"/>
                          </w:pPr>
                        </w:p>
                        <w:p w:rsidR="00CC6C89" w:rsidRPr="00D80708" w:rsidRDefault="009F03EF" w:rsidP="00D8070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466.35pt;margin-top:152.5pt;width:99.2pt;height:630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" strokecolor="white">
              <v:textbox inset="0,0,0,0">
                <w:txbxContent>
                  <w:p w:rsidR="00D80708" w:rsidRPr="000B4AF6" w:rsidRDefault="009F03EF" w:rsidP="00D80708">
                    <w:pPr>
                      <w:pStyle w:val="Huisstijl-AfzendgegevensW1"/>
                      <w:rPr>
                        <w:b/>
                      </w:rPr>
                    </w:pPr>
                    <w:r w:rsidRPr="000B4AF6">
                      <w:rPr>
                        <w:b/>
                      </w:rPr>
                      <w:t>Bezoekadres:</w:t>
                    </w:r>
                  </w:p>
                  <w:p w:rsidR="00D80708" w:rsidRDefault="009F03EF" w:rsidP="00D80708">
                    <w:pPr>
                      <w:pStyle w:val="Huisstijl-Afzendgegevens"/>
                    </w:pPr>
                    <w:r w:rsidRPr="001B41E1">
                      <w:t>Rijnstraat 50</w:t>
                    </w:r>
                  </w:p>
                  <w:p w:rsidR="00D80708" w:rsidRDefault="009F03EF" w:rsidP="00D80708">
                    <w:pPr>
                      <w:pStyle w:val="Huisstijl-Afzendgegevens"/>
                    </w:pPr>
                    <w:r w:rsidRPr="001B41E1">
                      <w:t>2515 XP</w:t>
                    </w:r>
                    <w:r>
                      <w:t xml:space="preserve">  </w:t>
                    </w:r>
                    <w:r w:rsidRPr="001B41E1">
                      <w:t>Den Haag</w:t>
                    </w:r>
                  </w:p>
                  <w:p w:rsidR="00D80708" w:rsidRDefault="009F03EF" w:rsidP="00D80708">
                    <w:pPr>
                      <w:pStyle w:val="Huisstijl-Afzendgegevens"/>
                    </w:pPr>
                    <w:r w:rsidRPr="001B41E1">
                      <w:t>www.rijksoverheid.nl</w:t>
                    </w:r>
                  </w:p>
                  <w:p w:rsidR="00D80708" w:rsidRDefault="009F03EF" w:rsidP="00D80708">
                    <w:pPr>
                      <w:pStyle w:val="Huisstijl-ReferentiegegevenskopW2"/>
                    </w:pPr>
                    <w:r w:rsidRPr="001B41E1">
                      <w:t>Kenmerk</w:t>
                    </w:r>
                  </w:p>
                  <w:p w:rsidR="00D80708" w:rsidRPr="00D80708" w:rsidRDefault="009F03EF" w:rsidP="00D80708">
                    <w:pPr>
                      <w:pStyle w:val="Huisstijl-Referentiegegevens"/>
                    </w:pPr>
                  </w:p>
                  <w:p w:rsidR="00D80708" w:rsidRDefault="009F03EF" w:rsidP="00D80708">
                    <w:pPr>
                      <w:pStyle w:val="Huisstijl-Afzendgegevens"/>
                    </w:pPr>
                  </w:p>
                  <w:p w:rsidR="00CC6C89" w:rsidRPr="00D80708" w:rsidRDefault="009F03EF" w:rsidP="00D80708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2336" behindDoc="0" locked="1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213995"/>
              <wp:effectExtent l="7620" t="5080" r="8890" b="9525"/>
              <wp:wrapNone/>
              <wp:docPr id="1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6C89" w:rsidRDefault="009F03EF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 xml:space="preserve"> SECTIONPAGES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8" o:spid="_x0000_s1030" type="#_x0000_t202" style="position:absolute;margin-left:466.35pt;margin-top:805.15pt;width:99.2pt;height:16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" strokecolor="white">
              <v:textbox inset="0,0,0,0">
                <w:txbxContent>
                  <w:p w:rsidR="00CC6C89" w:rsidRDefault="009F03EF">
                    <w:pPr>
                      <w:pStyle w:val="Huisstijl-Paginanummer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 xml:space="preserve"> SECTIONPAGES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C89" w:rsidRDefault="009F03EF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3768725</wp:posOffset>
              </wp:positionV>
              <wp:extent cx="4103370" cy="457200"/>
              <wp:effectExtent l="9525" t="6350" r="11430" b="12700"/>
              <wp:wrapTopAndBottom/>
              <wp:docPr id="10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6C89" w:rsidRDefault="009F03EF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sdt>
                            <w:sdtPr>
                              <w:alias w:val="Date"/>
                              <w:tag w:val="Date"/>
                              <w:id w:val="79594095"/>
                              <w:showingPlcHdr/>
                              <w:dataBinding w:prefixMappings="xmlns:dg='http://docgen.org/date' " w:xpath="/dg:DocgenData[1]/dg:Date[1]" w:storeItemID="{805587A2-88BA-44CE-8FE6-7660C77374AF}"/>
                              <w:date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t xml:space="preserve">     </w:t>
                              </w:r>
                            </w:sdtContent>
                          </w:sdt>
                        </w:p>
                        <w:p w:rsidR="00CC6C89" w:rsidRDefault="009F03EF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Betreft</w:t>
                          </w:r>
                          <w:r>
                            <w:tab/>
                          </w:r>
                        </w:p>
                        <w:p w:rsidR="00CC6C89" w:rsidRDefault="009F03EF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1" type="#_x0000_t202" style="position:absolute;margin-left:79.5pt;margin-top:296.75pt;width:323.1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" strokecolor="white">
              <v:textbox style="mso-fit-shape-to-text:t" inset="0,0,0,0">
                <w:txbxContent>
                  <w:p w:rsidR="00CC6C89" w:rsidRDefault="009F03EF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sdt>
                      <w:sdtPr>
                        <w:alias w:val="Date"/>
                        <w:tag w:val="Date"/>
                        <w:id w:val="79594095"/>
                        <w:showingPlcHdr/>
                        <w:dataBinding w:prefixMappings="xmlns:dg='http://docgen.org/date' " w:xpath="/dg:DocgenData[1]/dg:Date[1]" w:storeItemID="{805587A2-88BA-44CE-8FE6-7660C77374AF}"/>
                        <w:date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t xml:space="preserve">     </w:t>
                        </w:r>
                      </w:sdtContent>
                    </w:sdt>
                  </w:p>
                  <w:p w:rsidR="00CC6C89" w:rsidRDefault="009F03EF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Betreft</w:t>
                    </w:r>
                    <w:r>
                      <w:tab/>
                    </w:r>
                  </w:p>
                  <w:p w:rsidR="00CC6C89" w:rsidRDefault="009F03EF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1964690</wp:posOffset>
              </wp:positionV>
              <wp:extent cx="1259840" cy="8009890"/>
              <wp:effectExtent l="7620" t="12065" r="8890" b="7620"/>
              <wp:wrapNone/>
              <wp:docPr id="9" name="Text Box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6C89" w:rsidRDefault="009F03EF">
                          <w:pPr>
                            <w:pStyle w:val="Huisstijl-Afzendgegevenskop"/>
                          </w:pPr>
                          <w:r w:rsidRPr="00D22300">
                            <w:t>Directie Bestuursondersteuning</w:t>
                          </w:r>
                        </w:p>
                        <w:p w:rsidR="00CC6C89" w:rsidRDefault="009F03EF">
                          <w:pPr>
                            <w:pStyle w:val="Huisstijl-Afzendgegevens"/>
                          </w:pPr>
                          <w:r w:rsidRPr="00D22300">
                            <w:t>Rijnstraat 50</w:t>
                          </w:r>
                        </w:p>
                        <w:p w:rsidR="00CC6C89" w:rsidRDefault="009F03EF">
                          <w:pPr>
                            <w:pStyle w:val="Huisstijl-Afzendgegevens"/>
                          </w:pPr>
                          <w:r w:rsidRPr="00D22300">
                            <w:t>2515 XP Den Haag</w:t>
                          </w:r>
                        </w:p>
                        <w:p w:rsidR="00CC6C89" w:rsidRDefault="009F03EF">
                          <w:pPr>
                            <w:pStyle w:val="Huisstijl-Afzendgegevens"/>
                          </w:pPr>
                          <w:r w:rsidRPr="00D22300">
                            <w:t>Postbus 20350</w:t>
                          </w:r>
                        </w:p>
                        <w:p w:rsidR="00CC6C89" w:rsidRDefault="009F03EF">
                          <w:pPr>
                            <w:pStyle w:val="Huisstijl-Afzendgegevens"/>
                          </w:pPr>
                          <w:r w:rsidRPr="00D22300">
                            <w:t>www.rijksoverheid.nl</w:t>
                          </w:r>
                        </w:p>
                        <w:p w:rsidR="00CC6C89" w:rsidRDefault="009F03EF">
                          <w:pPr>
                            <w:pStyle w:val="Huisstijl-AfzendgegevenskopW1"/>
                          </w:pPr>
                          <w:r>
                            <w:t>Contactpersoon</w:t>
                          </w:r>
                        </w:p>
                        <w:p w:rsidR="00CC6C89" w:rsidRDefault="009F03EF">
                          <w:pPr>
                            <w:pStyle w:val="Huisstijl-AfzendgegevensW1"/>
                            <w:tabs>
                              <w:tab w:val="clear" w:pos="170"/>
                              <w:tab w:val="left" w:pos="-13750"/>
                            </w:tabs>
                          </w:pPr>
                          <w:r>
                            <w:t>T</w:t>
                          </w:r>
                          <w:r>
                            <w:tab/>
                          </w:r>
                          <w:r w:rsidRPr="00D22300">
                            <w:t>070</w:t>
                          </w:r>
                          <w:r w:rsidRPr="00D22300">
                            <w:t xml:space="preserve"> 340 79 11</w:t>
                          </w:r>
                        </w:p>
                        <w:p w:rsidR="00CC6C89" w:rsidRDefault="009F03EF">
                          <w:pPr>
                            <w:pStyle w:val="Huisstijl-Afzendgegevens"/>
                          </w:pPr>
                          <w:r w:rsidRPr="00D22300">
                            <w:t>2511 VX  Den Haag</w:t>
                          </w:r>
                        </w:p>
                        <w:p w:rsidR="00CC6C89" w:rsidRDefault="009F03EF">
                          <w:pPr>
                            <w:pStyle w:val="Huisstijl-ReferentiegegevenskopW2"/>
                          </w:pPr>
                          <w:r>
                            <w:t>Exemplaarnummer</w:t>
                          </w:r>
                        </w:p>
                        <w:p w:rsidR="00CC6C89" w:rsidRDefault="009F03EF">
                          <w:pPr>
                            <w:pStyle w:val="Huisstijl-Algemenevoorwaarden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1" o:spid="_x0000_s1032" type="#_x0000_t202" style="position:absolute;margin-left:466.35pt;margin-top:154.7pt;width:99.2pt;height:630.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" strokecolor="white">
              <v:textbox inset="0,0,0,0">
                <w:txbxContent>
                  <w:p w:rsidR="00CC6C89" w:rsidRDefault="009F03EF">
                    <w:pPr>
                      <w:pStyle w:val="Huisstijl-Afzendgegevenskop"/>
                    </w:pPr>
                    <w:r w:rsidRPr="00D22300">
                      <w:t>Directie Bestuursondersteuning</w:t>
                    </w:r>
                  </w:p>
                  <w:p w:rsidR="00CC6C89" w:rsidRDefault="009F03EF">
                    <w:pPr>
                      <w:pStyle w:val="Huisstijl-Afzendgegevens"/>
                    </w:pPr>
                    <w:r w:rsidRPr="00D22300">
                      <w:t>Rijnstraat 50</w:t>
                    </w:r>
                  </w:p>
                  <w:p w:rsidR="00CC6C89" w:rsidRDefault="009F03EF">
                    <w:pPr>
                      <w:pStyle w:val="Huisstijl-Afzendgegevens"/>
                    </w:pPr>
                    <w:r w:rsidRPr="00D22300">
                      <w:t>2515 XP Den Haag</w:t>
                    </w:r>
                  </w:p>
                  <w:p w:rsidR="00CC6C89" w:rsidRDefault="009F03EF">
                    <w:pPr>
                      <w:pStyle w:val="Huisstijl-Afzendgegevens"/>
                    </w:pPr>
                    <w:r w:rsidRPr="00D22300">
                      <w:t>Postbus 20350</w:t>
                    </w:r>
                  </w:p>
                  <w:p w:rsidR="00CC6C89" w:rsidRDefault="009F03EF">
                    <w:pPr>
                      <w:pStyle w:val="Huisstijl-Afzendgegevens"/>
                    </w:pPr>
                    <w:r w:rsidRPr="00D22300">
                      <w:t>www.rijksoverheid.nl</w:t>
                    </w:r>
                  </w:p>
                  <w:p w:rsidR="00CC6C89" w:rsidRDefault="009F03EF">
                    <w:pPr>
                      <w:pStyle w:val="Huisstijl-AfzendgegevenskopW1"/>
                    </w:pPr>
                    <w:r>
                      <w:t>Contactpersoon</w:t>
                    </w:r>
                  </w:p>
                  <w:p w:rsidR="00CC6C89" w:rsidRDefault="009F03EF">
                    <w:pPr>
                      <w:pStyle w:val="Huisstijl-AfzendgegevensW1"/>
                      <w:tabs>
                        <w:tab w:val="clear" w:pos="170"/>
                        <w:tab w:val="left" w:pos="-13750"/>
                      </w:tabs>
                    </w:pPr>
                    <w:r>
                      <w:t>T</w:t>
                    </w:r>
                    <w:r>
                      <w:tab/>
                    </w:r>
                    <w:r w:rsidRPr="00D22300">
                      <w:t>070</w:t>
                    </w:r>
                    <w:r w:rsidRPr="00D22300">
                      <w:t xml:space="preserve"> 340 79 11</w:t>
                    </w:r>
                  </w:p>
                  <w:p w:rsidR="00CC6C89" w:rsidRDefault="009F03EF">
                    <w:pPr>
                      <w:pStyle w:val="Huisstijl-Afzendgegevens"/>
                    </w:pPr>
                    <w:r w:rsidRPr="00D22300">
                      <w:t>2511 VX  Den Haag</w:t>
                    </w:r>
                  </w:p>
                  <w:p w:rsidR="00CC6C89" w:rsidRDefault="009F03EF">
                    <w:pPr>
                      <w:pStyle w:val="Huisstijl-ReferentiegegevenskopW2"/>
                    </w:pPr>
                    <w:r>
                      <w:t>Exemplaarnummer</w:t>
                    </w:r>
                  </w:p>
                  <w:p w:rsidR="00CC6C89" w:rsidRDefault="009F03EF">
                    <w:pPr>
                      <w:pStyle w:val="Huisstijl-Algemenevoorwaarden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1942465</wp:posOffset>
              </wp:positionV>
              <wp:extent cx="2988310" cy="1080135"/>
              <wp:effectExtent l="8255" t="8890" r="13335" b="6350"/>
              <wp:wrapNone/>
              <wp:docPr id="8" name="Text Box 10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831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91C16" w:rsidRDefault="009F03E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2" o:spid="_x0000_s1033" type="#_x0000_t202" style="position:absolute;margin-left:79.4pt;margin-top:152.95pt;width:235.3pt;height:85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" strokecolor="white">
              <v:textbox inset="0,0,0,0">
                <w:txbxContent>
                  <w:p w:rsidR="00C91C16" w:rsidRDefault="009F03EF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8480" behindDoc="0" locked="1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10224770</wp:posOffset>
              </wp:positionV>
              <wp:extent cx="730885" cy="107950"/>
              <wp:effectExtent l="7620" t="13970" r="13970" b="11430"/>
              <wp:wrapNone/>
              <wp:docPr id="7" name="Text Box 10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885" cy="107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6C89" w:rsidRDefault="009F03EF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3" o:spid="_x0000_s1034" type="#_x0000_t202" style="position:absolute;margin-left:466.35pt;margin-top:805.1pt;width:57.55pt;height:8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" strokecolor="white">
              <v:textbox inset="0,0,0,0">
                <w:txbxContent>
                  <w:p w:rsidR="00CC6C89" w:rsidRDefault="009F03EF">
                    <w:pPr>
                      <w:pStyle w:val="Huisstijl-Paginanummer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 xml:space="preserve"> SECTIONPAGES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2" name="Text Box 10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6C89" w:rsidRDefault="009F03EF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4" o:spid="_x0000_s1035" type="#_x0000_t202" style="position:absolute;margin-left:79.4pt;margin-top:266.5pt;width:323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" strokecolor="white">
              <v:textbox inset="0,0,0,0">
                <w:txbxContent>
                  <w:p w:rsidR="00CC6C89" w:rsidRDefault="009F03EF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3360" behindDoc="0" locked="1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1715135</wp:posOffset>
              </wp:positionV>
              <wp:extent cx="3590925" cy="144145"/>
              <wp:effectExtent l="8255" t="10160" r="10795" b="7620"/>
              <wp:wrapNone/>
              <wp:docPr id="1" name="Text Box 10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6C89" w:rsidRDefault="009F03EF">
                          <w:pPr>
                            <w:pStyle w:val="Huisstijl-Retouradres"/>
                          </w:pPr>
                          <w:r>
                            <w:t xml:space="preserve">&gt; Retouradres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5" o:spid="_x0000_s1036" type="#_x0000_t202" style="position:absolute;margin-left:79.4pt;margin-top:135.05pt;width:282.7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" strokecolor="white">
              <o:lock v:ext="edit" aspectratio="t"/>
              <v:textbox inset="0,0,0,0">
                <w:txbxContent>
                  <w:p w:rsidR="00CC6C89" w:rsidRDefault="009F03EF">
                    <w:pPr>
                      <w:pStyle w:val="Huisstijl-Retouradres"/>
                    </w:pPr>
                    <w:r>
                      <w:t xml:space="preserve">&gt; Retouradres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576F"/>
    <w:multiLevelType w:val="hybridMultilevel"/>
    <w:tmpl w:val="DB8AF5D4"/>
    <w:lvl w:ilvl="0" w:tplc="A88473C6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F73AF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85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1865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40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CEA7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B6DA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2EDC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DC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3"/>
    <w:rsid w:val="00473623"/>
    <w:rsid w:val="009F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6C89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C6C8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C6C89"/>
    <w:pPr>
      <w:spacing w:after="120"/>
    </w:pPr>
  </w:style>
  <w:style w:type="paragraph" w:styleId="Lijst">
    <w:name w:val="List"/>
    <w:basedOn w:val="Textbody"/>
    <w:rsid w:val="00CC6C89"/>
  </w:style>
  <w:style w:type="paragraph" w:customStyle="1" w:styleId="Caption1">
    <w:name w:val="Caption1"/>
    <w:basedOn w:val="Standaard"/>
    <w:rsid w:val="00CC6C89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C6C89"/>
    <w:pPr>
      <w:suppressLineNumbers/>
    </w:pPr>
  </w:style>
  <w:style w:type="paragraph" w:customStyle="1" w:styleId="Heading11">
    <w:name w:val="Heading 11"/>
    <w:basedOn w:val="Heading"/>
    <w:next w:val="Textbody"/>
    <w:rsid w:val="00CC6C89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C6C89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C6C89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C6C89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C6C89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C6C89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C6C89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C6C89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C6C89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C6C89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C6C89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C6C89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C6C89"/>
  </w:style>
  <w:style w:type="paragraph" w:customStyle="1" w:styleId="Huisstijl-Datumenbetreft">
    <w:name w:val="Huisstijl - Datum en betreft"/>
    <w:basedOn w:val="Standaard"/>
    <w:rsid w:val="00CC6C89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C6C89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C6C89"/>
    <w:pPr>
      <w:spacing w:before="240"/>
    </w:pPr>
  </w:style>
  <w:style w:type="paragraph" w:customStyle="1" w:styleId="Header1">
    <w:name w:val="Header1"/>
    <w:basedOn w:val="Standaard"/>
    <w:rsid w:val="00CC6C89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C6C89"/>
  </w:style>
  <w:style w:type="paragraph" w:customStyle="1" w:styleId="Huisstijl-Afzendgegevenskop">
    <w:name w:val="Huisstijl - Afzendgegevens kop"/>
    <w:basedOn w:val="Standaard"/>
    <w:rsid w:val="00CC6C89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C6C89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CC6C89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C6C89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C6C89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C6C89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C6C89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C6C89"/>
  </w:style>
  <w:style w:type="paragraph" w:customStyle="1" w:styleId="Huisstijl-Ondertekeningvervolg">
    <w:name w:val="Huisstijl - Ondertekening vervolg"/>
    <w:basedOn w:val="Huisstijl-Ondertekening"/>
    <w:rsid w:val="00CC6C89"/>
    <w:rPr>
      <w:i/>
    </w:rPr>
  </w:style>
  <w:style w:type="paragraph" w:customStyle="1" w:styleId="Footer1">
    <w:name w:val="Footer1"/>
    <w:basedOn w:val="Standaard"/>
    <w:rsid w:val="00CC6C89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C6C89"/>
    <w:pPr>
      <w:spacing w:line="240" w:lineRule="auto"/>
    </w:pPr>
    <w:rPr>
      <w:sz w:val="13"/>
    </w:rPr>
  </w:style>
  <w:style w:type="character" w:customStyle="1" w:styleId="Placeholder">
    <w:name w:val="Placeholder"/>
    <w:rsid w:val="00CC6C89"/>
    <w:rPr>
      <w:smallCaps/>
      <w:color w:val="008080"/>
      <w:u w:val="dotted"/>
    </w:rPr>
  </w:style>
  <w:style w:type="character" w:customStyle="1" w:styleId="NumberingSymbols">
    <w:name w:val="Numbering Symbols"/>
    <w:rsid w:val="00CC6C89"/>
    <w:rPr>
      <w:rFonts w:ascii="Verdana" w:hAnsi="Verdana"/>
      <w:sz w:val="18"/>
    </w:rPr>
  </w:style>
  <w:style w:type="character" w:customStyle="1" w:styleId="BulletSymbols">
    <w:name w:val="Bullet Symbols"/>
    <w:rsid w:val="00CC6C89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C6C89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C6C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C6C89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C6C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C6C89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6C89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6C89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C6C89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C6C89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C6C89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C6C89"/>
    <w:rPr>
      <w:i w:val="0"/>
      <w:noProof/>
    </w:rPr>
  </w:style>
  <w:style w:type="table" w:styleId="Tabelraster">
    <w:name w:val="Table Grid"/>
    <w:basedOn w:val="Standaardtabel"/>
    <w:uiPriority w:val="59"/>
    <w:rsid w:val="00CC6C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Gegevenskop">
    <w:name w:val="Huisstijl - Gegevens kop"/>
    <w:basedOn w:val="Huisstijl-Toezendgegevens"/>
    <w:qFormat/>
    <w:rsid w:val="00CC6C89"/>
    <w:rPr>
      <w:sz w:val="13"/>
    </w:rPr>
  </w:style>
  <w:style w:type="paragraph" w:customStyle="1" w:styleId="Huisstijl-Gegevens">
    <w:name w:val="Huisstijl - Gegevens"/>
    <w:basedOn w:val="Huisstijl-Gegevenskop"/>
    <w:qFormat/>
    <w:rsid w:val="00CC6C89"/>
    <w:rPr>
      <w:sz w:val="18"/>
    </w:rPr>
  </w:style>
  <w:style w:type="paragraph" w:customStyle="1" w:styleId="Afzendgegevenskopjes">
    <w:name w:val="Afzendgegevens kopjes"/>
    <w:basedOn w:val="Standaard"/>
    <w:next w:val="Standaard"/>
    <w:rsid w:val="00D80708"/>
    <w:pPr>
      <w:widowControl/>
      <w:suppressAutoHyphens w:val="0"/>
      <w:autoSpaceDN/>
      <w:spacing w:line="180" w:lineRule="atLeast"/>
      <w:textAlignment w:val="auto"/>
    </w:pPr>
    <w:rPr>
      <w:rFonts w:eastAsia="Times New Roman" w:cs="Times New Roman"/>
      <w:b/>
      <w:kern w:val="0"/>
      <w:sz w:val="13"/>
      <w:szCs w:val="20"/>
      <w:lang w:eastAsia="nl-N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6C89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C6C8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C6C89"/>
    <w:pPr>
      <w:spacing w:after="120"/>
    </w:pPr>
  </w:style>
  <w:style w:type="paragraph" w:styleId="Lijst">
    <w:name w:val="List"/>
    <w:basedOn w:val="Textbody"/>
    <w:rsid w:val="00CC6C89"/>
  </w:style>
  <w:style w:type="paragraph" w:customStyle="1" w:styleId="Caption1">
    <w:name w:val="Caption1"/>
    <w:basedOn w:val="Standaard"/>
    <w:rsid w:val="00CC6C89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C6C89"/>
    <w:pPr>
      <w:suppressLineNumbers/>
    </w:pPr>
  </w:style>
  <w:style w:type="paragraph" w:customStyle="1" w:styleId="Heading11">
    <w:name w:val="Heading 11"/>
    <w:basedOn w:val="Heading"/>
    <w:next w:val="Textbody"/>
    <w:rsid w:val="00CC6C89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C6C89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C6C89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C6C89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C6C89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C6C89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C6C89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C6C89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C6C89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C6C89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C6C89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C6C89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C6C89"/>
  </w:style>
  <w:style w:type="paragraph" w:customStyle="1" w:styleId="Huisstijl-Datumenbetreft">
    <w:name w:val="Huisstijl - Datum en betreft"/>
    <w:basedOn w:val="Standaard"/>
    <w:rsid w:val="00CC6C89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C6C89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C6C89"/>
    <w:pPr>
      <w:spacing w:before="240"/>
    </w:pPr>
  </w:style>
  <w:style w:type="paragraph" w:customStyle="1" w:styleId="Header1">
    <w:name w:val="Header1"/>
    <w:basedOn w:val="Standaard"/>
    <w:rsid w:val="00CC6C89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C6C89"/>
  </w:style>
  <w:style w:type="paragraph" w:customStyle="1" w:styleId="Huisstijl-Afzendgegevenskop">
    <w:name w:val="Huisstijl - Afzendgegevens kop"/>
    <w:basedOn w:val="Standaard"/>
    <w:rsid w:val="00CC6C89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C6C89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CC6C89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C6C89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C6C89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C6C89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C6C89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C6C89"/>
  </w:style>
  <w:style w:type="paragraph" w:customStyle="1" w:styleId="Huisstijl-Ondertekeningvervolg">
    <w:name w:val="Huisstijl - Ondertekening vervolg"/>
    <w:basedOn w:val="Huisstijl-Ondertekening"/>
    <w:rsid w:val="00CC6C89"/>
    <w:rPr>
      <w:i/>
    </w:rPr>
  </w:style>
  <w:style w:type="paragraph" w:customStyle="1" w:styleId="Footer1">
    <w:name w:val="Footer1"/>
    <w:basedOn w:val="Standaard"/>
    <w:rsid w:val="00CC6C89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C6C89"/>
    <w:pPr>
      <w:spacing w:line="240" w:lineRule="auto"/>
    </w:pPr>
    <w:rPr>
      <w:sz w:val="13"/>
    </w:rPr>
  </w:style>
  <w:style w:type="character" w:customStyle="1" w:styleId="Placeholder">
    <w:name w:val="Placeholder"/>
    <w:rsid w:val="00CC6C89"/>
    <w:rPr>
      <w:smallCaps/>
      <w:color w:val="008080"/>
      <w:u w:val="dotted"/>
    </w:rPr>
  </w:style>
  <w:style w:type="character" w:customStyle="1" w:styleId="NumberingSymbols">
    <w:name w:val="Numbering Symbols"/>
    <w:rsid w:val="00CC6C89"/>
    <w:rPr>
      <w:rFonts w:ascii="Verdana" w:hAnsi="Verdana"/>
      <w:sz w:val="18"/>
    </w:rPr>
  </w:style>
  <w:style w:type="character" w:customStyle="1" w:styleId="BulletSymbols">
    <w:name w:val="Bullet Symbols"/>
    <w:rsid w:val="00CC6C89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C6C89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C6C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C6C89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C6C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C6C89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6C89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6C89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C6C89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C6C89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C6C89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C6C89"/>
    <w:rPr>
      <w:i w:val="0"/>
      <w:noProof/>
    </w:rPr>
  </w:style>
  <w:style w:type="table" w:styleId="Tabelraster">
    <w:name w:val="Table Grid"/>
    <w:basedOn w:val="Standaardtabel"/>
    <w:uiPriority w:val="59"/>
    <w:rsid w:val="00CC6C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Gegevenskop">
    <w:name w:val="Huisstijl - Gegevens kop"/>
    <w:basedOn w:val="Huisstijl-Toezendgegevens"/>
    <w:qFormat/>
    <w:rsid w:val="00CC6C89"/>
    <w:rPr>
      <w:sz w:val="13"/>
    </w:rPr>
  </w:style>
  <w:style w:type="paragraph" w:customStyle="1" w:styleId="Huisstijl-Gegevens">
    <w:name w:val="Huisstijl - Gegevens"/>
    <w:basedOn w:val="Huisstijl-Gegevenskop"/>
    <w:qFormat/>
    <w:rsid w:val="00CC6C89"/>
    <w:rPr>
      <w:sz w:val="18"/>
    </w:rPr>
  </w:style>
  <w:style w:type="paragraph" w:customStyle="1" w:styleId="Afzendgegevenskopjes">
    <w:name w:val="Afzendgegevens kopjes"/>
    <w:basedOn w:val="Standaard"/>
    <w:next w:val="Standaard"/>
    <w:rsid w:val="00D80708"/>
    <w:pPr>
      <w:widowControl/>
      <w:suppressAutoHyphens w:val="0"/>
      <w:autoSpaceDN/>
      <w:spacing w:line="180" w:lineRule="atLeast"/>
      <w:textAlignment w:val="auto"/>
    </w:pPr>
    <w:rPr>
      <w:rFonts w:eastAsia="Times New Roman" w:cs="Times New Roman"/>
      <w:b/>
      <w:kern w:val="0"/>
      <w:sz w:val="13"/>
      <w:szCs w:val="20"/>
      <w:lang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fontTable" Target="fontTable.xml" Id="rId21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header" Target="header5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header" Target="header4.xml" Id="rId19" /><Relationship Type="http://schemas.openxmlformats.org/officeDocument/2006/relationships/settings" Target="settings.xml" Id="rId9" /><Relationship Type="http://schemas.openxmlformats.org/officeDocument/2006/relationships/header" Target="header2.xml" Id="rId14" /><Relationship Type="http://schemas.openxmlformats.org/officeDocument/2006/relationships/theme" Target="theme/theme1.xml" Id="rId22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MITSAM\Local%20Settings\Temporary%20Internet%20Files\Content.IE5\OHATBVSY\Tijdelijk_bestand_Brief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51</ap:Words>
  <ap:Characters>282</ap:Characters>
  <ap:DocSecurity>12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332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2010-10-07T13:46:00.0000000Z</lastPrinted>
  <dcterms:created xsi:type="dcterms:W3CDTF">2013-07-03T07:23:00.0000000Z</dcterms:created>
  <dcterms:modified xsi:type="dcterms:W3CDTF">2013-07-03T07:23:00.0000000Z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0x01010020DC9528F099774585F6EE2366C215B1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